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4F482728" w14:textId="77777777" w:rsidR="00E82883" w:rsidRPr="00D15F7C" w:rsidRDefault="004C7419" w:rsidP="00E82883">
      <w:pPr>
        <w:pStyle w:val="Titul2"/>
        <w:spacing w:after="0"/>
      </w:pPr>
      <w:r w:rsidRPr="00D15F7C">
        <w:t xml:space="preserve">Záměr projektu </w:t>
      </w:r>
      <w:r w:rsidR="002A75B1" w:rsidRPr="00D15F7C">
        <w:t>s doprovodnou dokumentací</w:t>
      </w:r>
    </w:p>
    <w:p w14:paraId="72D771CF" w14:textId="76BDFF35" w:rsidR="00652EFD" w:rsidRDefault="00E82883" w:rsidP="00266FEF">
      <w:pPr>
        <w:pStyle w:val="Titul2"/>
        <w:spacing w:after="0"/>
      </w:pPr>
      <w:r w:rsidRPr="00D15F7C">
        <w:t>P</w:t>
      </w:r>
      <w:r w:rsidR="00087E1A" w:rsidRPr="00D15F7C">
        <w:t>rojektová dokumentace pro společné povolení dle liniového zákona</w:t>
      </w:r>
    </w:p>
    <w:p w14:paraId="38F1171E" w14:textId="77777777" w:rsidR="00266FEF" w:rsidRDefault="00266FEF" w:rsidP="00266FEF">
      <w:pPr>
        <w:pStyle w:val="Titul2"/>
      </w:pPr>
      <w:r>
        <w:t>Dozor projektanta</w:t>
      </w:r>
    </w:p>
    <w:p w14:paraId="71F49A26" w14:textId="77777777" w:rsidR="00266FEF" w:rsidRDefault="00266FEF" w:rsidP="00266FEF">
      <w:pPr>
        <w:pStyle w:val="Titul2"/>
        <w:spacing w:after="0"/>
      </w:pPr>
    </w:p>
    <w:p w14:paraId="2A93FAE5" w14:textId="77777777" w:rsidR="00266FEF" w:rsidRPr="0058678B" w:rsidRDefault="00266FEF" w:rsidP="0058678B">
      <w:pPr>
        <w:pStyle w:val="Titul2"/>
        <w:spacing w:line="240" w:lineRule="auto"/>
        <w:rPr>
          <w:sz w:val="18"/>
          <w:szCs w:val="18"/>
          <w:highlight w:val="green"/>
        </w:rPr>
      </w:pPr>
    </w:p>
    <w:p w14:paraId="0B5B8BF2" w14:textId="4F83271A" w:rsidR="0035531B" w:rsidRPr="00AC499A" w:rsidRDefault="0035531B" w:rsidP="0058678B">
      <w:pPr>
        <w:pStyle w:val="Titul2"/>
        <w:spacing w:line="240" w:lineRule="auto"/>
        <w:rPr>
          <w:sz w:val="52"/>
          <w:szCs w:val="52"/>
        </w:rPr>
      </w:pPr>
      <w:r w:rsidRPr="00AC499A">
        <w:rPr>
          <w:sz w:val="52"/>
          <w:szCs w:val="52"/>
        </w:rPr>
        <w:t>„</w:t>
      </w:r>
      <w:r w:rsidR="00BD78C7" w:rsidRPr="00AC499A">
        <w:rPr>
          <w:sz w:val="52"/>
          <w:szCs w:val="52"/>
        </w:rPr>
        <w:t>Prostá elektrizace traťového úseku Zdice - Písek</w:t>
      </w:r>
      <w:r w:rsidRPr="00AC499A">
        <w:rPr>
          <w:sz w:val="52"/>
          <w:szCs w:val="52"/>
        </w:rPr>
        <w:t>“</w:t>
      </w:r>
    </w:p>
    <w:p w14:paraId="7896BFC2" w14:textId="77777777" w:rsidR="003F4C40" w:rsidRDefault="003F4C40" w:rsidP="000E125F">
      <w:pPr>
        <w:pStyle w:val="Text1-1"/>
        <w:numPr>
          <w:ilvl w:val="0"/>
          <w:numId w:val="0"/>
        </w:numPr>
        <w:tabs>
          <w:tab w:val="left" w:pos="708"/>
        </w:tabs>
        <w:ind w:left="737" w:hanging="737"/>
      </w:pPr>
    </w:p>
    <w:p w14:paraId="1577217D" w14:textId="49F9D6DC" w:rsidR="007A68BE" w:rsidRDefault="000E125F" w:rsidP="00FE6243">
      <w:pPr>
        <w:pStyle w:val="Text1-1"/>
        <w:numPr>
          <w:ilvl w:val="0"/>
          <w:numId w:val="0"/>
        </w:numPr>
        <w:tabs>
          <w:tab w:val="left" w:pos="708"/>
        </w:tabs>
        <w:ind w:left="737" w:hanging="737"/>
      </w:pPr>
      <w:r>
        <w:t xml:space="preserve">Č.j. </w:t>
      </w:r>
      <w:r w:rsidR="00FE6243" w:rsidRPr="00FE6243">
        <w:t>4579/2024-SŽ-SSZ-OVZ</w:t>
      </w:r>
    </w:p>
    <w:p w14:paraId="271B3C1F" w14:textId="77777777" w:rsidR="00D15F7C" w:rsidRDefault="00D15F7C" w:rsidP="00FE6243">
      <w:pPr>
        <w:pStyle w:val="Text1-1"/>
        <w:numPr>
          <w:ilvl w:val="0"/>
          <w:numId w:val="0"/>
        </w:numPr>
        <w:tabs>
          <w:tab w:val="left" w:pos="708"/>
        </w:tabs>
        <w:ind w:left="737" w:hanging="737"/>
        <w:rPr>
          <w:i/>
          <w:color w:val="FF0000"/>
        </w:rPr>
      </w:pPr>
    </w:p>
    <w:p w14:paraId="25562580" w14:textId="77777777" w:rsidR="000960A0" w:rsidRDefault="000960A0" w:rsidP="0058678B">
      <w:pPr>
        <w:spacing w:after="0" w:line="240" w:lineRule="auto"/>
        <w:rPr>
          <w:i/>
          <w:color w:val="FF0000"/>
        </w:rPr>
      </w:pPr>
    </w:p>
    <w:p w14:paraId="73C5ECF3" w14:textId="77777777" w:rsidR="0058678B" w:rsidRDefault="0058678B" w:rsidP="0058678B">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lastRenderedPageBreak/>
        <w:t xml:space="preserve"> </w:t>
      </w:r>
    </w:p>
    <w:p w14:paraId="22CE0BA7" w14:textId="123E8AA3" w:rsidR="004D2F4C" w:rsidRDefault="004D2F4C" w:rsidP="004D2F4C">
      <w:pPr>
        <w:spacing w:after="0"/>
        <w:rPr>
          <w:i/>
          <w:color w:val="FF0000"/>
        </w:rPr>
      </w:pPr>
    </w:p>
    <w:p w14:paraId="5F14E0DF" w14:textId="0A27C365" w:rsidR="007A68BE" w:rsidRDefault="007A68BE" w:rsidP="0058678B">
      <w:pPr>
        <w:pStyle w:val="Zpat"/>
        <w:rPr>
          <w:sz w:val="2"/>
          <w:szCs w:val="2"/>
        </w:rPr>
      </w:pPr>
    </w:p>
    <w:p w14:paraId="3F03AB25" w14:textId="77777777" w:rsidR="007A68BE" w:rsidRDefault="007A68BE" w:rsidP="007A68BE">
      <w:pPr>
        <w:pStyle w:val="Zpat"/>
        <w:tabs>
          <w:tab w:val="left" w:pos="6772"/>
        </w:tabs>
        <w:rPr>
          <w:sz w:val="2"/>
          <w:szCs w:val="2"/>
        </w:rPr>
      </w:pPr>
    </w:p>
    <w:p w14:paraId="782BE870" w14:textId="15063B12" w:rsidR="00BD7E91" w:rsidRDefault="00BD7E91" w:rsidP="00FE4333">
      <w:pPr>
        <w:pStyle w:val="Nadpisbezsl1-1"/>
      </w:pPr>
      <w:r>
        <w:t>Obsah</w:t>
      </w:r>
      <w:r w:rsidR="00887F36">
        <w:t xml:space="preserve"> </w:t>
      </w:r>
    </w:p>
    <w:p w14:paraId="5D3B355C" w14:textId="0356960E" w:rsidR="00E445C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2591" w:history="1">
        <w:r w:rsidR="00E445C8" w:rsidRPr="00F95CA5">
          <w:rPr>
            <w:rStyle w:val="Hypertextovodkaz"/>
          </w:rPr>
          <w:t>1.</w:t>
        </w:r>
        <w:r w:rsidR="00E445C8">
          <w:rPr>
            <w:rFonts w:eastAsiaTheme="minorEastAsia"/>
            <w:caps w:val="0"/>
            <w:noProof/>
            <w:sz w:val="22"/>
            <w:szCs w:val="22"/>
            <w:lang w:eastAsia="cs-CZ"/>
          </w:rPr>
          <w:tab/>
        </w:r>
        <w:r w:rsidR="00E445C8" w:rsidRPr="00F95CA5">
          <w:rPr>
            <w:rStyle w:val="Hypertextovodkaz"/>
          </w:rPr>
          <w:t>ÚVODNÍ USTANOVENÍ</w:t>
        </w:r>
        <w:r w:rsidR="00E445C8">
          <w:rPr>
            <w:noProof/>
            <w:webHidden/>
          </w:rPr>
          <w:tab/>
        </w:r>
        <w:r w:rsidR="00E445C8">
          <w:rPr>
            <w:noProof/>
            <w:webHidden/>
          </w:rPr>
          <w:fldChar w:fldCharType="begin"/>
        </w:r>
        <w:r w:rsidR="00E445C8">
          <w:rPr>
            <w:noProof/>
            <w:webHidden/>
          </w:rPr>
          <w:instrText xml:space="preserve"> PAGEREF _Toc159412591 \h </w:instrText>
        </w:r>
        <w:r w:rsidR="00E445C8">
          <w:rPr>
            <w:noProof/>
            <w:webHidden/>
          </w:rPr>
        </w:r>
        <w:r w:rsidR="00E445C8">
          <w:rPr>
            <w:noProof/>
            <w:webHidden/>
          </w:rPr>
          <w:fldChar w:fldCharType="separate"/>
        </w:r>
        <w:r w:rsidR="00143057">
          <w:rPr>
            <w:noProof/>
            <w:webHidden/>
          </w:rPr>
          <w:t>3</w:t>
        </w:r>
        <w:r w:rsidR="00E445C8">
          <w:rPr>
            <w:noProof/>
            <w:webHidden/>
          </w:rPr>
          <w:fldChar w:fldCharType="end"/>
        </w:r>
      </w:hyperlink>
    </w:p>
    <w:p w14:paraId="437AE72F" w14:textId="3659D110" w:rsidR="00E445C8" w:rsidRDefault="00000000">
      <w:pPr>
        <w:pStyle w:val="Obsah1"/>
        <w:rPr>
          <w:rFonts w:eastAsiaTheme="minorEastAsia"/>
          <w:caps w:val="0"/>
          <w:noProof/>
          <w:sz w:val="22"/>
          <w:szCs w:val="22"/>
          <w:lang w:eastAsia="cs-CZ"/>
        </w:rPr>
      </w:pPr>
      <w:hyperlink w:anchor="_Toc159412592" w:history="1">
        <w:r w:rsidR="00E445C8" w:rsidRPr="00F95CA5">
          <w:rPr>
            <w:rStyle w:val="Hypertextovodkaz"/>
          </w:rPr>
          <w:t>2.</w:t>
        </w:r>
        <w:r w:rsidR="00E445C8">
          <w:rPr>
            <w:rFonts w:eastAsiaTheme="minorEastAsia"/>
            <w:caps w:val="0"/>
            <w:noProof/>
            <w:sz w:val="22"/>
            <w:szCs w:val="22"/>
            <w:lang w:eastAsia="cs-CZ"/>
          </w:rPr>
          <w:tab/>
        </w:r>
        <w:r w:rsidR="00E445C8" w:rsidRPr="00F95CA5">
          <w:rPr>
            <w:rStyle w:val="Hypertextovodkaz"/>
          </w:rPr>
          <w:t>IDENTIFIKAČNÍ ÚDAJE ZADAVATELE</w:t>
        </w:r>
        <w:r w:rsidR="00E445C8">
          <w:rPr>
            <w:noProof/>
            <w:webHidden/>
          </w:rPr>
          <w:tab/>
        </w:r>
        <w:r w:rsidR="00E445C8">
          <w:rPr>
            <w:noProof/>
            <w:webHidden/>
          </w:rPr>
          <w:fldChar w:fldCharType="begin"/>
        </w:r>
        <w:r w:rsidR="00E445C8">
          <w:rPr>
            <w:noProof/>
            <w:webHidden/>
          </w:rPr>
          <w:instrText xml:space="preserve"> PAGEREF _Toc159412592 \h </w:instrText>
        </w:r>
        <w:r w:rsidR="00E445C8">
          <w:rPr>
            <w:noProof/>
            <w:webHidden/>
          </w:rPr>
        </w:r>
        <w:r w:rsidR="00E445C8">
          <w:rPr>
            <w:noProof/>
            <w:webHidden/>
          </w:rPr>
          <w:fldChar w:fldCharType="separate"/>
        </w:r>
        <w:r w:rsidR="00143057">
          <w:rPr>
            <w:noProof/>
            <w:webHidden/>
          </w:rPr>
          <w:t>3</w:t>
        </w:r>
        <w:r w:rsidR="00E445C8">
          <w:rPr>
            <w:noProof/>
            <w:webHidden/>
          </w:rPr>
          <w:fldChar w:fldCharType="end"/>
        </w:r>
      </w:hyperlink>
    </w:p>
    <w:p w14:paraId="5D03CAF7" w14:textId="1D93F793" w:rsidR="00E445C8" w:rsidRDefault="00000000">
      <w:pPr>
        <w:pStyle w:val="Obsah1"/>
        <w:rPr>
          <w:rFonts w:eastAsiaTheme="minorEastAsia"/>
          <w:caps w:val="0"/>
          <w:noProof/>
          <w:sz w:val="22"/>
          <w:szCs w:val="22"/>
          <w:lang w:eastAsia="cs-CZ"/>
        </w:rPr>
      </w:pPr>
      <w:hyperlink w:anchor="_Toc159412593" w:history="1">
        <w:r w:rsidR="00E445C8" w:rsidRPr="00F95CA5">
          <w:rPr>
            <w:rStyle w:val="Hypertextovodkaz"/>
          </w:rPr>
          <w:t>3.</w:t>
        </w:r>
        <w:r w:rsidR="00E445C8">
          <w:rPr>
            <w:rFonts w:eastAsiaTheme="minorEastAsia"/>
            <w:caps w:val="0"/>
            <w:noProof/>
            <w:sz w:val="22"/>
            <w:szCs w:val="22"/>
            <w:lang w:eastAsia="cs-CZ"/>
          </w:rPr>
          <w:tab/>
        </w:r>
        <w:r w:rsidR="00E445C8" w:rsidRPr="00F95CA5">
          <w:rPr>
            <w:rStyle w:val="Hypertextovodkaz"/>
          </w:rPr>
          <w:t>KOMUNIKACE MEZI ZADAVATELEM a DODAVATELEM</w:t>
        </w:r>
        <w:r w:rsidR="00E445C8">
          <w:rPr>
            <w:noProof/>
            <w:webHidden/>
          </w:rPr>
          <w:tab/>
        </w:r>
        <w:r w:rsidR="00E445C8">
          <w:rPr>
            <w:noProof/>
            <w:webHidden/>
          </w:rPr>
          <w:fldChar w:fldCharType="begin"/>
        </w:r>
        <w:r w:rsidR="00E445C8">
          <w:rPr>
            <w:noProof/>
            <w:webHidden/>
          </w:rPr>
          <w:instrText xml:space="preserve"> PAGEREF _Toc159412593 \h </w:instrText>
        </w:r>
        <w:r w:rsidR="00E445C8">
          <w:rPr>
            <w:noProof/>
            <w:webHidden/>
          </w:rPr>
        </w:r>
        <w:r w:rsidR="00E445C8">
          <w:rPr>
            <w:noProof/>
            <w:webHidden/>
          </w:rPr>
          <w:fldChar w:fldCharType="separate"/>
        </w:r>
        <w:r w:rsidR="00143057">
          <w:rPr>
            <w:noProof/>
            <w:webHidden/>
          </w:rPr>
          <w:t>4</w:t>
        </w:r>
        <w:r w:rsidR="00E445C8">
          <w:rPr>
            <w:noProof/>
            <w:webHidden/>
          </w:rPr>
          <w:fldChar w:fldCharType="end"/>
        </w:r>
      </w:hyperlink>
    </w:p>
    <w:p w14:paraId="758E5E36" w14:textId="61CFBDCA" w:rsidR="00E445C8" w:rsidRDefault="00000000">
      <w:pPr>
        <w:pStyle w:val="Obsah1"/>
        <w:rPr>
          <w:rFonts w:eastAsiaTheme="minorEastAsia"/>
          <w:caps w:val="0"/>
          <w:noProof/>
          <w:sz w:val="22"/>
          <w:szCs w:val="22"/>
          <w:lang w:eastAsia="cs-CZ"/>
        </w:rPr>
      </w:pPr>
      <w:hyperlink w:anchor="_Toc159412594" w:history="1">
        <w:r w:rsidR="00E445C8" w:rsidRPr="00F95CA5">
          <w:rPr>
            <w:rStyle w:val="Hypertextovodkaz"/>
          </w:rPr>
          <w:t>4.</w:t>
        </w:r>
        <w:r w:rsidR="00E445C8">
          <w:rPr>
            <w:rFonts w:eastAsiaTheme="minorEastAsia"/>
            <w:caps w:val="0"/>
            <w:noProof/>
            <w:sz w:val="22"/>
            <w:szCs w:val="22"/>
            <w:lang w:eastAsia="cs-CZ"/>
          </w:rPr>
          <w:tab/>
        </w:r>
        <w:r w:rsidR="00E445C8" w:rsidRPr="00F95CA5">
          <w:rPr>
            <w:rStyle w:val="Hypertextovodkaz"/>
          </w:rPr>
          <w:t>ÚČEL a PŘEDMĚT PLNĚNÍ VEŘEJNÉ ZAKÁZKY</w:t>
        </w:r>
        <w:r w:rsidR="00E445C8">
          <w:rPr>
            <w:noProof/>
            <w:webHidden/>
          </w:rPr>
          <w:tab/>
        </w:r>
        <w:r w:rsidR="00E445C8">
          <w:rPr>
            <w:noProof/>
            <w:webHidden/>
          </w:rPr>
          <w:fldChar w:fldCharType="begin"/>
        </w:r>
        <w:r w:rsidR="00E445C8">
          <w:rPr>
            <w:noProof/>
            <w:webHidden/>
          </w:rPr>
          <w:instrText xml:space="preserve"> PAGEREF _Toc159412594 \h </w:instrText>
        </w:r>
        <w:r w:rsidR="00E445C8">
          <w:rPr>
            <w:noProof/>
            <w:webHidden/>
          </w:rPr>
        </w:r>
        <w:r w:rsidR="00E445C8">
          <w:rPr>
            <w:noProof/>
            <w:webHidden/>
          </w:rPr>
          <w:fldChar w:fldCharType="separate"/>
        </w:r>
        <w:r w:rsidR="00143057">
          <w:rPr>
            <w:noProof/>
            <w:webHidden/>
          </w:rPr>
          <w:t>4</w:t>
        </w:r>
        <w:r w:rsidR="00E445C8">
          <w:rPr>
            <w:noProof/>
            <w:webHidden/>
          </w:rPr>
          <w:fldChar w:fldCharType="end"/>
        </w:r>
      </w:hyperlink>
    </w:p>
    <w:p w14:paraId="71C140D0" w14:textId="135366F4" w:rsidR="00E445C8" w:rsidRDefault="00000000">
      <w:pPr>
        <w:pStyle w:val="Obsah1"/>
        <w:rPr>
          <w:rFonts w:eastAsiaTheme="minorEastAsia"/>
          <w:caps w:val="0"/>
          <w:noProof/>
          <w:sz w:val="22"/>
          <w:szCs w:val="22"/>
          <w:lang w:eastAsia="cs-CZ"/>
        </w:rPr>
      </w:pPr>
      <w:hyperlink w:anchor="_Toc159412595" w:history="1">
        <w:r w:rsidR="00E445C8" w:rsidRPr="00F95CA5">
          <w:rPr>
            <w:rStyle w:val="Hypertextovodkaz"/>
          </w:rPr>
          <w:t>5.</w:t>
        </w:r>
        <w:r w:rsidR="00E445C8">
          <w:rPr>
            <w:rFonts w:eastAsiaTheme="minorEastAsia"/>
            <w:caps w:val="0"/>
            <w:noProof/>
            <w:sz w:val="22"/>
            <w:szCs w:val="22"/>
            <w:lang w:eastAsia="cs-CZ"/>
          </w:rPr>
          <w:tab/>
        </w:r>
        <w:r w:rsidR="00E445C8" w:rsidRPr="00F95CA5">
          <w:rPr>
            <w:rStyle w:val="Hypertextovodkaz"/>
          </w:rPr>
          <w:t>ZDROJE FINANCOVÁNÍ a PŘEDPOKLÁDANÁ HODNOTA VEŘEJNÉ ZAKÁZKY</w:t>
        </w:r>
        <w:r w:rsidR="00E445C8">
          <w:rPr>
            <w:noProof/>
            <w:webHidden/>
          </w:rPr>
          <w:tab/>
        </w:r>
        <w:r w:rsidR="00E445C8">
          <w:rPr>
            <w:noProof/>
            <w:webHidden/>
          </w:rPr>
          <w:fldChar w:fldCharType="begin"/>
        </w:r>
        <w:r w:rsidR="00E445C8">
          <w:rPr>
            <w:noProof/>
            <w:webHidden/>
          </w:rPr>
          <w:instrText xml:space="preserve"> PAGEREF _Toc159412595 \h </w:instrText>
        </w:r>
        <w:r w:rsidR="00E445C8">
          <w:rPr>
            <w:noProof/>
            <w:webHidden/>
          </w:rPr>
        </w:r>
        <w:r w:rsidR="00E445C8">
          <w:rPr>
            <w:noProof/>
            <w:webHidden/>
          </w:rPr>
          <w:fldChar w:fldCharType="separate"/>
        </w:r>
        <w:r w:rsidR="00143057">
          <w:rPr>
            <w:noProof/>
            <w:webHidden/>
          </w:rPr>
          <w:t>5</w:t>
        </w:r>
        <w:r w:rsidR="00E445C8">
          <w:rPr>
            <w:noProof/>
            <w:webHidden/>
          </w:rPr>
          <w:fldChar w:fldCharType="end"/>
        </w:r>
      </w:hyperlink>
    </w:p>
    <w:p w14:paraId="1DE06DDD" w14:textId="24A45CE6" w:rsidR="00E445C8" w:rsidRDefault="00000000">
      <w:pPr>
        <w:pStyle w:val="Obsah1"/>
        <w:rPr>
          <w:rFonts w:eastAsiaTheme="minorEastAsia"/>
          <w:caps w:val="0"/>
          <w:noProof/>
          <w:sz w:val="22"/>
          <w:szCs w:val="22"/>
          <w:lang w:eastAsia="cs-CZ"/>
        </w:rPr>
      </w:pPr>
      <w:hyperlink w:anchor="_Toc159412596" w:history="1">
        <w:r w:rsidR="00E445C8" w:rsidRPr="00F95CA5">
          <w:rPr>
            <w:rStyle w:val="Hypertextovodkaz"/>
          </w:rPr>
          <w:t>6.</w:t>
        </w:r>
        <w:r w:rsidR="00E445C8">
          <w:rPr>
            <w:rFonts w:eastAsiaTheme="minorEastAsia"/>
            <w:caps w:val="0"/>
            <w:noProof/>
            <w:sz w:val="22"/>
            <w:szCs w:val="22"/>
            <w:lang w:eastAsia="cs-CZ"/>
          </w:rPr>
          <w:tab/>
        </w:r>
        <w:r w:rsidR="00E445C8" w:rsidRPr="00F95CA5">
          <w:rPr>
            <w:rStyle w:val="Hypertextovodkaz"/>
          </w:rPr>
          <w:t>OBSAH ZADÁVACÍ DOKUMENTACE</w:t>
        </w:r>
        <w:r w:rsidR="00E445C8">
          <w:rPr>
            <w:noProof/>
            <w:webHidden/>
          </w:rPr>
          <w:tab/>
        </w:r>
        <w:r w:rsidR="00E445C8">
          <w:rPr>
            <w:noProof/>
            <w:webHidden/>
          </w:rPr>
          <w:fldChar w:fldCharType="begin"/>
        </w:r>
        <w:r w:rsidR="00E445C8">
          <w:rPr>
            <w:noProof/>
            <w:webHidden/>
          </w:rPr>
          <w:instrText xml:space="preserve"> PAGEREF _Toc159412596 \h </w:instrText>
        </w:r>
        <w:r w:rsidR="00E445C8">
          <w:rPr>
            <w:noProof/>
            <w:webHidden/>
          </w:rPr>
        </w:r>
        <w:r w:rsidR="00E445C8">
          <w:rPr>
            <w:noProof/>
            <w:webHidden/>
          </w:rPr>
          <w:fldChar w:fldCharType="separate"/>
        </w:r>
        <w:r w:rsidR="00143057">
          <w:rPr>
            <w:noProof/>
            <w:webHidden/>
          </w:rPr>
          <w:t>5</w:t>
        </w:r>
        <w:r w:rsidR="00E445C8">
          <w:rPr>
            <w:noProof/>
            <w:webHidden/>
          </w:rPr>
          <w:fldChar w:fldCharType="end"/>
        </w:r>
      </w:hyperlink>
    </w:p>
    <w:p w14:paraId="45E38C54" w14:textId="41D7AE0A" w:rsidR="00E445C8" w:rsidRDefault="00000000">
      <w:pPr>
        <w:pStyle w:val="Obsah1"/>
        <w:rPr>
          <w:rFonts w:eastAsiaTheme="minorEastAsia"/>
          <w:caps w:val="0"/>
          <w:noProof/>
          <w:sz w:val="22"/>
          <w:szCs w:val="22"/>
          <w:lang w:eastAsia="cs-CZ"/>
        </w:rPr>
      </w:pPr>
      <w:hyperlink w:anchor="_Toc159412597" w:history="1">
        <w:r w:rsidR="00E445C8" w:rsidRPr="00F95CA5">
          <w:rPr>
            <w:rStyle w:val="Hypertextovodkaz"/>
          </w:rPr>
          <w:t>7.</w:t>
        </w:r>
        <w:r w:rsidR="00E445C8">
          <w:rPr>
            <w:rFonts w:eastAsiaTheme="minorEastAsia"/>
            <w:caps w:val="0"/>
            <w:noProof/>
            <w:sz w:val="22"/>
            <w:szCs w:val="22"/>
            <w:lang w:eastAsia="cs-CZ"/>
          </w:rPr>
          <w:tab/>
        </w:r>
        <w:r w:rsidR="00E445C8" w:rsidRPr="00F95CA5">
          <w:rPr>
            <w:rStyle w:val="Hypertextovodkaz"/>
          </w:rPr>
          <w:t>VYSVĚTLENÍ, ZMĚNY a DOPLNĚNÍ ZADÁVACÍ DOKUMENTACE</w:t>
        </w:r>
        <w:r w:rsidR="00E445C8">
          <w:rPr>
            <w:noProof/>
            <w:webHidden/>
          </w:rPr>
          <w:tab/>
        </w:r>
        <w:r w:rsidR="00E445C8">
          <w:rPr>
            <w:noProof/>
            <w:webHidden/>
          </w:rPr>
          <w:fldChar w:fldCharType="begin"/>
        </w:r>
        <w:r w:rsidR="00E445C8">
          <w:rPr>
            <w:noProof/>
            <w:webHidden/>
          </w:rPr>
          <w:instrText xml:space="preserve"> PAGEREF _Toc159412597 \h </w:instrText>
        </w:r>
        <w:r w:rsidR="00E445C8">
          <w:rPr>
            <w:noProof/>
            <w:webHidden/>
          </w:rPr>
        </w:r>
        <w:r w:rsidR="00E445C8">
          <w:rPr>
            <w:noProof/>
            <w:webHidden/>
          </w:rPr>
          <w:fldChar w:fldCharType="separate"/>
        </w:r>
        <w:r w:rsidR="00143057">
          <w:rPr>
            <w:noProof/>
            <w:webHidden/>
          </w:rPr>
          <w:t>6</w:t>
        </w:r>
        <w:r w:rsidR="00E445C8">
          <w:rPr>
            <w:noProof/>
            <w:webHidden/>
          </w:rPr>
          <w:fldChar w:fldCharType="end"/>
        </w:r>
      </w:hyperlink>
    </w:p>
    <w:p w14:paraId="458B5293" w14:textId="4E6D5CBE" w:rsidR="00E445C8" w:rsidRDefault="00000000">
      <w:pPr>
        <w:pStyle w:val="Obsah1"/>
        <w:rPr>
          <w:rFonts w:eastAsiaTheme="minorEastAsia"/>
          <w:caps w:val="0"/>
          <w:noProof/>
          <w:sz w:val="22"/>
          <w:szCs w:val="22"/>
          <w:lang w:eastAsia="cs-CZ"/>
        </w:rPr>
      </w:pPr>
      <w:hyperlink w:anchor="_Toc159412598" w:history="1">
        <w:r w:rsidR="00E445C8" w:rsidRPr="00F95CA5">
          <w:rPr>
            <w:rStyle w:val="Hypertextovodkaz"/>
          </w:rPr>
          <w:t>8.</w:t>
        </w:r>
        <w:r w:rsidR="00E445C8">
          <w:rPr>
            <w:rFonts w:eastAsiaTheme="minorEastAsia"/>
            <w:caps w:val="0"/>
            <w:noProof/>
            <w:sz w:val="22"/>
            <w:szCs w:val="22"/>
            <w:lang w:eastAsia="cs-CZ"/>
          </w:rPr>
          <w:tab/>
        </w:r>
        <w:r w:rsidR="00E445C8" w:rsidRPr="00F95CA5">
          <w:rPr>
            <w:rStyle w:val="Hypertextovodkaz"/>
          </w:rPr>
          <w:t>POŽADAVKY ZADAVATELE NA KVALIFIKACI</w:t>
        </w:r>
        <w:r w:rsidR="00E445C8">
          <w:rPr>
            <w:noProof/>
            <w:webHidden/>
          </w:rPr>
          <w:tab/>
        </w:r>
        <w:r w:rsidR="00E445C8">
          <w:rPr>
            <w:noProof/>
            <w:webHidden/>
          </w:rPr>
          <w:fldChar w:fldCharType="begin"/>
        </w:r>
        <w:r w:rsidR="00E445C8">
          <w:rPr>
            <w:noProof/>
            <w:webHidden/>
          </w:rPr>
          <w:instrText xml:space="preserve"> PAGEREF _Toc159412598 \h </w:instrText>
        </w:r>
        <w:r w:rsidR="00E445C8">
          <w:rPr>
            <w:noProof/>
            <w:webHidden/>
          </w:rPr>
        </w:r>
        <w:r w:rsidR="00E445C8">
          <w:rPr>
            <w:noProof/>
            <w:webHidden/>
          </w:rPr>
          <w:fldChar w:fldCharType="separate"/>
        </w:r>
        <w:r w:rsidR="00143057">
          <w:rPr>
            <w:noProof/>
            <w:webHidden/>
          </w:rPr>
          <w:t>6</w:t>
        </w:r>
        <w:r w:rsidR="00E445C8">
          <w:rPr>
            <w:noProof/>
            <w:webHidden/>
          </w:rPr>
          <w:fldChar w:fldCharType="end"/>
        </w:r>
      </w:hyperlink>
    </w:p>
    <w:p w14:paraId="0CEBA600" w14:textId="1233FE4B" w:rsidR="00E445C8" w:rsidRDefault="00000000">
      <w:pPr>
        <w:pStyle w:val="Obsah1"/>
        <w:rPr>
          <w:rFonts w:eastAsiaTheme="minorEastAsia"/>
          <w:caps w:val="0"/>
          <w:noProof/>
          <w:sz w:val="22"/>
          <w:szCs w:val="22"/>
          <w:lang w:eastAsia="cs-CZ"/>
        </w:rPr>
      </w:pPr>
      <w:hyperlink w:anchor="_Toc159412599" w:history="1">
        <w:r w:rsidR="00E445C8" w:rsidRPr="00F95CA5">
          <w:rPr>
            <w:rStyle w:val="Hypertextovodkaz"/>
          </w:rPr>
          <w:t>9.</w:t>
        </w:r>
        <w:r w:rsidR="00E445C8">
          <w:rPr>
            <w:rFonts w:eastAsiaTheme="minorEastAsia"/>
            <w:caps w:val="0"/>
            <w:noProof/>
            <w:sz w:val="22"/>
            <w:szCs w:val="22"/>
            <w:lang w:eastAsia="cs-CZ"/>
          </w:rPr>
          <w:tab/>
        </w:r>
        <w:r w:rsidR="00E445C8" w:rsidRPr="00F95CA5">
          <w:rPr>
            <w:rStyle w:val="Hypertextovodkaz"/>
          </w:rPr>
          <w:t>DALŠÍ INFORMACE/DOKUMENTY PŘEDKLÁDANÉ DODAVATELEM v NABÍDCE</w:t>
        </w:r>
        <w:r w:rsidR="00E445C8">
          <w:rPr>
            <w:noProof/>
            <w:webHidden/>
          </w:rPr>
          <w:tab/>
        </w:r>
        <w:r w:rsidR="00E445C8">
          <w:rPr>
            <w:noProof/>
            <w:webHidden/>
          </w:rPr>
          <w:fldChar w:fldCharType="begin"/>
        </w:r>
        <w:r w:rsidR="00E445C8">
          <w:rPr>
            <w:noProof/>
            <w:webHidden/>
          </w:rPr>
          <w:instrText xml:space="preserve"> PAGEREF _Toc159412599 \h </w:instrText>
        </w:r>
        <w:r w:rsidR="00E445C8">
          <w:rPr>
            <w:noProof/>
            <w:webHidden/>
          </w:rPr>
        </w:r>
        <w:r w:rsidR="00E445C8">
          <w:rPr>
            <w:noProof/>
            <w:webHidden/>
          </w:rPr>
          <w:fldChar w:fldCharType="separate"/>
        </w:r>
        <w:r w:rsidR="00143057">
          <w:rPr>
            <w:noProof/>
            <w:webHidden/>
          </w:rPr>
          <w:t>19</w:t>
        </w:r>
        <w:r w:rsidR="00E445C8">
          <w:rPr>
            <w:noProof/>
            <w:webHidden/>
          </w:rPr>
          <w:fldChar w:fldCharType="end"/>
        </w:r>
      </w:hyperlink>
    </w:p>
    <w:p w14:paraId="474C043F" w14:textId="31B8F306" w:rsidR="00E445C8" w:rsidRDefault="00000000">
      <w:pPr>
        <w:pStyle w:val="Obsah1"/>
        <w:rPr>
          <w:rFonts w:eastAsiaTheme="minorEastAsia"/>
          <w:caps w:val="0"/>
          <w:noProof/>
          <w:sz w:val="22"/>
          <w:szCs w:val="22"/>
          <w:lang w:eastAsia="cs-CZ"/>
        </w:rPr>
      </w:pPr>
      <w:hyperlink w:anchor="_Toc159412600" w:history="1">
        <w:r w:rsidR="00E445C8" w:rsidRPr="00F95CA5">
          <w:rPr>
            <w:rStyle w:val="Hypertextovodkaz"/>
          </w:rPr>
          <w:t>10.</w:t>
        </w:r>
        <w:r w:rsidR="00E445C8">
          <w:rPr>
            <w:rFonts w:eastAsiaTheme="minorEastAsia"/>
            <w:caps w:val="0"/>
            <w:noProof/>
            <w:sz w:val="22"/>
            <w:szCs w:val="22"/>
            <w:lang w:eastAsia="cs-CZ"/>
          </w:rPr>
          <w:tab/>
        </w:r>
        <w:r w:rsidR="00E445C8" w:rsidRPr="00F95CA5">
          <w:rPr>
            <w:rStyle w:val="Hypertextovodkaz"/>
          </w:rPr>
          <w:t>JAZYK NABÍDEK A KOMUNIKAČNÍ JAZYK</w:t>
        </w:r>
        <w:r w:rsidR="00E445C8">
          <w:rPr>
            <w:noProof/>
            <w:webHidden/>
          </w:rPr>
          <w:tab/>
        </w:r>
        <w:r w:rsidR="00E445C8">
          <w:rPr>
            <w:noProof/>
            <w:webHidden/>
          </w:rPr>
          <w:fldChar w:fldCharType="begin"/>
        </w:r>
        <w:r w:rsidR="00E445C8">
          <w:rPr>
            <w:noProof/>
            <w:webHidden/>
          </w:rPr>
          <w:instrText xml:space="preserve"> PAGEREF _Toc159412600 \h </w:instrText>
        </w:r>
        <w:r w:rsidR="00E445C8">
          <w:rPr>
            <w:noProof/>
            <w:webHidden/>
          </w:rPr>
        </w:r>
        <w:r w:rsidR="00E445C8">
          <w:rPr>
            <w:noProof/>
            <w:webHidden/>
          </w:rPr>
          <w:fldChar w:fldCharType="separate"/>
        </w:r>
        <w:r w:rsidR="00143057">
          <w:rPr>
            <w:noProof/>
            <w:webHidden/>
          </w:rPr>
          <w:t>21</w:t>
        </w:r>
        <w:r w:rsidR="00E445C8">
          <w:rPr>
            <w:noProof/>
            <w:webHidden/>
          </w:rPr>
          <w:fldChar w:fldCharType="end"/>
        </w:r>
      </w:hyperlink>
    </w:p>
    <w:p w14:paraId="4A4BD235" w14:textId="5B38A75A" w:rsidR="00E445C8" w:rsidRDefault="00000000">
      <w:pPr>
        <w:pStyle w:val="Obsah1"/>
        <w:rPr>
          <w:rFonts w:eastAsiaTheme="minorEastAsia"/>
          <w:caps w:val="0"/>
          <w:noProof/>
          <w:sz w:val="22"/>
          <w:szCs w:val="22"/>
          <w:lang w:eastAsia="cs-CZ"/>
        </w:rPr>
      </w:pPr>
      <w:hyperlink w:anchor="_Toc159412601" w:history="1">
        <w:r w:rsidR="00E445C8" w:rsidRPr="00F95CA5">
          <w:rPr>
            <w:rStyle w:val="Hypertextovodkaz"/>
          </w:rPr>
          <w:t>11.</w:t>
        </w:r>
        <w:r w:rsidR="00E445C8">
          <w:rPr>
            <w:rFonts w:eastAsiaTheme="minorEastAsia"/>
            <w:caps w:val="0"/>
            <w:noProof/>
            <w:sz w:val="22"/>
            <w:szCs w:val="22"/>
            <w:lang w:eastAsia="cs-CZ"/>
          </w:rPr>
          <w:tab/>
        </w:r>
        <w:r w:rsidR="00E445C8" w:rsidRPr="00F95CA5">
          <w:rPr>
            <w:rStyle w:val="Hypertextovodkaz"/>
          </w:rPr>
          <w:t>OBSAH a PODÁVÁNÍ NABÍDEK</w:t>
        </w:r>
        <w:r w:rsidR="00E445C8">
          <w:rPr>
            <w:noProof/>
            <w:webHidden/>
          </w:rPr>
          <w:tab/>
        </w:r>
        <w:r w:rsidR="00E445C8">
          <w:rPr>
            <w:noProof/>
            <w:webHidden/>
          </w:rPr>
          <w:fldChar w:fldCharType="begin"/>
        </w:r>
        <w:r w:rsidR="00E445C8">
          <w:rPr>
            <w:noProof/>
            <w:webHidden/>
          </w:rPr>
          <w:instrText xml:space="preserve"> PAGEREF _Toc159412601 \h </w:instrText>
        </w:r>
        <w:r w:rsidR="00E445C8">
          <w:rPr>
            <w:noProof/>
            <w:webHidden/>
          </w:rPr>
        </w:r>
        <w:r w:rsidR="00E445C8">
          <w:rPr>
            <w:noProof/>
            <w:webHidden/>
          </w:rPr>
          <w:fldChar w:fldCharType="separate"/>
        </w:r>
        <w:r w:rsidR="00143057">
          <w:rPr>
            <w:noProof/>
            <w:webHidden/>
          </w:rPr>
          <w:t>22</w:t>
        </w:r>
        <w:r w:rsidR="00E445C8">
          <w:rPr>
            <w:noProof/>
            <w:webHidden/>
          </w:rPr>
          <w:fldChar w:fldCharType="end"/>
        </w:r>
      </w:hyperlink>
    </w:p>
    <w:p w14:paraId="59CC159E" w14:textId="684DF5AA" w:rsidR="00E445C8" w:rsidRDefault="00000000">
      <w:pPr>
        <w:pStyle w:val="Obsah1"/>
        <w:rPr>
          <w:rFonts w:eastAsiaTheme="minorEastAsia"/>
          <w:caps w:val="0"/>
          <w:noProof/>
          <w:sz w:val="22"/>
          <w:szCs w:val="22"/>
          <w:lang w:eastAsia="cs-CZ"/>
        </w:rPr>
      </w:pPr>
      <w:hyperlink w:anchor="_Toc159412602" w:history="1">
        <w:r w:rsidR="00E445C8" w:rsidRPr="00F95CA5">
          <w:rPr>
            <w:rStyle w:val="Hypertextovodkaz"/>
          </w:rPr>
          <w:t>12.</w:t>
        </w:r>
        <w:r w:rsidR="00E445C8">
          <w:rPr>
            <w:rFonts w:eastAsiaTheme="minorEastAsia"/>
            <w:caps w:val="0"/>
            <w:noProof/>
            <w:sz w:val="22"/>
            <w:szCs w:val="22"/>
            <w:lang w:eastAsia="cs-CZ"/>
          </w:rPr>
          <w:tab/>
        </w:r>
        <w:r w:rsidR="00E445C8" w:rsidRPr="00F95CA5">
          <w:rPr>
            <w:rStyle w:val="Hypertextovodkaz"/>
          </w:rPr>
          <w:t>POŽADAVKY NA ZPRACOVÁNÍ NABÍDKOVÉ CENY</w:t>
        </w:r>
        <w:r w:rsidR="00E445C8">
          <w:rPr>
            <w:noProof/>
            <w:webHidden/>
          </w:rPr>
          <w:tab/>
        </w:r>
        <w:r w:rsidR="00E445C8">
          <w:rPr>
            <w:noProof/>
            <w:webHidden/>
          </w:rPr>
          <w:fldChar w:fldCharType="begin"/>
        </w:r>
        <w:r w:rsidR="00E445C8">
          <w:rPr>
            <w:noProof/>
            <w:webHidden/>
          </w:rPr>
          <w:instrText xml:space="preserve"> PAGEREF _Toc159412602 \h </w:instrText>
        </w:r>
        <w:r w:rsidR="00E445C8">
          <w:rPr>
            <w:noProof/>
            <w:webHidden/>
          </w:rPr>
        </w:r>
        <w:r w:rsidR="00E445C8">
          <w:rPr>
            <w:noProof/>
            <w:webHidden/>
          </w:rPr>
          <w:fldChar w:fldCharType="separate"/>
        </w:r>
        <w:r w:rsidR="00143057">
          <w:rPr>
            <w:noProof/>
            <w:webHidden/>
          </w:rPr>
          <w:t>24</w:t>
        </w:r>
        <w:r w:rsidR="00E445C8">
          <w:rPr>
            <w:noProof/>
            <w:webHidden/>
          </w:rPr>
          <w:fldChar w:fldCharType="end"/>
        </w:r>
      </w:hyperlink>
    </w:p>
    <w:p w14:paraId="05662A7D" w14:textId="68722C7E" w:rsidR="00E445C8" w:rsidRDefault="00000000">
      <w:pPr>
        <w:pStyle w:val="Obsah1"/>
        <w:rPr>
          <w:rFonts w:eastAsiaTheme="minorEastAsia"/>
          <w:caps w:val="0"/>
          <w:noProof/>
          <w:sz w:val="22"/>
          <w:szCs w:val="22"/>
          <w:lang w:eastAsia="cs-CZ"/>
        </w:rPr>
      </w:pPr>
      <w:hyperlink w:anchor="_Toc159412603" w:history="1">
        <w:r w:rsidR="00E445C8" w:rsidRPr="00F95CA5">
          <w:rPr>
            <w:rStyle w:val="Hypertextovodkaz"/>
          </w:rPr>
          <w:t>13.</w:t>
        </w:r>
        <w:r w:rsidR="00E445C8">
          <w:rPr>
            <w:rFonts w:eastAsiaTheme="minorEastAsia"/>
            <w:caps w:val="0"/>
            <w:noProof/>
            <w:sz w:val="22"/>
            <w:szCs w:val="22"/>
            <w:lang w:eastAsia="cs-CZ"/>
          </w:rPr>
          <w:tab/>
        </w:r>
        <w:r w:rsidR="00E445C8" w:rsidRPr="00F95CA5">
          <w:rPr>
            <w:rStyle w:val="Hypertextovodkaz"/>
          </w:rPr>
          <w:t>VARIANTY NABÍDKY</w:t>
        </w:r>
        <w:r w:rsidR="00E445C8">
          <w:rPr>
            <w:noProof/>
            <w:webHidden/>
          </w:rPr>
          <w:tab/>
        </w:r>
        <w:r w:rsidR="00E445C8">
          <w:rPr>
            <w:noProof/>
            <w:webHidden/>
          </w:rPr>
          <w:fldChar w:fldCharType="begin"/>
        </w:r>
        <w:r w:rsidR="00E445C8">
          <w:rPr>
            <w:noProof/>
            <w:webHidden/>
          </w:rPr>
          <w:instrText xml:space="preserve"> PAGEREF _Toc159412603 \h </w:instrText>
        </w:r>
        <w:r w:rsidR="00E445C8">
          <w:rPr>
            <w:noProof/>
            <w:webHidden/>
          </w:rPr>
        </w:r>
        <w:r w:rsidR="00E445C8">
          <w:rPr>
            <w:noProof/>
            <w:webHidden/>
          </w:rPr>
          <w:fldChar w:fldCharType="separate"/>
        </w:r>
        <w:r w:rsidR="00143057">
          <w:rPr>
            <w:noProof/>
            <w:webHidden/>
          </w:rPr>
          <w:t>24</w:t>
        </w:r>
        <w:r w:rsidR="00E445C8">
          <w:rPr>
            <w:noProof/>
            <w:webHidden/>
          </w:rPr>
          <w:fldChar w:fldCharType="end"/>
        </w:r>
      </w:hyperlink>
    </w:p>
    <w:p w14:paraId="3B78B9F4" w14:textId="4C068E46" w:rsidR="00E445C8" w:rsidRDefault="00000000">
      <w:pPr>
        <w:pStyle w:val="Obsah1"/>
        <w:rPr>
          <w:rFonts w:eastAsiaTheme="minorEastAsia"/>
          <w:caps w:val="0"/>
          <w:noProof/>
          <w:sz w:val="22"/>
          <w:szCs w:val="22"/>
          <w:lang w:eastAsia="cs-CZ"/>
        </w:rPr>
      </w:pPr>
      <w:hyperlink w:anchor="_Toc159412604" w:history="1">
        <w:r w:rsidR="00E445C8" w:rsidRPr="00F95CA5">
          <w:rPr>
            <w:rStyle w:val="Hypertextovodkaz"/>
          </w:rPr>
          <w:t>14.</w:t>
        </w:r>
        <w:r w:rsidR="00E445C8">
          <w:rPr>
            <w:rFonts w:eastAsiaTheme="minorEastAsia"/>
            <w:caps w:val="0"/>
            <w:noProof/>
            <w:sz w:val="22"/>
            <w:szCs w:val="22"/>
            <w:lang w:eastAsia="cs-CZ"/>
          </w:rPr>
          <w:tab/>
        </w:r>
        <w:r w:rsidR="00E445C8" w:rsidRPr="00F95CA5">
          <w:rPr>
            <w:rStyle w:val="Hypertextovodkaz"/>
          </w:rPr>
          <w:t>OTEVÍRÁNÍ NABÍDEK</w:t>
        </w:r>
        <w:r w:rsidR="00E445C8">
          <w:rPr>
            <w:noProof/>
            <w:webHidden/>
          </w:rPr>
          <w:tab/>
        </w:r>
        <w:r w:rsidR="00E445C8">
          <w:rPr>
            <w:noProof/>
            <w:webHidden/>
          </w:rPr>
          <w:fldChar w:fldCharType="begin"/>
        </w:r>
        <w:r w:rsidR="00E445C8">
          <w:rPr>
            <w:noProof/>
            <w:webHidden/>
          </w:rPr>
          <w:instrText xml:space="preserve"> PAGEREF _Toc159412604 \h </w:instrText>
        </w:r>
        <w:r w:rsidR="00E445C8">
          <w:rPr>
            <w:noProof/>
            <w:webHidden/>
          </w:rPr>
        </w:r>
        <w:r w:rsidR="00E445C8">
          <w:rPr>
            <w:noProof/>
            <w:webHidden/>
          </w:rPr>
          <w:fldChar w:fldCharType="separate"/>
        </w:r>
        <w:r w:rsidR="00143057">
          <w:rPr>
            <w:noProof/>
            <w:webHidden/>
          </w:rPr>
          <w:t>24</w:t>
        </w:r>
        <w:r w:rsidR="00E445C8">
          <w:rPr>
            <w:noProof/>
            <w:webHidden/>
          </w:rPr>
          <w:fldChar w:fldCharType="end"/>
        </w:r>
      </w:hyperlink>
    </w:p>
    <w:p w14:paraId="2182967E" w14:textId="6634A22E" w:rsidR="00E445C8" w:rsidRDefault="00000000">
      <w:pPr>
        <w:pStyle w:val="Obsah1"/>
        <w:rPr>
          <w:rFonts w:eastAsiaTheme="minorEastAsia"/>
          <w:caps w:val="0"/>
          <w:noProof/>
          <w:sz w:val="22"/>
          <w:szCs w:val="22"/>
          <w:lang w:eastAsia="cs-CZ"/>
        </w:rPr>
      </w:pPr>
      <w:hyperlink w:anchor="_Toc159412605" w:history="1">
        <w:r w:rsidR="00E445C8" w:rsidRPr="00F95CA5">
          <w:rPr>
            <w:rStyle w:val="Hypertextovodkaz"/>
          </w:rPr>
          <w:t>15.</w:t>
        </w:r>
        <w:r w:rsidR="00E445C8">
          <w:rPr>
            <w:rFonts w:eastAsiaTheme="minorEastAsia"/>
            <w:caps w:val="0"/>
            <w:noProof/>
            <w:sz w:val="22"/>
            <w:szCs w:val="22"/>
            <w:lang w:eastAsia="cs-CZ"/>
          </w:rPr>
          <w:tab/>
        </w:r>
        <w:r w:rsidR="00E445C8" w:rsidRPr="00F95CA5">
          <w:rPr>
            <w:rStyle w:val="Hypertextovodkaz"/>
          </w:rPr>
          <w:t>POSOUZENÍ SPLNĚNÍ PODMÍNEK ÚČASTI</w:t>
        </w:r>
        <w:r w:rsidR="00E445C8">
          <w:rPr>
            <w:noProof/>
            <w:webHidden/>
          </w:rPr>
          <w:tab/>
        </w:r>
        <w:r w:rsidR="00E445C8">
          <w:rPr>
            <w:noProof/>
            <w:webHidden/>
          </w:rPr>
          <w:fldChar w:fldCharType="begin"/>
        </w:r>
        <w:r w:rsidR="00E445C8">
          <w:rPr>
            <w:noProof/>
            <w:webHidden/>
          </w:rPr>
          <w:instrText xml:space="preserve"> PAGEREF _Toc159412605 \h </w:instrText>
        </w:r>
        <w:r w:rsidR="00E445C8">
          <w:rPr>
            <w:noProof/>
            <w:webHidden/>
          </w:rPr>
        </w:r>
        <w:r w:rsidR="00E445C8">
          <w:rPr>
            <w:noProof/>
            <w:webHidden/>
          </w:rPr>
          <w:fldChar w:fldCharType="separate"/>
        </w:r>
        <w:r w:rsidR="00143057">
          <w:rPr>
            <w:noProof/>
            <w:webHidden/>
          </w:rPr>
          <w:t>24</w:t>
        </w:r>
        <w:r w:rsidR="00E445C8">
          <w:rPr>
            <w:noProof/>
            <w:webHidden/>
          </w:rPr>
          <w:fldChar w:fldCharType="end"/>
        </w:r>
      </w:hyperlink>
    </w:p>
    <w:p w14:paraId="29D412E0" w14:textId="5CE7376C" w:rsidR="00E445C8" w:rsidRDefault="00000000">
      <w:pPr>
        <w:pStyle w:val="Obsah1"/>
        <w:rPr>
          <w:rFonts w:eastAsiaTheme="minorEastAsia"/>
          <w:caps w:val="0"/>
          <w:noProof/>
          <w:sz w:val="22"/>
          <w:szCs w:val="22"/>
          <w:lang w:eastAsia="cs-CZ"/>
        </w:rPr>
      </w:pPr>
      <w:hyperlink w:anchor="_Toc159412606" w:history="1">
        <w:r w:rsidR="00E445C8" w:rsidRPr="00F95CA5">
          <w:rPr>
            <w:rStyle w:val="Hypertextovodkaz"/>
          </w:rPr>
          <w:t>16.</w:t>
        </w:r>
        <w:r w:rsidR="00E445C8">
          <w:rPr>
            <w:rFonts w:eastAsiaTheme="minorEastAsia"/>
            <w:caps w:val="0"/>
            <w:noProof/>
            <w:sz w:val="22"/>
            <w:szCs w:val="22"/>
            <w:lang w:eastAsia="cs-CZ"/>
          </w:rPr>
          <w:tab/>
        </w:r>
        <w:r w:rsidR="00E445C8" w:rsidRPr="00F95CA5">
          <w:rPr>
            <w:rStyle w:val="Hypertextovodkaz"/>
          </w:rPr>
          <w:t>HODNOCENÍ NABÍDEK</w:t>
        </w:r>
        <w:r w:rsidR="00E445C8">
          <w:rPr>
            <w:noProof/>
            <w:webHidden/>
          </w:rPr>
          <w:tab/>
        </w:r>
        <w:r w:rsidR="00E445C8">
          <w:rPr>
            <w:noProof/>
            <w:webHidden/>
          </w:rPr>
          <w:fldChar w:fldCharType="begin"/>
        </w:r>
        <w:r w:rsidR="00E445C8">
          <w:rPr>
            <w:noProof/>
            <w:webHidden/>
          </w:rPr>
          <w:instrText xml:space="preserve"> PAGEREF _Toc159412606 \h </w:instrText>
        </w:r>
        <w:r w:rsidR="00E445C8">
          <w:rPr>
            <w:noProof/>
            <w:webHidden/>
          </w:rPr>
        </w:r>
        <w:r w:rsidR="00E445C8">
          <w:rPr>
            <w:noProof/>
            <w:webHidden/>
          </w:rPr>
          <w:fldChar w:fldCharType="separate"/>
        </w:r>
        <w:r w:rsidR="00143057">
          <w:rPr>
            <w:noProof/>
            <w:webHidden/>
          </w:rPr>
          <w:t>25</w:t>
        </w:r>
        <w:r w:rsidR="00E445C8">
          <w:rPr>
            <w:noProof/>
            <w:webHidden/>
          </w:rPr>
          <w:fldChar w:fldCharType="end"/>
        </w:r>
      </w:hyperlink>
    </w:p>
    <w:p w14:paraId="47E4F091" w14:textId="73700F0D" w:rsidR="00E445C8" w:rsidRDefault="00000000">
      <w:pPr>
        <w:pStyle w:val="Obsah1"/>
        <w:rPr>
          <w:rFonts w:eastAsiaTheme="minorEastAsia"/>
          <w:caps w:val="0"/>
          <w:noProof/>
          <w:sz w:val="22"/>
          <w:szCs w:val="22"/>
          <w:lang w:eastAsia="cs-CZ"/>
        </w:rPr>
      </w:pPr>
      <w:hyperlink w:anchor="_Toc159412607" w:history="1">
        <w:r w:rsidR="00E445C8" w:rsidRPr="00F95CA5">
          <w:rPr>
            <w:rStyle w:val="Hypertextovodkaz"/>
          </w:rPr>
          <w:t>17.</w:t>
        </w:r>
        <w:r w:rsidR="00E445C8">
          <w:rPr>
            <w:rFonts w:eastAsiaTheme="minorEastAsia"/>
            <w:caps w:val="0"/>
            <w:noProof/>
            <w:sz w:val="22"/>
            <w:szCs w:val="22"/>
            <w:lang w:eastAsia="cs-CZ"/>
          </w:rPr>
          <w:tab/>
        </w:r>
        <w:r w:rsidR="00E445C8" w:rsidRPr="00F95CA5">
          <w:rPr>
            <w:rStyle w:val="Hypertextovodkaz"/>
          </w:rPr>
          <w:t>ZRUŠENÍ ZADÁVACÍHO ŘÍZENÍ</w:t>
        </w:r>
        <w:r w:rsidR="00E445C8">
          <w:rPr>
            <w:noProof/>
            <w:webHidden/>
          </w:rPr>
          <w:tab/>
        </w:r>
        <w:r w:rsidR="00E445C8">
          <w:rPr>
            <w:noProof/>
            <w:webHidden/>
          </w:rPr>
          <w:fldChar w:fldCharType="begin"/>
        </w:r>
        <w:r w:rsidR="00E445C8">
          <w:rPr>
            <w:noProof/>
            <w:webHidden/>
          </w:rPr>
          <w:instrText xml:space="preserve"> PAGEREF _Toc159412607 \h </w:instrText>
        </w:r>
        <w:r w:rsidR="00E445C8">
          <w:rPr>
            <w:noProof/>
            <w:webHidden/>
          </w:rPr>
        </w:r>
        <w:r w:rsidR="00E445C8">
          <w:rPr>
            <w:noProof/>
            <w:webHidden/>
          </w:rPr>
          <w:fldChar w:fldCharType="separate"/>
        </w:r>
        <w:r w:rsidR="00143057">
          <w:rPr>
            <w:noProof/>
            <w:webHidden/>
          </w:rPr>
          <w:t>30</w:t>
        </w:r>
        <w:r w:rsidR="00E445C8">
          <w:rPr>
            <w:noProof/>
            <w:webHidden/>
          </w:rPr>
          <w:fldChar w:fldCharType="end"/>
        </w:r>
      </w:hyperlink>
    </w:p>
    <w:p w14:paraId="34EDD8AC" w14:textId="3728C061" w:rsidR="00E445C8" w:rsidRDefault="00000000">
      <w:pPr>
        <w:pStyle w:val="Obsah1"/>
        <w:rPr>
          <w:rFonts w:eastAsiaTheme="minorEastAsia"/>
          <w:caps w:val="0"/>
          <w:noProof/>
          <w:sz w:val="22"/>
          <w:szCs w:val="22"/>
          <w:lang w:eastAsia="cs-CZ"/>
        </w:rPr>
      </w:pPr>
      <w:hyperlink w:anchor="_Toc159412608" w:history="1">
        <w:r w:rsidR="00E445C8" w:rsidRPr="00F95CA5">
          <w:rPr>
            <w:rStyle w:val="Hypertextovodkaz"/>
          </w:rPr>
          <w:t>18.</w:t>
        </w:r>
        <w:r w:rsidR="00E445C8">
          <w:rPr>
            <w:rFonts w:eastAsiaTheme="minorEastAsia"/>
            <w:caps w:val="0"/>
            <w:noProof/>
            <w:sz w:val="22"/>
            <w:szCs w:val="22"/>
            <w:lang w:eastAsia="cs-CZ"/>
          </w:rPr>
          <w:tab/>
        </w:r>
        <w:r w:rsidR="00E445C8" w:rsidRPr="00F95CA5">
          <w:rPr>
            <w:rStyle w:val="Hypertextovodkaz"/>
          </w:rPr>
          <w:t>UZAVŘENÍ SMLOUVY</w:t>
        </w:r>
        <w:r w:rsidR="00E445C8">
          <w:rPr>
            <w:noProof/>
            <w:webHidden/>
          </w:rPr>
          <w:tab/>
        </w:r>
        <w:r w:rsidR="00E445C8">
          <w:rPr>
            <w:noProof/>
            <w:webHidden/>
          </w:rPr>
          <w:fldChar w:fldCharType="begin"/>
        </w:r>
        <w:r w:rsidR="00E445C8">
          <w:rPr>
            <w:noProof/>
            <w:webHidden/>
          </w:rPr>
          <w:instrText xml:space="preserve"> PAGEREF _Toc159412608 \h </w:instrText>
        </w:r>
        <w:r w:rsidR="00E445C8">
          <w:rPr>
            <w:noProof/>
            <w:webHidden/>
          </w:rPr>
        </w:r>
        <w:r w:rsidR="00E445C8">
          <w:rPr>
            <w:noProof/>
            <w:webHidden/>
          </w:rPr>
          <w:fldChar w:fldCharType="separate"/>
        </w:r>
        <w:r w:rsidR="00143057">
          <w:rPr>
            <w:noProof/>
            <w:webHidden/>
          </w:rPr>
          <w:t>31</w:t>
        </w:r>
        <w:r w:rsidR="00E445C8">
          <w:rPr>
            <w:noProof/>
            <w:webHidden/>
          </w:rPr>
          <w:fldChar w:fldCharType="end"/>
        </w:r>
      </w:hyperlink>
    </w:p>
    <w:p w14:paraId="239E0AD7" w14:textId="284B7543" w:rsidR="00E445C8" w:rsidRDefault="00000000">
      <w:pPr>
        <w:pStyle w:val="Obsah1"/>
        <w:rPr>
          <w:rFonts w:eastAsiaTheme="minorEastAsia"/>
          <w:caps w:val="0"/>
          <w:noProof/>
          <w:sz w:val="22"/>
          <w:szCs w:val="22"/>
          <w:lang w:eastAsia="cs-CZ"/>
        </w:rPr>
      </w:pPr>
      <w:hyperlink w:anchor="_Toc159412609" w:history="1">
        <w:r w:rsidR="00E445C8" w:rsidRPr="00F95CA5">
          <w:rPr>
            <w:rStyle w:val="Hypertextovodkaz"/>
          </w:rPr>
          <w:t>19.</w:t>
        </w:r>
        <w:r w:rsidR="00E445C8">
          <w:rPr>
            <w:rFonts w:eastAsiaTheme="minorEastAsia"/>
            <w:caps w:val="0"/>
            <w:noProof/>
            <w:sz w:val="22"/>
            <w:szCs w:val="22"/>
            <w:lang w:eastAsia="cs-CZ"/>
          </w:rPr>
          <w:tab/>
        </w:r>
        <w:r w:rsidR="00E445C8" w:rsidRPr="00F95CA5">
          <w:rPr>
            <w:rStyle w:val="Hypertextovodkaz"/>
          </w:rPr>
          <w:t>OCHRANA INFORMACÍ</w:t>
        </w:r>
        <w:r w:rsidR="00E445C8">
          <w:rPr>
            <w:noProof/>
            <w:webHidden/>
          </w:rPr>
          <w:tab/>
        </w:r>
        <w:r w:rsidR="00E445C8">
          <w:rPr>
            <w:noProof/>
            <w:webHidden/>
          </w:rPr>
          <w:fldChar w:fldCharType="begin"/>
        </w:r>
        <w:r w:rsidR="00E445C8">
          <w:rPr>
            <w:noProof/>
            <w:webHidden/>
          </w:rPr>
          <w:instrText xml:space="preserve"> PAGEREF _Toc159412609 \h </w:instrText>
        </w:r>
        <w:r w:rsidR="00E445C8">
          <w:rPr>
            <w:noProof/>
            <w:webHidden/>
          </w:rPr>
        </w:r>
        <w:r w:rsidR="00E445C8">
          <w:rPr>
            <w:noProof/>
            <w:webHidden/>
          </w:rPr>
          <w:fldChar w:fldCharType="separate"/>
        </w:r>
        <w:r w:rsidR="00143057">
          <w:rPr>
            <w:noProof/>
            <w:webHidden/>
          </w:rPr>
          <w:t>33</w:t>
        </w:r>
        <w:r w:rsidR="00E445C8">
          <w:rPr>
            <w:noProof/>
            <w:webHidden/>
          </w:rPr>
          <w:fldChar w:fldCharType="end"/>
        </w:r>
      </w:hyperlink>
    </w:p>
    <w:p w14:paraId="0112911B" w14:textId="766A461A" w:rsidR="00E445C8" w:rsidRDefault="00000000">
      <w:pPr>
        <w:pStyle w:val="Obsah1"/>
        <w:rPr>
          <w:rFonts w:eastAsiaTheme="minorEastAsia"/>
          <w:caps w:val="0"/>
          <w:noProof/>
          <w:sz w:val="22"/>
          <w:szCs w:val="22"/>
          <w:lang w:eastAsia="cs-CZ"/>
        </w:rPr>
      </w:pPr>
      <w:hyperlink w:anchor="_Toc159412610" w:history="1">
        <w:r w:rsidR="00E445C8" w:rsidRPr="00F95CA5">
          <w:rPr>
            <w:rStyle w:val="Hypertextovodkaz"/>
          </w:rPr>
          <w:t>20.</w:t>
        </w:r>
        <w:r w:rsidR="00E445C8">
          <w:rPr>
            <w:rFonts w:eastAsiaTheme="minorEastAsia"/>
            <w:caps w:val="0"/>
            <w:noProof/>
            <w:sz w:val="22"/>
            <w:szCs w:val="22"/>
            <w:lang w:eastAsia="cs-CZ"/>
          </w:rPr>
          <w:tab/>
        </w:r>
        <w:r w:rsidR="00E445C8" w:rsidRPr="00F95CA5">
          <w:rPr>
            <w:rStyle w:val="Hypertextovodkaz"/>
          </w:rPr>
          <w:t>ZADÁVACÍ LHŮTA A JISTOTA ZA NABÍDKU</w:t>
        </w:r>
        <w:r w:rsidR="00E445C8">
          <w:rPr>
            <w:noProof/>
            <w:webHidden/>
          </w:rPr>
          <w:tab/>
        </w:r>
        <w:r w:rsidR="00E445C8">
          <w:rPr>
            <w:noProof/>
            <w:webHidden/>
          </w:rPr>
          <w:fldChar w:fldCharType="begin"/>
        </w:r>
        <w:r w:rsidR="00E445C8">
          <w:rPr>
            <w:noProof/>
            <w:webHidden/>
          </w:rPr>
          <w:instrText xml:space="preserve"> PAGEREF _Toc159412610 \h </w:instrText>
        </w:r>
        <w:r w:rsidR="00E445C8">
          <w:rPr>
            <w:noProof/>
            <w:webHidden/>
          </w:rPr>
        </w:r>
        <w:r w:rsidR="00E445C8">
          <w:rPr>
            <w:noProof/>
            <w:webHidden/>
          </w:rPr>
          <w:fldChar w:fldCharType="separate"/>
        </w:r>
        <w:r w:rsidR="00143057">
          <w:rPr>
            <w:noProof/>
            <w:webHidden/>
          </w:rPr>
          <w:t>34</w:t>
        </w:r>
        <w:r w:rsidR="00E445C8">
          <w:rPr>
            <w:noProof/>
            <w:webHidden/>
          </w:rPr>
          <w:fldChar w:fldCharType="end"/>
        </w:r>
      </w:hyperlink>
    </w:p>
    <w:p w14:paraId="405578B9" w14:textId="1BEA131B" w:rsidR="00E445C8" w:rsidRDefault="00000000">
      <w:pPr>
        <w:pStyle w:val="Obsah1"/>
        <w:rPr>
          <w:rFonts w:eastAsiaTheme="minorEastAsia"/>
          <w:caps w:val="0"/>
          <w:noProof/>
          <w:sz w:val="22"/>
          <w:szCs w:val="22"/>
          <w:lang w:eastAsia="cs-CZ"/>
        </w:rPr>
      </w:pPr>
      <w:hyperlink w:anchor="_Toc159412611" w:history="1">
        <w:r w:rsidR="00E445C8" w:rsidRPr="00F95CA5">
          <w:rPr>
            <w:rStyle w:val="Hypertextovodkaz"/>
          </w:rPr>
          <w:t>21.</w:t>
        </w:r>
        <w:r w:rsidR="00E445C8">
          <w:rPr>
            <w:rFonts w:eastAsiaTheme="minorEastAsia"/>
            <w:caps w:val="0"/>
            <w:noProof/>
            <w:sz w:val="22"/>
            <w:szCs w:val="22"/>
            <w:lang w:eastAsia="cs-CZ"/>
          </w:rPr>
          <w:tab/>
        </w:r>
        <w:r w:rsidR="00E445C8" w:rsidRPr="00F95CA5">
          <w:rPr>
            <w:rStyle w:val="Hypertextovodkaz"/>
          </w:rPr>
          <w:t>SOCIÁLNĚ A ENVIRONMENTÁLNĚ ODPOVĚDNÉ ZADÁVÁNÍ, INOVACE</w:t>
        </w:r>
        <w:r w:rsidR="00E445C8">
          <w:rPr>
            <w:noProof/>
            <w:webHidden/>
          </w:rPr>
          <w:tab/>
        </w:r>
        <w:r w:rsidR="00E445C8">
          <w:rPr>
            <w:noProof/>
            <w:webHidden/>
          </w:rPr>
          <w:fldChar w:fldCharType="begin"/>
        </w:r>
        <w:r w:rsidR="00E445C8">
          <w:rPr>
            <w:noProof/>
            <w:webHidden/>
          </w:rPr>
          <w:instrText xml:space="preserve"> PAGEREF _Toc159412611 \h </w:instrText>
        </w:r>
        <w:r w:rsidR="00E445C8">
          <w:rPr>
            <w:noProof/>
            <w:webHidden/>
          </w:rPr>
        </w:r>
        <w:r w:rsidR="00E445C8">
          <w:rPr>
            <w:noProof/>
            <w:webHidden/>
          </w:rPr>
          <w:fldChar w:fldCharType="separate"/>
        </w:r>
        <w:r w:rsidR="00143057">
          <w:rPr>
            <w:noProof/>
            <w:webHidden/>
          </w:rPr>
          <w:t>34</w:t>
        </w:r>
        <w:r w:rsidR="00E445C8">
          <w:rPr>
            <w:noProof/>
            <w:webHidden/>
          </w:rPr>
          <w:fldChar w:fldCharType="end"/>
        </w:r>
      </w:hyperlink>
    </w:p>
    <w:p w14:paraId="2A0528BA" w14:textId="55A7610F" w:rsidR="00E445C8" w:rsidRDefault="00000000">
      <w:pPr>
        <w:pStyle w:val="Obsah1"/>
        <w:rPr>
          <w:rFonts w:eastAsiaTheme="minorEastAsia"/>
          <w:caps w:val="0"/>
          <w:noProof/>
          <w:sz w:val="22"/>
          <w:szCs w:val="22"/>
          <w:lang w:eastAsia="cs-CZ"/>
        </w:rPr>
      </w:pPr>
      <w:hyperlink w:anchor="_Toc159412612" w:history="1">
        <w:r w:rsidR="00E445C8" w:rsidRPr="00F95CA5">
          <w:rPr>
            <w:rStyle w:val="Hypertextovodkaz"/>
          </w:rPr>
          <w:t>22.</w:t>
        </w:r>
        <w:r w:rsidR="00E445C8">
          <w:rPr>
            <w:rFonts w:eastAsiaTheme="minorEastAsia"/>
            <w:caps w:val="0"/>
            <w:noProof/>
            <w:sz w:val="22"/>
            <w:szCs w:val="22"/>
            <w:lang w:eastAsia="cs-CZ"/>
          </w:rPr>
          <w:tab/>
        </w:r>
        <w:r w:rsidR="00E445C8" w:rsidRPr="00F95CA5">
          <w:rPr>
            <w:rStyle w:val="Hypertextovodkaz"/>
          </w:rPr>
          <w:t>Další zadávací podmínky v návaznosti na MEZINÁRODNÍ sankce, zákaz zadání veřejné zakázky</w:t>
        </w:r>
        <w:r w:rsidR="00E445C8">
          <w:rPr>
            <w:noProof/>
            <w:webHidden/>
          </w:rPr>
          <w:tab/>
        </w:r>
        <w:r w:rsidR="00E445C8">
          <w:rPr>
            <w:noProof/>
            <w:webHidden/>
          </w:rPr>
          <w:fldChar w:fldCharType="begin"/>
        </w:r>
        <w:r w:rsidR="00E445C8">
          <w:rPr>
            <w:noProof/>
            <w:webHidden/>
          </w:rPr>
          <w:instrText xml:space="preserve"> PAGEREF _Toc159412612 \h </w:instrText>
        </w:r>
        <w:r w:rsidR="00E445C8">
          <w:rPr>
            <w:noProof/>
            <w:webHidden/>
          </w:rPr>
        </w:r>
        <w:r w:rsidR="00E445C8">
          <w:rPr>
            <w:noProof/>
            <w:webHidden/>
          </w:rPr>
          <w:fldChar w:fldCharType="separate"/>
        </w:r>
        <w:r w:rsidR="00143057">
          <w:rPr>
            <w:noProof/>
            <w:webHidden/>
          </w:rPr>
          <w:t>35</w:t>
        </w:r>
        <w:r w:rsidR="00E445C8">
          <w:rPr>
            <w:noProof/>
            <w:webHidden/>
          </w:rPr>
          <w:fldChar w:fldCharType="end"/>
        </w:r>
      </w:hyperlink>
    </w:p>
    <w:p w14:paraId="22F82C82" w14:textId="61BF0A9E" w:rsidR="00E445C8" w:rsidRDefault="00000000">
      <w:pPr>
        <w:pStyle w:val="Obsah1"/>
        <w:rPr>
          <w:rFonts w:eastAsiaTheme="minorEastAsia"/>
          <w:caps w:val="0"/>
          <w:noProof/>
          <w:sz w:val="22"/>
          <w:szCs w:val="22"/>
          <w:lang w:eastAsia="cs-CZ"/>
        </w:rPr>
      </w:pPr>
      <w:hyperlink w:anchor="_Toc159412613" w:history="1">
        <w:r w:rsidR="00E445C8" w:rsidRPr="00F95CA5">
          <w:rPr>
            <w:rStyle w:val="Hypertextovodkaz"/>
          </w:rPr>
          <w:t>23.</w:t>
        </w:r>
        <w:r w:rsidR="00E445C8">
          <w:rPr>
            <w:rFonts w:eastAsiaTheme="minorEastAsia"/>
            <w:caps w:val="0"/>
            <w:noProof/>
            <w:sz w:val="22"/>
            <w:szCs w:val="22"/>
            <w:lang w:eastAsia="cs-CZ"/>
          </w:rPr>
          <w:tab/>
        </w:r>
        <w:r w:rsidR="00E445C8" w:rsidRPr="00F95CA5">
          <w:rPr>
            <w:rStyle w:val="Hypertextovodkaz"/>
          </w:rPr>
          <w:t>PŘÍLOHY TĚCHTO POKYNŮ</w:t>
        </w:r>
        <w:r w:rsidR="00E445C8">
          <w:rPr>
            <w:noProof/>
            <w:webHidden/>
          </w:rPr>
          <w:tab/>
        </w:r>
        <w:r w:rsidR="00E445C8">
          <w:rPr>
            <w:noProof/>
            <w:webHidden/>
          </w:rPr>
          <w:fldChar w:fldCharType="begin"/>
        </w:r>
        <w:r w:rsidR="00E445C8">
          <w:rPr>
            <w:noProof/>
            <w:webHidden/>
          </w:rPr>
          <w:instrText xml:space="preserve"> PAGEREF _Toc159412613 \h </w:instrText>
        </w:r>
        <w:r w:rsidR="00E445C8">
          <w:rPr>
            <w:noProof/>
            <w:webHidden/>
          </w:rPr>
        </w:r>
        <w:r w:rsidR="00E445C8">
          <w:rPr>
            <w:noProof/>
            <w:webHidden/>
          </w:rPr>
          <w:fldChar w:fldCharType="separate"/>
        </w:r>
        <w:r w:rsidR="00143057">
          <w:rPr>
            <w:noProof/>
            <w:webHidden/>
          </w:rPr>
          <w:t>36</w:t>
        </w:r>
        <w:r w:rsidR="00E445C8">
          <w:rPr>
            <w:noProof/>
            <w:webHidden/>
          </w:rPr>
          <w:fldChar w:fldCharType="end"/>
        </w:r>
      </w:hyperlink>
    </w:p>
    <w:p w14:paraId="60B1C051" w14:textId="3E83B172"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59412591"/>
      <w:bookmarkStart w:id="1" w:name="_Toc389559699"/>
      <w:bookmarkStart w:id="2" w:name="_Toc397429847"/>
      <w:bookmarkStart w:id="3" w:name="_Ref433028040"/>
      <w:bookmarkStart w:id="4" w:name="_Toc1048197"/>
      <w:r>
        <w:lastRenderedPageBreak/>
        <w:t>ÚVODNÍ USTANOVENÍ</w:t>
      </w:r>
      <w:bookmarkEnd w:id="0"/>
    </w:p>
    <w:p w14:paraId="1B1A58DF"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CD0264C"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0736EE9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54BC6ED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59412592"/>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Identifikátor datové schránky: uccchjm</w:t>
      </w:r>
    </w:p>
    <w:p w14:paraId="09FD9292" w14:textId="50FB4425" w:rsidR="0035531B" w:rsidRDefault="0035531B" w:rsidP="00321D01">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5FEC9299" w14:textId="77777777" w:rsidR="0035531B" w:rsidRDefault="0035531B" w:rsidP="0035531B">
      <w:pPr>
        <w:pStyle w:val="Nadpis1-1"/>
      </w:pPr>
      <w:bookmarkStart w:id="6" w:name="_Toc159412593"/>
      <w:r>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3264B1E6" w14:textId="6C5B5EAF" w:rsidR="0035531B" w:rsidRDefault="0035531B" w:rsidP="0035531B">
      <w:pPr>
        <w:pStyle w:val="Text1-1"/>
      </w:pPr>
      <w:r>
        <w:t xml:space="preserve">Kontaktní osobou zadavatele pro zadávací řízení je: </w:t>
      </w:r>
      <w:r w:rsidR="000C4676" w:rsidRPr="000C4676">
        <w:t>Lenka Pluhařová</w:t>
      </w:r>
    </w:p>
    <w:p w14:paraId="5C09A3F0" w14:textId="11755DE7" w:rsidR="0035531B" w:rsidRDefault="0035531B" w:rsidP="0035531B">
      <w:pPr>
        <w:pStyle w:val="Textbezslovn"/>
        <w:spacing w:after="0"/>
      </w:pPr>
      <w:r>
        <w:t xml:space="preserve">telefon: </w:t>
      </w:r>
      <w:r>
        <w:tab/>
      </w:r>
      <w:r w:rsidR="000C4676">
        <w:t>+420 601 084 416</w:t>
      </w:r>
    </w:p>
    <w:p w14:paraId="78E310CA" w14:textId="4B6625E1" w:rsidR="0035531B" w:rsidRDefault="0035531B" w:rsidP="0035531B">
      <w:pPr>
        <w:pStyle w:val="Textbezslovn"/>
        <w:spacing w:after="0"/>
      </w:pPr>
      <w:r>
        <w:t xml:space="preserve">e-mail: </w:t>
      </w:r>
      <w:r w:rsidR="00652EFD">
        <w:tab/>
      </w:r>
      <w:r w:rsidR="000C4676" w:rsidRPr="008C4A87">
        <w:rPr>
          <w:rStyle w:val="Hypertextovodkaz"/>
          <w:noProof w:val="0"/>
        </w:rPr>
        <w:t>Pluharova@spravazeleznic.cz</w:t>
      </w:r>
    </w:p>
    <w:p w14:paraId="3A081716" w14:textId="7B908C35" w:rsidR="0035531B" w:rsidRDefault="0035531B" w:rsidP="000C4676">
      <w:pPr>
        <w:pStyle w:val="Textbezslovn"/>
        <w:spacing w:after="0"/>
      </w:pPr>
      <w:r>
        <w:t xml:space="preserve">adresa: </w:t>
      </w:r>
      <w:r>
        <w:tab/>
      </w:r>
      <w:r w:rsidR="000C4676">
        <w:t>Správa železnic, státní organizace</w:t>
      </w:r>
    </w:p>
    <w:p w14:paraId="6A891D22" w14:textId="77777777" w:rsidR="000C4676" w:rsidRDefault="000C4676" w:rsidP="000C4676">
      <w:pPr>
        <w:pStyle w:val="Textbezslovn"/>
        <w:spacing w:after="0" w:line="240" w:lineRule="auto"/>
        <w:ind w:left="1446" w:firstLine="681"/>
      </w:pPr>
      <w:r>
        <w:t>Stavební správa západ</w:t>
      </w:r>
    </w:p>
    <w:p w14:paraId="292FA394" w14:textId="77777777" w:rsidR="000C4676" w:rsidRDefault="000C4676" w:rsidP="000C4676">
      <w:pPr>
        <w:pStyle w:val="Textbezslovn"/>
        <w:spacing w:after="0" w:line="240" w:lineRule="auto"/>
        <w:ind w:left="1446" w:firstLine="681"/>
      </w:pPr>
      <w:r>
        <w:t>Budova Diamond Point,</w:t>
      </w:r>
    </w:p>
    <w:p w14:paraId="23A332C5" w14:textId="77777777" w:rsidR="000C4676" w:rsidRDefault="000C4676" w:rsidP="000C4676">
      <w:pPr>
        <w:pStyle w:val="Textbezslovn"/>
        <w:spacing w:after="0" w:line="240" w:lineRule="auto"/>
        <w:ind w:left="1446" w:firstLine="681"/>
      </w:pPr>
      <w:r>
        <w:t>Ke Štvanici 656/3</w:t>
      </w:r>
    </w:p>
    <w:p w14:paraId="437A2675" w14:textId="46DF666A" w:rsidR="000C4676" w:rsidRDefault="000C4676" w:rsidP="000C4676">
      <w:pPr>
        <w:pStyle w:val="Textbezslovn"/>
        <w:ind w:left="1446" w:firstLine="681"/>
      </w:pPr>
      <w:r>
        <w:t>186 00 Praha 8 – Karlín</w:t>
      </w:r>
    </w:p>
    <w:p w14:paraId="636A6AA7" w14:textId="77777777" w:rsidR="0035531B" w:rsidRDefault="0035531B" w:rsidP="0035531B">
      <w:pPr>
        <w:pStyle w:val="Nadpis1-1"/>
      </w:pPr>
      <w:bookmarkStart w:id="7" w:name="_Toc159412594"/>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403DB276" w14:textId="530E1AA4" w:rsidR="006251AC" w:rsidRPr="006251AC" w:rsidRDefault="006251AC" w:rsidP="00621949">
      <w:pPr>
        <w:pStyle w:val="Text1-2"/>
        <w:numPr>
          <w:ilvl w:val="0"/>
          <w:numId w:val="0"/>
        </w:numPr>
        <w:ind w:left="709"/>
      </w:pPr>
      <w:r w:rsidDel="00FB05B2">
        <w:t>C</w:t>
      </w:r>
      <w:r w:rsidRPr="00FD501F" w:rsidDel="00FB05B2">
        <w:t xml:space="preserve">ílem </w:t>
      </w:r>
      <w:r w:rsidDel="00FB05B2">
        <w:t xml:space="preserve">díla </w:t>
      </w:r>
      <w:r w:rsidRPr="00FD501F" w:rsidDel="00FB05B2">
        <w:t xml:space="preserve">je </w:t>
      </w:r>
      <w:r>
        <w:t>elektrizace úseku trati pro umožnění elektrické vozby formou standartních elektrických jednotek a souprav klasické vozby s elektrickým hnacím vozidlem v osobní dálkové a regionální dopravě, případně elektrickými hnacími vozidly v nákladní dopravě bez nutnosti dalších investičně náročných úprav trati a bez úprav, které by vyžadovaly dlouhou přípravu a posuzování vlivu na životní prostředí (EIA)</w:t>
      </w:r>
      <w:r w:rsidRPr="008E70B2">
        <w:t>.</w:t>
      </w:r>
    </w:p>
    <w:p w14:paraId="573A6BBE" w14:textId="77777777" w:rsidR="0035531B" w:rsidRDefault="0035531B" w:rsidP="0035531B">
      <w:pPr>
        <w:pStyle w:val="Text1-1"/>
      </w:pPr>
      <w:r>
        <w:t>Předmět plnění veřejné zakázky</w:t>
      </w:r>
    </w:p>
    <w:p w14:paraId="0BC789B6" w14:textId="37795A7D" w:rsidR="001D5318" w:rsidRPr="00FD501F" w:rsidDel="00FB05B2" w:rsidRDefault="001D5318" w:rsidP="001D5318">
      <w:pPr>
        <w:pStyle w:val="Text1-1"/>
        <w:numPr>
          <w:ilvl w:val="0"/>
          <w:numId w:val="0"/>
        </w:numPr>
        <w:ind w:left="737"/>
      </w:pPr>
      <w:r w:rsidRPr="00FD501F" w:rsidDel="00FB05B2">
        <w:t xml:space="preserve">Předmětem </w:t>
      </w:r>
      <w:r w:rsidDel="00FB05B2">
        <w:t>D</w:t>
      </w:r>
      <w:r w:rsidRPr="00FD501F" w:rsidDel="00FB05B2">
        <w:t>íla „</w:t>
      </w:r>
      <w:r>
        <w:rPr>
          <w:rStyle w:val="Tun"/>
        </w:rPr>
        <w:t>Prostá elektrizace traťového úseku Zdice - Písek</w:t>
      </w:r>
      <w:r w:rsidRPr="00FD501F" w:rsidDel="00FB05B2">
        <w:t>“</w:t>
      </w:r>
      <w:r w:rsidDel="00FB05B2">
        <w:t xml:space="preserve"> </w:t>
      </w:r>
      <w:r w:rsidRPr="00FD501F" w:rsidDel="00FB05B2">
        <w:t>je</w:t>
      </w:r>
      <w:r w:rsidDel="00FB05B2">
        <w:t xml:space="preserve">: </w:t>
      </w:r>
    </w:p>
    <w:p w14:paraId="00FAB9F4" w14:textId="77777777" w:rsidR="001D5318" w:rsidRPr="000D48AB" w:rsidDel="00FB05B2" w:rsidRDefault="001D5318" w:rsidP="001D5318">
      <w:pPr>
        <w:pStyle w:val="Odstavec1-1a"/>
        <w:numPr>
          <w:ilvl w:val="0"/>
          <w:numId w:val="7"/>
        </w:numPr>
        <w:spacing w:after="80"/>
      </w:pPr>
      <w:r w:rsidRPr="000D48AB" w:rsidDel="00FB05B2">
        <w:rPr>
          <w:b/>
        </w:rPr>
        <w:t xml:space="preserve">Zhotovení Záměru projektu </w:t>
      </w:r>
      <w:r w:rsidRPr="000D48AB">
        <w:t>po</w:t>
      </w:r>
      <w:r w:rsidRPr="000D48AB" w:rsidDel="00FB05B2">
        <w:t xml:space="preserve">dle </w:t>
      </w:r>
      <w:r w:rsidRPr="000D48AB">
        <w:t xml:space="preserve">Pravidel pro </w:t>
      </w:r>
      <w:r w:rsidRPr="000D48AB" w:rsidDel="00FB05B2">
        <w:t>postupy v průběhu přípravy investičních a neinvestičních akcí dopravní infrastruktury, financovaných bez účasti státního rozpočtu (dále jen „</w:t>
      </w:r>
      <w:r w:rsidRPr="000D48AB">
        <w:t>Pravidla</w:t>
      </w:r>
      <w:r w:rsidRPr="000D48AB" w:rsidDel="00FB05B2">
        <w:t xml:space="preserve">“). </w:t>
      </w:r>
    </w:p>
    <w:p w14:paraId="2DBC66E9" w14:textId="4EB71E91" w:rsidR="001D5318" w:rsidRPr="000D48AB" w:rsidDel="00FB05B2" w:rsidRDefault="001D5318" w:rsidP="001D5318">
      <w:pPr>
        <w:pStyle w:val="Odstavec1-1a"/>
        <w:numPr>
          <w:ilvl w:val="0"/>
          <w:numId w:val="7"/>
        </w:numPr>
        <w:spacing w:after="80"/>
      </w:pPr>
      <w:r w:rsidRPr="000D48AB" w:rsidDel="00FB05B2">
        <w:rPr>
          <w:b/>
        </w:rPr>
        <w:t>Zhotovení Doprovodné dokumentace</w:t>
      </w:r>
      <w:r w:rsidRPr="000D48AB" w:rsidDel="00FB05B2">
        <w:t xml:space="preserve"> k ZP, která bude zpracována dle požadavků uvedených v ZTP.</w:t>
      </w:r>
      <w:r w:rsidRPr="000D48AB" w:rsidDel="00FB05B2">
        <w:rPr>
          <w:b/>
        </w:rPr>
        <w:t xml:space="preserve"> </w:t>
      </w:r>
    </w:p>
    <w:p w14:paraId="2FC4C500" w14:textId="299BD2D0" w:rsidR="001D5318" w:rsidRPr="0047237E" w:rsidDel="00FB05B2" w:rsidRDefault="001D5318" w:rsidP="001D5318">
      <w:pPr>
        <w:pStyle w:val="Odstavec1-1a"/>
        <w:numPr>
          <w:ilvl w:val="0"/>
          <w:numId w:val="7"/>
        </w:numPr>
        <w:spacing w:after="80"/>
      </w:pPr>
      <w:r w:rsidRPr="000D48AB" w:rsidDel="00FB05B2">
        <w:rPr>
          <w:b/>
        </w:rPr>
        <w:t>Zpracování oznámení záměru</w:t>
      </w:r>
      <w:r w:rsidRPr="000D48AB" w:rsidDel="00FB05B2">
        <w:t xml:space="preserve"> dle § 6 (dále jen „oznámení EIA“) </w:t>
      </w:r>
      <w:r w:rsidRPr="000D48AB" w:rsidDel="00FB05B2">
        <w:rPr>
          <w:b/>
        </w:rPr>
        <w:t>a dokumentace</w:t>
      </w:r>
      <w:r w:rsidRPr="000D48AB" w:rsidDel="00FB05B2">
        <w:t xml:space="preserve"> (dále jen „dokumentace EIA“) dle § 8 zákona č. 100/2001 Sb. o posuzování vlivů na </w:t>
      </w:r>
      <w:r w:rsidRPr="00485895" w:rsidDel="00FB05B2">
        <w:t>životní prostředí, v platném znění. Závěr z procesu EIA bude zapracován do DUSL.</w:t>
      </w:r>
      <w:r w:rsidR="00485895" w:rsidRPr="00485895">
        <w:t xml:space="preserve"> Rozsah tohoto plnění si Objednatel vyhrazuje jako změnu závazku ze smlouvy v souladu s ustanovením §100 odst. 1 ZZVZ. Plnění bude Zhotovitel realizovat na základě pokynu Objednatele po obdržení Závěru zjišťovacího řízení.</w:t>
      </w:r>
    </w:p>
    <w:p w14:paraId="2AC65380" w14:textId="53C7267F" w:rsidR="001D5318" w:rsidRPr="0047237E" w:rsidDel="00FB05B2" w:rsidRDefault="001D5318" w:rsidP="001D5318">
      <w:pPr>
        <w:pStyle w:val="Odstavec1-1a"/>
        <w:numPr>
          <w:ilvl w:val="0"/>
          <w:numId w:val="7"/>
        </w:numPr>
        <w:spacing w:after="80"/>
      </w:pPr>
      <w:r w:rsidRPr="0047237E" w:rsidDel="00FB05B2">
        <w:rPr>
          <w:b/>
        </w:rPr>
        <w:t>Zhotovení Projektové</w:t>
      </w:r>
      <w:r w:rsidRPr="0047237E" w:rsidDel="00FB05B2">
        <w:t xml:space="preserve"> </w:t>
      </w:r>
      <w:r w:rsidRPr="0047237E" w:rsidDel="00FB05B2">
        <w:rPr>
          <w:b/>
        </w:rPr>
        <w:t>d</w:t>
      </w:r>
      <w:r w:rsidRPr="0047237E" w:rsidDel="00FB05B2">
        <w:rPr>
          <w:rStyle w:val="Tun"/>
        </w:rPr>
        <w:t>okumentace pro společné povolení podle liniového zákona,</w:t>
      </w:r>
      <w:r w:rsidRPr="0047237E">
        <w:rPr>
          <w:rStyle w:val="Tun"/>
          <w:b w:val="0"/>
        </w:rPr>
        <w:t xml:space="preserve"> </w:t>
      </w:r>
      <w:r w:rsidRPr="0047237E" w:rsidDel="00FB05B2">
        <w:rPr>
          <w:rStyle w:val="Tun"/>
          <w:b w:val="0"/>
        </w:rPr>
        <w:t>která specifikuje předmět Díla v takovém rozsahu, aby ji bylo možno projednat v</w:t>
      </w:r>
      <w:r w:rsidRPr="0047237E">
        <w:rPr>
          <w:rStyle w:val="Tun"/>
          <w:b w:val="0"/>
        </w:rPr>
        <w:t> </w:t>
      </w:r>
      <w:r w:rsidRPr="0047237E" w:rsidDel="00FB05B2">
        <w:rPr>
          <w:rStyle w:val="Tun"/>
          <w:b w:val="0"/>
        </w:rPr>
        <w:t>řízení</w:t>
      </w:r>
      <w:r w:rsidRPr="0047237E">
        <w:rPr>
          <w:rStyle w:val="Tun"/>
          <w:b w:val="0"/>
        </w:rPr>
        <w:t xml:space="preserve"> o povolení záměru</w:t>
      </w:r>
      <w:r w:rsidRPr="0047237E" w:rsidDel="00FB05B2">
        <w:rPr>
          <w:rStyle w:val="Tun"/>
          <w:b w:val="0"/>
        </w:rPr>
        <w:t xml:space="preserve">, získat pravomocné </w:t>
      </w:r>
      <w:r w:rsidRPr="0047237E">
        <w:rPr>
          <w:rStyle w:val="Tun"/>
          <w:b w:val="0"/>
        </w:rPr>
        <w:t>povolení záměru dle zákona č. 283/2021 Sb., stavební zákon, účinného od 1. 1. 2024 (dále jen „NSZ“),</w:t>
      </w:r>
      <w:r w:rsidRPr="0047237E">
        <w:rPr>
          <w:rStyle w:val="Tun"/>
        </w:rPr>
        <w:t xml:space="preserve"> </w:t>
      </w:r>
      <w:r w:rsidRPr="0047237E" w:rsidDel="00FB05B2">
        <w:t xml:space="preserve">včetně </w:t>
      </w:r>
      <w:r w:rsidR="00C52310" w:rsidRPr="009C3571">
        <w:lastRenderedPageBreak/>
        <w:t>posouzení shody nebo vhodnosti pro použití prvku interoperability či ES prohlášení o</w:t>
      </w:r>
      <w:r w:rsidR="00C52310">
        <w:t> </w:t>
      </w:r>
      <w:r w:rsidR="00C52310" w:rsidRPr="009C3571">
        <w:t xml:space="preserve">ověření subsystému oznámeným subjektem </w:t>
      </w:r>
      <w:r w:rsidRPr="0047237E" w:rsidDel="00FB05B2">
        <w:t>a činností koordinátora BOZP při práci na staveništi ve fázi přípravy včetně zpracování plánu BOZP na staveništi a manuálu údržby</w:t>
      </w:r>
      <w:r w:rsidRPr="0047237E">
        <w:t>.</w:t>
      </w:r>
    </w:p>
    <w:p w14:paraId="157E2411" w14:textId="77777777" w:rsidR="001D5318" w:rsidRDefault="001D5318" w:rsidP="001D5318">
      <w:pPr>
        <w:pStyle w:val="Odstavec1-1a"/>
        <w:numPr>
          <w:ilvl w:val="0"/>
          <w:numId w:val="7"/>
        </w:numPr>
        <w:spacing w:after="80"/>
      </w:pPr>
      <w:r w:rsidRPr="00FE3964" w:rsidDel="00FB05B2">
        <w:rPr>
          <w:rStyle w:val="Tun"/>
        </w:rPr>
        <w:t>Zpracování a podání žádosti o</w:t>
      </w:r>
      <w:r w:rsidRPr="00FE3964" w:rsidDel="00FB05B2">
        <w:t xml:space="preserve"> </w:t>
      </w:r>
      <w:r w:rsidRPr="00FE3964" w:rsidDel="00FB05B2">
        <w:rPr>
          <w:rStyle w:val="Tun"/>
        </w:rPr>
        <w:t xml:space="preserve">vydání </w:t>
      </w:r>
      <w:r w:rsidRPr="00FE3964">
        <w:rPr>
          <w:rStyle w:val="Tun"/>
        </w:rPr>
        <w:t xml:space="preserve">povolení záměru </w:t>
      </w:r>
      <w:r w:rsidRPr="00FE3964">
        <w:rPr>
          <w:rStyle w:val="Tun"/>
          <w:b w:val="0"/>
        </w:rPr>
        <w:t>dle NSZ</w:t>
      </w:r>
      <w:r w:rsidRPr="00FE3964">
        <w:t xml:space="preserve">, </w:t>
      </w:r>
      <w:r w:rsidRPr="00FE3964" w:rsidDel="00FB05B2">
        <w:t xml:space="preserve">včetně všech vyžadovaných podkladů, jejímž výsledkem bude vydání </w:t>
      </w:r>
      <w:r w:rsidRPr="00FE3964">
        <w:t>povolení záměru</w:t>
      </w:r>
      <w:r w:rsidRPr="00FE3964" w:rsidDel="00FB05B2">
        <w:t>. Zhotovitel bude spolupracovat při vydání příslušných rozhodnutí do nabytí jejich právní moci (v</w:t>
      </w:r>
      <w:r w:rsidRPr="00FE3964">
        <w:t> </w:t>
      </w:r>
      <w:r w:rsidRPr="00FE3964" w:rsidDel="00FB05B2">
        <w:t>případě odevzdání neúplné žádosti, přerušení z důvodů chybějících nebo vadně zpracovaných podkladů se jedná o vadu Díla)</w:t>
      </w:r>
      <w:r>
        <w:t>,</w:t>
      </w:r>
    </w:p>
    <w:p w14:paraId="233A51BE" w14:textId="366A3010" w:rsidR="001D5318" w:rsidRPr="00FB158F" w:rsidDel="00FB05B2" w:rsidRDefault="001D5318" w:rsidP="001D5318">
      <w:pPr>
        <w:pStyle w:val="Odstavec1-1a"/>
        <w:numPr>
          <w:ilvl w:val="0"/>
          <w:numId w:val="7"/>
        </w:numPr>
        <w:spacing w:after="80"/>
      </w:pPr>
      <w:r w:rsidRPr="00FB158F" w:rsidDel="00FB05B2">
        <w:rPr>
          <w:b/>
        </w:rPr>
        <w:t>Zpracování Díla v režimu BIM</w:t>
      </w:r>
      <w:r w:rsidRPr="00FB158F" w:rsidDel="00FB05B2">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Smlouvy.</w:t>
      </w:r>
    </w:p>
    <w:p w14:paraId="0F5EB2A4" w14:textId="37EF1138" w:rsidR="001D5318" w:rsidRPr="00FE3964" w:rsidDel="00FB05B2" w:rsidRDefault="001D5318" w:rsidP="001D5318">
      <w:pPr>
        <w:pStyle w:val="Odstavec1-1a"/>
        <w:numPr>
          <w:ilvl w:val="0"/>
          <w:numId w:val="7"/>
        </w:numPr>
        <w:spacing w:after="240"/>
      </w:pPr>
      <w:r w:rsidRPr="00FE3964">
        <w:rPr>
          <w:b/>
        </w:rPr>
        <w:t xml:space="preserve">Výkon </w:t>
      </w:r>
      <w:r>
        <w:rPr>
          <w:b/>
        </w:rPr>
        <w:t>D</w:t>
      </w:r>
      <w:r w:rsidRPr="00FE3964">
        <w:rPr>
          <w:b/>
        </w:rPr>
        <w:t>ozor</w:t>
      </w:r>
      <w:r>
        <w:rPr>
          <w:b/>
        </w:rPr>
        <w:t>u</w:t>
      </w:r>
      <w:r w:rsidRPr="00FE3964">
        <w:rPr>
          <w:b/>
        </w:rPr>
        <w:t xml:space="preserve"> projektanta</w:t>
      </w:r>
      <w:r w:rsidR="00C52310">
        <w:rPr>
          <w:b/>
        </w:rPr>
        <w:t xml:space="preserve"> </w:t>
      </w:r>
      <w:r w:rsidR="00C52310" w:rsidRPr="00520A74">
        <w:t>p</w:t>
      </w:r>
      <w:r w:rsidR="00C52310">
        <w:t>ři</w:t>
      </w:r>
      <w:r w:rsidR="00C52310" w:rsidRPr="00520A74">
        <w:t xml:space="preserve"> zhotovení PDPS</w:t>
      </w:r>
      <w:r w:rsidRPr="00FE3964">
        <w:rPr>
          <w:b/>
        </w:rPr>
        <w:t xml:space="preserve">. </w:t>
      </w:r>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018710A" w14:textId="77777777" w:rsidR="00652EFD" w:rsidRPr="00223DE6" w:rsidRDefault="00652EFD" w:rsidP="00652EFD">
      <w:pPr>
        <w:pStyle w:val="Text1-1"/>
        <w:numPr>
          <w:ilvl w:val="0"/>
          <w:numId w:val="0"/>
        </w:numPr>
        <w:spacing w:after="0"/>
        <w:ind w:left="737"/>
      </w:pPr>
      <w:r w:rsidRPr="00223DE6">
        <w:t>kód CPV 71322000-1 Technické projekty pro provádění stavebně inženýrských prací</w:t>
      </w:r>
    </w:p>
    <w:p w14:paraId="04B554F1" w14:textId="77777777" w:rsidR="00652EFD" w:rsidRPr="00223DE6" w:rsidRDefault="00652EFD" w:rsidP="00652EFD">
      <w:pPr>
        <w:pStyle w:val="Text1-1"/>
        <w:numPr>
          <w:ilvl w:val="0"/>
          <w:numId w:val="0"/>
        </w:numPr>
        <w:spacing w:after="0"/>
        <w:ind w:left="737"/>
      </w:pPr>
      <w:r w:rsidRPr="00223DE6">
        <w:t>kód CPV 71311230-2 Železniční stavitelství</w:t>
      </w:r>
    </w:p>
    <w:p w14:paraId="79D38C76" w14:textId="32A89A4C" w:rsidR="00652EFD" w:rsidRPr="00223DE6" w:rsidRDefault="00652EFD" w:rsidP="00CA69CC">
      <w:pPr>
        <w:pStyle w:val="Text1-1"/>
        <w:numPr>
          <w:ilvl w:val="0"/>
          <w:numId w:val="0"/>
        </w:numPr>
        <w:spacing w:after="0"/>
        <w:ind w:left="737"/>
      </w:pPr>
      <w:r w:rsidRPr="00223DE6">
        <w:t>kód CPV 71313400-9 Posouzení vlivu stavby na životní prostředí</w:t>
      </w:r>
    </w:p>
    <w:p w14:paraId="093430CD" w14:textId="768BA166" w:rsidR="00CA69CC" w:rsidRDefault="00CA69CC" w:rsidP="00652EFD">
      <w:pPr>
        <w:pStyle w:val="Text1-1"/>
        <w:numPr>
          <w:ilvl w:val="0"/>
          <w:numId w:val="0"/>
        </w:numPr>
        <w:ind w:left="737"/>
      </w:pPr>
      <w:r w:rsidRPr="00223DE6">
        <w:t xml:space="preserve">kód CPV </w:t>
      </w:r>
      <w:r w:rsidRPr="00223DE6">
        <w:rPr>
          <w:rFonts w:cs="Segoe UI"/>
        </w:rPr>
        <w:t>71300000-1 Technicko-inženýrské služby</w:t>
      </w: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8" w:name="_Toc159412595"/>
      <w:r>
        <w:t>ZDROJE FINANCOVÁNÍ</w:t>
      </w:r>
      <w:r w:rsidR="00845C50">
        <w:t xml:space="preserve"> a </w:t>
      </w:r>
      <w:r>
        <w:t>PŘEDPOKLÁDANÁ HODNOTA VEŘEJNÉ ZAKÁZKY</w:t>
      </w:r>
      <w:bookmarkEnd w:id="8"/>
    </w:p>
    <w:p w14:paraId="225746A9" w14:textId="6215DBEE" w:rsidR="0035531B" w:rsidRDefault="003F4C40" w:rsidP="00223DE6">
      <w:pPr>
        <w:pStyle w:val="Text1-1"/>
      </w:pPr>
      <w:r>
        <w:t xml:space="preserve">U této zakázky se předpokládá, že bude financována z prostředků </w:t>
      </w:r>
      <w:r w:rsidRPr="00223DE6">
        <w:rPr>
          <w:b/>
          <w:bCs/>
        </w:rPr>
        <w:t>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3F357CBB" w14:textId="3C4AB67D" w:rsidR="0035531B" w:rsidRDefault="0035531B" w:rsidP="0035531B">
      <w:pPr>
        <w:pStyle w:val="Text1-1"/>
      </w:pPr>
      <w:r>
        <w:t xml:space="preserve">Předpokládaná hodnota veřejné zakázky </w:t>
      </w:r>
      <w:r w:rsidR="00BB7489" w:rsidRPr="00F66EA9">
        <w:t xml:space="preserve">po odečtení hodnoty vyhrazených změn závazků ze smlouvy (tzn. vyhrazených „víceprací“) </w:t>
      </w:r>
      <w:r>
        <w:t xml:space="preserve">činí </w:t>
      </w:r>
      <w:r w:rsidR="007D1F2F">
        <w:rPr>
          <w:b/>
          <w:bCs/>
        </w:rPr>
        <w:t>62 249 743</w:t>
      </w:r>
      <w:r>
        <w:t xml:space="preserve"> </w:t>
      </w:r>
      <w:r w:rsidRPr="00EB138E">
        <w:rPr>
          <w:b/>
        </w:rPr>
        <w:t>Kč</w:t>
      </w:r>
      <w:r>
        <w:t xml:space="preserve"> (bez DPH).</w:t>
      </w:r>
    </w:p>
    <w:p w14:paraId="01FEF092" w14:textId="77777777" w:rsidR="0035531B" w:rsidRDefault="0035531B" w:rsidP="006F6B09">
      <w:pPr>
        <w:pStyle w:val="Nadpis1-1"/>
      </w:pPr>
      <w:bookmarkStart w:id="9" w:name="_Toc159412596"/>
      <w:r>
        <w:t>OBSAH ZADÁVACÍ DOKUMENTACE</w:t>
      </w:r>
      <w:bookmarkEnd w:id="9"/>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000F2C3" w14:textId="77777777" w:rsidR="00752D15" w:rsidRDefault="00ED116C" w:rsidP="00752D15">
      <w:pPr>
        <w:pStyle w:val="Textbezslovn"/>
        <w:tabs>
          <w:tab w:val="left" w:pos="1701"/>
        </w:tabs>
        <w:spacing w:after="0"/>
        <w:ind w:left="1701" w:hanging="964"/>
      </w:pPr>
      <w:r>
        <w:t>Část 5</w:t>
      </w:r>
      <w:r>
        <w:tab/>
        <w:t xml:space="preserve">Zvláštní technické podmínky </w:t>
      </w:r>
    </w:p>
    <w:p w14:paraId="786EE17C" w14:textId="77777777" w:rsidR="00752D15" w:rsidRDefault="00752D15" w:rsidP="00752D15">
      <w:pPr>
        <w:pStyle w:val="Textbezslovn"/>
        <w:tabs>
          <w:tab w:val="left" w:pos="1701"/>
        </w:tabs>
        <w:ind w:left="1701" w:hanging="964"/>
      </w:pPr>
      <w:r w:rsidRPr="000E0315">
        <w:t>Část 6</w:t>
      </w:r>
      <w:r w:rsidRPr="000E0315">
        <w:tab/>
        <w:t>BIM Protokol</w:t>
      </w:r>
      <w:r>
        <w:tab/>
      </w:r>
    </w:p>
    <w:p w14:paraId="3CF67C9E" w14:textId="77777777" w:rsidR="00ED116C" w:rsidRDefault="00ED116C" w:rsidP="00ED116C">
      <w:pPr>
        <w:pStyle w:val="Textbezslovn"/>
        <w:tabs>
          <w:tab w:val="left" w:pos="1701"/>
        </w:tabs>
        <w:ind w:left="1701" w:hanging="964"/>
        <w:rPr>
          <w:b/>
        </w:rPr>
      </w:pPr>
      <w:r w:rsidRPr="00ED116C">
        <w:rPr>
          <w:b/>
        </w:rPr>
        <w:lastRenderedPageBreak/>
        <w:t>DÍL 3</w:t>
      </w:r>
      <w:r w:rsidRPr="00ED116C">
        <w:rPr>
          <w:b/>
        </w:rPr>
        <w:tab/>
        <w:t>VÝCHOZÍ A SOUVISEJÍCÍ PODKLADY PŘEDÁVANÉ ZADAVATELEM</w:t>
      </w:r>
    </w:p>
    <w:p w14:paraId="04CF9BBF" w14:textId="79A1AA89" w:rsidR="000E0315" w:rsidRDefault="000E0315" w:rsidP="00ED116C">
      <w:pPr>
        <w:pStyle w:val="Textbezslovn"/>
        <w:tabs>
          <w:tab w:val="left" w:pos="1701"/>
        </w:tabs>
        <w:ind w:left="1701" w:hanging="964"/>
        <w:rPr>
          <w:bCs/>
        </w:rPr>
      </w:pPr>
      <w:r w:rsidRPr="000E0315">
        <w:rPr>
          <w:bCs/>
        </w:rPr>
        <w:t xml:space="preserve">Část 1 </w:t>
      </w:r>
      <w:r w:rsidRPr="000E0315">
        <w:rPr>
          <w:bCs/>
        </w:rPr>
        <w:tab/>
        <w:t>Technicko-ekonomická rozvaha: Stavby prosté elektrizace pro dálkovou osobní dopravu a nákladní železniční dopravu (Zpracovatel SŽ O9).</w:t>
      </w:r>
    </w:p>
    <w:p w14:paraId="220E3971" w14:textId="294E3876" w:rsidR="000E0315" w:rsidRDefault="000E0315" w:rsidP="00ED116C">
      <w:pPr>
        <w:pStyle w:val="Textbezslovn"/>
        <w:tabs>
          <w:tab w:val="left" w:pos="1701"/>
        </w:tabs>
        <w:ind w:left="1701" w:hanging="964"/>
        <w:rPr>
          <w:bCs/>
        </w:rPr>
      </w:pPr>
      <w:r>
        <w:rPr>
          <w:bCs/>
        </w:rPr>
        <w:t>Část 2</w:t>
      </w:r>
      <w:r w:rsidR="00145895">
        <w:rPr>
          <w:bCs/>
        </w:rPr>
        <w:tab/>
      </w:r>
      <w:r w:rsidR="00145895" w:rsidRPr="00145895">
        <w:rPr>
          <w:bCs/>
        </w:rPr>
        <w:t>DOZ Zdice – Písek.</w:t>
      </w:r>
    </w:p>
    <w:p w14:paraId="71DB40D0" w14:textId="70EE5ABA" w:rsidR="00145895" w:rsidRPr="000E0315" w:rsidRDefault="00145895" w:rsidP="00ED116C">
      <w:pPr>
        <w:pStyle w:val="Textbezslovn"/>
        <w:tabs>
          <w:tab w:val="left" w:pos="1701"/>
        </w:tabs>
        <w:ind w:left="1701" w:hanging="964"/>
        <w:rPr>
          <w:bCs/>
        </w:rPr>
      </w:pPr>
      <w:r>
        <w:rPr>
          <w:bCs/>
        </w:rPr>
        <w:t>Část 3</w:t>
      </w:r>
      <w:r w:rsidRPr="00145895">
        <w:rPr>
          <w:bCs/>
        </w:rPr>
        <w:tab/>
        <w:t xml:space="preserve">„Směrodatný rychlostní profil Písek – Zdice“, zpracovatel SAGASTA s. r. o. </w:t>
      </w:r>
      <w:r>
        <w:rPr>
          <w:bCs/>
        </w:rPr>
        <w:t xml:space="preserve"> </w:t>
      </w:r>
    </w:p>
    <w:p w14:paraId="38991BDC" w14:textId="52DD2F3E" w:rsidR="005A3D2F" w:rsidRPr="003F4C40" w:rsidRDefault="0035531B" w:rsidP="00665547">
      <w:pPr>
        <w:pStyle w:val="Text1-1"/>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hyperlink r:id="rId15" w:history="1"/>
      <w:r w:rsidR="00CA69CC">
        <w:rPr>
          <w:rStyle w:val="Hypertextovodkaz"/>
          <w:noProof w:val="0"/>
        </w:rPr>
        <w:t>.</w:t>
      </w:r>
    </w:p>
    <w:p w14:paraId="164363E4" w14:textId="77777777" w:rsidR="005A3D2F" w:rsidRPr="0013496A" w:rsidRDefault="0035531B" w:rsidP="00665547">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093AF5B1" w14:textId="4DA97B5C"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35F037DB" w14:textId="301CC7CE" w:rsidR="001D6E71" w:rsidRDefault="00ED116C" w:rsidP="0035531B">
      <w:pPr>
        <w:pStyle w:val="Text1-1"/>
      </w:pPr>
      <w:r w:rsidRPr="00ED116C">
        <w:t xml:space="preserve">Zadavatel sděluje, že </w:t>
      </w:r>
      <w:r w:rsidR="0065362B">
        <w:t>žádnou</w:t>
      </w:r>
      <w:r w:rsidRPr="00ED116C">
        <w:t xml:space="preserve"> část zadávací dokumentace </w:t>
      </w:r>
      <w:r w:rsidR="001E28C7">
        <w:t>ne</w:t>
      </w:r>
      <w:r w:rsidRPr="00ED116C">
        <w:t>vypracovala osoba odlišná od zadavatele</w:t>
      </w:r>
      <w:r w:rsidR="001E28C7">
        <w:t>.</w:t>
      </w:r>
    </w:p>
    <w:p w14:paraId="5B9B9B02" w14:textId="77777777" w:rsidR="0035531B" w:rsidRDefault="0035531B" w:rsidP="0035531B">
      <w:pPr>
        <w:pStyle w:val="Text1-1"/>
      </w:pPr>
      <w:r>
        <w:t>Pro vyloučení pochybností zadavatel uvádí, že ohledně této veřejné zakázky nevedl předběžné tržní konzultace.</w:t>
      </w:r>
    </w:p>
    <w:p w14:paraId="32F98CD9" w14:textId="77777777" w:rsidR="0035531B" w:rsidRDefault="0035531B" w:rsidP="00CC4380">
      <w:pPr>
        <w:pStyle w:val="Nadpis1-1"/>
      </w:pPr>
      <w:bookmarkStart w:id="10" w:name="_Toc159412597"/>
      <w:r>
        <w:t>VYSVĚTLENÍ, ZMĚNY</w:t>
      </w:r>
      <w:r w:rsidR="00845C50">
        <w:t xml:space="preserve"> a </w:t>
      </w:r>
      <w:r>
        <w:t>DOPLNĚNÍ ZADÁVACÍ DOKUMENTACE</w:t>
      </w:r>
      <w:bookmarkEnd w:id="10"/>
      <w:r>
        <w:t xml:space="preserve"> </w:t>
      </w:r>
    </w:p>
    <w:p w14:paraId="2A9D31C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1" w:name="_Toc159412598"/>
      <w:r>
        <w:t>POŽADAVKY ZADAVATELE NA KVALIFIKACI</w:t>
      </w:r>
      <w:bookmarkEnd w:id="11"/>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lastRenderedPageBreak/>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77777777" w:rsidR="001D6E71" w:rsidRPr="000B548F" w:rsidRDefault="001D6E71" w:rsidP="00F27781">
      <w:pPr>
        <w:pStyle w:val="Odrka1-2-"/>
        <w:spacing w:after="120"/>
      </w:pPr>
      <w:r w:rsidRPr="000B548F">
        <w:t>projektovou činnost ve výstavbě</w:t>
      </w:r>
    </w:p>
    <w:p w14:paraId="64077E69" w14:textId="77777777" w:rsidR="0035531B" w:rsidRDefault="0035531B" w:rsidP="00092CC9">
      <w:pPr>
        <w:pStyle w:val="Odrka1-1"/>
      </w:pPr>
      <w:r>
        <w:t>Odborná způsobilost:</w:t>
      </w:r>
    </w:p>
    <w:p w14:paraId="0E897038" w14:textId="0295D6D3" w:rsidR="00BD5A0E" w:rsidRDefault="00BD5A0E" w:rsidP="00BD5A0E">
      <w:pPr>
        <w:pStyle w:val="Odrka1-2-"/>
      </w:pPr>
      <w:r w:rsidRPr="00F547C6">
        <w:t>Zadavatel požaduje předložení dokladu o autorizaci v rozsahu dle § 5 odst. 3 písm.</w:t>
      </w:r>
      <w:r w:rsidRPr="00F547C6">
        <w:rPr>
          <w:b/>
        </w:rPr>
        <w:t xml:space="preserve"> b)</w:t>
      </w:r>
      <w:r w:rsidR="00D11311" w:rsidRPr="00F547C6">
        <w:rPr>
          <w:b/>
        </w:rPr>
        <w:t xml:space="preserve"> </w:t>
      </w:r>
      <w:r w:rsidR="00D11311" w:rsidRPr="00D9489D">
        <w:rPr>
          <w:bCs/>
        </w:rPr>
        <w:t>a</w:t>
      </w:r>
      <w:r w:rsidRPr="00F547C6">
        <w:rPr>
          <w:b/>
        </w:rPr>
        <w:t xml:space="preserve"> e) </w:t>
      </w:r>
      <w:r w:rsidRPr="00F547C6">
        <w:t>zákona č. 360/1992 Sb., o výkonu povolání autorizovaných architektů a o výkonu povolání autorizovaných inženýrů a techniků činných ve výstavbě, ve znění pozdějších předpisů.</w:t>
      </w:r>
    </w:p>
    <w:p w14:paraId="3B2CCE2C" w14:textId="2EA2F974" w:rsidR="000E41C6" w:rsidRPr="00B57361" w:rsidRDefault="000E41C6" w:rsidP="000E41C6">
      <w:pPr>
        <w:pStyle w:val="Odrka1-2-"/>
      </w:pPr>
      <w:r w:rsidRPr="00B57361">
        <w:t>Zadavatel požaduje předložení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09E97E46" w14:textId="77777777" w:rsidR="00BD5A0E" w:rsidRPr="00F547C6" w:rsidRDefault="00BD5A0E" w:rsidP="00BD5A0E">
      <w:pPr>
        <w:pStyle w:val="Odrka1-2-"/>
      </w:pPr>
      <w:r w:rsidRPr="00F547C6">
        <w:t>Zadavatel požaduje předložení autorizace ke zpracování dokumentace a posudku dle § 19 zák. č. 100/2001 Sb., o posuzování vlivů na životní prostředí, ve znění pozdějších předpisů.</w:t>
      </w:r>
    </w:p>
    <w:p w14:paraId="5D9DF10F" w14:textId="03F547AD" w:rsidR="0062741F" w:rsidRPr="00F547C6" w:rsidRDefault="0062741F" w:rsidP="00BD5A0E">
      <w:pPr>
        <w:pStyle w:val="Odrka1-2-"/>
      </w:pPr>
      <w:r w:rsidRPr="00F547C6">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34738729" w14:textId="77777777" w:rsidR="00BD5A0E" w:rsidRPr="00BD5A0E" w:rsidRDefault="00BD5A0E" w:rsidP="005B73B8">
      <w:pPr>
        <w:pStyle w:val="Odrka1-2-"/>
        <w:numPr>
          <w:ilvl w:val="0"/>
          <w:numId w:val="0"/>
        </w:numPr>
        <w:ind w:left="1531"/>
        <w:rPr>
          <w:highlight w:val="green"/>
        </w:rPr>
      </w:pP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D184E" w14:textId="77777777" w:rsidR="00A15641" w:rsidRDefault="00A15641" w:rsidP="00BD5A0E">
      <w:pPr>
        <w:pStyle w:val="Odrka1-2-"/>
        <w:numPr>
          <w:ilvl w:val="0"/>
          <w:numId w:val="0"/>
        </w:numPr>
        <w:ind w:left="1077"/>
      </w:pP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659EAE11" w:rsidR="00392730" w:rsidRDefault="00392730" w:rsidP="00392730">
      <w:pPr>
        <w:pStyle w:val="Textbezslovn"/>
      </w:pPr>
      <w:r>
        <w:t xml:space="preserve">Zadavatel požaduje předložení seznamu ukončených významných služeb obdobného charakteru poskytnutých dodavatelem v posledních </w:t>
      </w:r>
      <w:r w:rsidR="00F34816" w:rsidRPr="00A92FB1">
        <w:rPr>
          <w:b/>
          <w:bCs/>
        </w:rPr>
        <w:t>8</w:t>
      </w:r>
      <w:r w:rsidRPr="00A92FB1">
        <w:rPr>
          <w:b/>
          <w:bCs/>
        </w:rPr>
        <w:t xml:space="preserve"> letech</w:t>
      </w:r>
      <w:r>
        <w:t xml:space="preserve"> před zahájením zadávacího řízení. </w:t>
      </w:r>
    </w:p>
    <w:p w14:paraId="0AA38813" w14:textId="385CB09D" w:rsidR="00392730" w:rsidRDefault="00392730" w:rsidP="00392730">
      <w:pPr>
        <w:pStyle w:val="Textbezslovn"/>
      </w:pPr>
      <w:r>
        <w:lastRenderedPageBreak/>
        <w:t xml:space="preserve">Za služby obdobného charakteru se pokládají projektové práce spočívající ve zhotovení dokumentace ve stupni </w:t>
      </w:r>
      <w:r w:rsidR="007D63FC" w:rsidRPr="007D63FC">
        <w:t xml:space="preserve">dokumentace pro </w:t>
      </w:r>
      <w:r w:rsidR="00C6720B">
        <w:t xml:space="preserve">vydání rozhodnutí o umístění stavby </w:t>
      </w:r>
      <w:r w:rsidR="007D63FC" w:rsidRPr="007D63FC">
        <w:t>(</w:t>
      </w:r>
      <w:r w:rsidR="00C6720B">
        <w:t>dále jen „</w:t>
      </w:r>
      <w:r w:rsidR="007D63FC" w:rsidRPr="007D63FC">
        <w:t>DUR</w:t>
      </w:r>
      <w:r w:rsidR="00C6720B">
        <w:t>“</w:t>
      </w:r>
      <w:r w:rsidR="007D63FC" w:rsidRPr="007D63FC">
        <w:t xml:space="preserve">)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t>DUSP</w:t>
      </w:r>
      <w:r w:rsidR="00247160">
        <w:t>/DUSL</w:t>
      </w:r>
      <w:r w:rsidR="00195CAC">
        <w:t>+PDPS</w:t>
      </w:r>
      <w:r w:rsidR="00C6720B">
        <w:t>“</w:t>
      </w:r>
      <w:r w:rsidR="00195CAC">
        <w:t xml:space="preserve">) </w:t>
      </w:r>
      <w:r w:rsidR="00726461">
        <w:t>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w:t>
      </w:r>
      <w:r w:rsidR="00726461" w:rsidRPr="00A92FB1">
        <w:t xml:space="preserve">dále jen „DUR+DSP+PDPS“) </w:t>
      </w:r>
      <w:r w:rsidR="00C6720B" w:rsidRPr="00A92FB1">
        <w:t xml:space="preserve">dle </w:t>
      </w:r>
      <w:r w:rsidR="00D605F5" w:rsidRPr="00A92FB1">
        <w:t xml:space="preserve">prováděcích </w:t>
      </w:r>
      <w:r w:rsidR="00C6720B" w:rsidRPr="00A92FB1">
        <w:t>právních předpisů</w:t>
      </w:r>
      <w:r w:rsidR="00C6720B" w:rsidRPr="00A92FB1">
        <w:rPr>
          <w:rStyle w:val="Znakapoznpodarou"/>
        </w:rPr>
        <w:footnoteReference w:id="1"/>
      </w:r>
      <w:r w:rsidR="00C6720B" w:rsidRPr="00A92FB1">
        <w:t xml:space="preserve"> p</w:t>
      </w:r>
      <w:r w:rsidRPr="00A92FB1">
        <w:t>ro stavby železničních</w:t>
      </w:r>
      <w:r>
        <w:t xml:space="preserve"> drah ve smyslu § 5 </w:t>
      </w:r>
      <w:r w:rsidRPr="0021645B">
        <w:t>odst. 1 a § 3 odst. 1  zák.</w:t>
      </w:r>
      <w:r>
        <w:t xml:space="preserve"> č. 266/1994 Sb., o dráhách, ve znění pozdějších předpisů. Za službu obdobného charakteru, resp. projektové práce spočívající ve zhotovení dokumentace ve stupni </w:t>
      </w:r>
      <w:r w:rsidR="007D63FC">
        <w:t>DUR</w:t>
      </w:r>
      <w:r w:rsidR="00195CAC">
        <w:t xml:space="preserve"> nebo</w:t>
      </w:r>
      <w:r w:rsidR="007D63FC">
        <w:t xml:space="preserve"> </w:t>
      </w:r>
      <w:r>
        <w:t>DSP</w:t>
      </w:r>
      <w:r w:rsidR="00195CAC">
        <w:t xml:space="preserve"> nebo</w:t>
      </w:r>
      <w:r>
        <w:t xml:space="preserve"> 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xml:space="preserve">, zadavatel považuje rovněž provedení aktualizace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782BA4F3" w14:textId="14065829" w:rsidR="00A4169A" w:rsidRDefault="00A4169A"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1BCF6F05"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12513D">
        <w:t xml:space="preserve">písm. </w:t>
      </w:r>
      <w:r w:rsidRPr="0012513D">
        <w:rPr>
          <w:b/>
          <w:bCs/>
        </w:rPr>
        <w:t xml:space="preserve">a), b), c), d), </w:t>
      </w:r>
      <w:r w:rsidRPr="0012513D">
        <w:t>(</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758BAF41" w14:textId="2BA24E50" w:rsidR="00392730" w:rsidRPr="00F81774" w:rsidRDefault="00392730" w:rsidP="00C313BF">
      <w:pPr>
        <w:pStyle w:val="Odstavec1-1a"/>
        <w:numPr>
          <w:ilvl w:val="0"/>
          <w:numId w:val="25"/>
        </w:numPr>
      </w:pPr>
      <w:r w:rsidRPr="00F81774">
        <w:t xml:space="preserve">zpracování dokumentace ve stupni </w:t>
      </w:r>
      <w:r w:rsidR="00CC16CC" w:rsidRPr="00F81774">
        <w:t xml:space="preserve">DUR nebo </w:t>
      </w:r>
      <w:r w:rsidRPr="00F81774">
        <w:t>DSP nebo DSP+PDPS nebo DUSP</w:t>
      </w:r>
      <w:r w:rsidR="00031005" w:rsidRPr="00F81774">
        <w:t>/DUSL</w:t>
      </w:r>
      <w:r w:rsidRPr="00F81774">
        <w:t xml:space="preserve"> </w:t>
      </w:r>
      <w:r w:rsidR="006E750A" w:rsidRPr="00F81774">
        <w:t>nebo DUSP</w:t>
      </w:r>
      <w:r w:rsidR="00031005" w:rsidRPr="00F81774">
        <w:t>/DUSL</w:t>
      </w:r>
      <w:r w:rsidR="006E750A" w:rsidRPr="00F81774">
        <w:t xml:space="preserve">+PDPS </w:t>
      </w:r>
      <w:r w:rsidR="00726461" w:rsidRPr="00F81774">
        <w:t xml:space="preserve">nebo DUR+DSP nebo DUR+DSP+PDPS </w:t>
      </w:r>
      <w:r w:rsidRPr="00F81774">
        <w:t>pro rekonstrukci</w:t>
      </w:r>
      <w:r w:rsidR="008B7B86" w:rsidRPr="00674550">
        <w:t xml:space="preserve"> neb</w:t>
      </w:r>
      <w:r w:rsidR="008B7B86" w:rsidRPr="00F81774">
        <w:t>o</w:t>
      </w:r>
      <w:r w:rsidRPr="00F81774">
        <w:t xml:space="preserve"> novostavbu </w:t>
      </w:r>
      <w:r w:rsidR="008B7B86" w:rsidRPr="00F81774">
        <w:t>trakční napájecí stanice systému 25kV AC</w:t>
      </w:r>
      <w:r w:rsidRPr="00F81774">
        <w:t>,</w:t>
      </w:r>
    </w:p>
    <w:p w14:paraId="0ACF3612" w14:textId="2B739C37" w:rsidR="00392730" w:rsidRPr="00CD506C" w:rsidRDefault="00392730" w:rsidP="00F05FCA">
      <w:pPr>
        <w:pStyle w:val="Odstavec1-1a"/>
      </w:pPr>
      <w:r w:rsidRPr="0089490A">
        <w:t xml:space="preserve">zpracování dokumentace ve stupni </w:t>
      </w:r>
      <w:r w:rsidR="00CC16CC" w:rsidRPr="0089490A">
        <w:t xml:space="preserve">DUR nebo </w:t>
      </w:r>
      <w:r w:rsidRPr="0089490A">
        <w:t>DSP nebo DSP+PDPS nebo DUSP</w:t>
      </w:r>
      <w:r w:rsidR="00031005" w:rsidRPr="0089490A">
        <w:t>/DUSL</w:t>
      </w:r>
      <w:r w:rsidRPr="0089490A">
        <w:t xml:space="preserve"> </w:t>
      </w:r>
      <w:r w:rsidR="006E750A" w:rsidRPr="0089490A">
        <w:t>nebo DUSP</w:t>
      </w:r>
      <w:r w:rsidR="00031005" w:rsidRPr="0089490A">
        <w:t>/DUSL</w:t>
      </w:r>
      <w:r w:rsidR="006E750A" w:rsidRPr="0089490A">
        <w:t xml:space="preserve">+PDPS </w:t>
      </w:r>
      <w:r w:rsidR="00726461" w:rsidRPr="0089490A">
        <w:t xml:space="preserve">nebo DUR+DSP nebo DUR+DSP+PDPS </w:t>
      </w:r>
      <w:r w:rsidRPr="0089490A">
        <w:t>pro rekonstrukci</w:t>
      </w:r>
      <w:r w:rsidR="008B7B86" w:rsidRPr="0089490A">
        <w:t xml:space="preserve"> </w:t>
      </w:r>
      <w:r w:rsidR="008B7B86" w:rsidRPr="00CD506C">
        <w:t xml:space="preserve">nebo </w:t>
      </w:r>
      <w:r w:rsidRPr="00CD506C">
        <w:t xml:space="preserve">novostavbu </w:t>
      </w:r>
      <w:r w:rsidR="008B7B86" w:rsidRPr="00CD506C">
        <w:t>trakčního vedení v souhrnné délce minimálně 5 km</w:t>
      </w:r>
      <w:r w:rsidRPr="00CD506C">
        <w:t xml:space="preserve">, </w:t>
      </w:r>
      <w:r w:rsidR="000438DA">
        <w:t>včetně energetických výpočtů,</w:t>
      </w:r>
      <w:r w:rsidRPr="00CD506C">
        <w:t xml:space="preserve"> </w:t>
      </w:r>
    </w:p>
    <w:p w14:paraId="4A5A01EB" w14:textId="20985A75" w:rsidR="00392730" w:rsidRPr="00CD506C" w:rsidRDefault="00392730" w:rsidP="00F05FCA">
      <w:pPr>
        <w:pStyle w:val="Odstavec1-1a"/>
      </w:pPr>
      <w:r w:rsidRPr="00CD506C">
        <w:t xml:space="preserve">zpracování dokumentace ve stupni </w:t>
      </w:r>
      <w:r w:rsidR="00CC16CC" w:rsidRPr="00CD506C">
        <w:t xml:space="preserve">DUR nebo </w:t>
      </w:r>
      <w:r w:rsidRPr="00CD506C">
        <w:t>DSP nebo DSP+PDPS nebo DUSP</w:t>
      </w:r>
      <w:r w:rsidR="00031005" w:rsidRPr="00CD506C">
        <w:t>/DUSL</w:t>
      </w:r>
      <w:r w:rsidRPr="00CD506C">
        <w:t xml:space="preserve"> </w:t>
      </w:r>
      <w:r w:rsidR="006E750A" w:rsidRPr="00CD506C">
        <w:t>nebo DUSP</w:t>
      </w:r>
      <w:r w:rsidR="00031005" w:rsidRPr="00CD506C">
        <w:t>/DUSL</w:t>
      </w:r>
      <w:r w:rsidR="006E750A" w:rsidRPr="00CD506C">
        <w:t xml:space="preserve">+PDPS </w:t>
      </w:r>
      <w:r w:rsidR="00726461" w:rsidRPr="00CD506C">
        <w:t xml:space="preserve">nebo DUR+DSP nebo DUR+DSP+PDPS </w:t>
      </w:r>
      <w:r w:rsidRPr="00CD506C">
        <w:t>pro rekonstrukci</w:t>
      </w:r>
      <w:r w:rsidR="008B7B86" w:rsidRPr="00CD506C">
        <w:t xml:space="preserve"> </w:t>
      </w:r>
      <w:r w:rsidR="008B7B86" w:rsidRPr="00CD506C">
        <w:lastRenderedPageBreak/>
        <w:t>nebo</w:t>
      </w:r>
      <w:r w:rsidRPr="00CD506C">
        <w:t xml:space="preserve"> novostavbu </w:t>
      </w:r>
      <w:r w:rsidR="00A4169A" w:rsidRPr="00CD506C">
        <w:t xml:space="preserve">nebo opravu </w:t>
      </w:r>
      <w:r w:rsidR="008B7B86" w:rsidRPr="00CD506C">
        <w:t>zabezpečovacího zařízení traťového úseku o délce minimálně 5 km, nebo zabezpečovacího zařízení železniční stanice s počtem alespoň 4 výhybek</w:t>
      </w:r>
      <w:r w:rsidRPr="00CD506C">
        <w:t xml:space="preserve">, </w:t>
      </w:r>
    </w:p>
    <w:p w14:paraId="2EC11314" w14:textId="7CCE5B38" w:rsidR="00392730" w:rsidRPr="00507822" w:rsidRDefault="00392730" w:rsidP="00266FEF">
      <w:pPr>
        <w:pStyle w:val="Odstavec1-1a"/>
      </w:pPr>
      <w:r w:rsidRPr="00507822">
        <w:t xml:space="preserve">zajištění </w:t>
      </w:r>
      <w:r w:rsidR="00AA4782" w:rsidRPr="00507822">
        <w:t xml:space="preserve">vydání alespoň nepravomocného </w:t>
      </w:r>
      <w:r w:rsidR="00245345" w:rsidRPr="00507822">
        <w:t xml:space="preserve">stavebního povolení </w:t>
      </w:r>
      <w:r w:rsidRPr="00507822">
        <w:t xml:space="preserve">nebo společného povolení, kterým se stavba umisťuje a povoluje, </w:t>
      </w:r>
      <w:r w:rsidR="00245345" w:rsidRPr="00507822">
        <w:t xml:space="preserve">nebo povolení </w:t>
      </w:r>
      <w:r w:rsidR="00487B15" w:rsidRPr="00507822">
        <w:t xml:space="preserve">záměru (povolení </w:t>
      </w:r>
      <w:r w:rsidR="00245345" w:rsidRPr="00507822">
        <w:t>stavby dle zákona č. 283/2021 Sb., stavební zákon, ve znění pozdějších předpisů</w:t>
      </w:r>
      <w:r w:rsidR="00CA2357" w:rsidRPr="00507822">
        <w:t>)</w:t>
      </w:r>
      <w:r w:rsidR="00245345" w:rsidRPr="00507822">
        <w:t xml:space="preserve">, </w:t>
      </w:r>
      <w:r w:rsidRPr="00507822">
        <w:t>včetně zpracování agendy majetkoprávního vypořádání pro rekonstrukci</w:t>
      </w:r>
      <w:r w:rsidR="00A4169A" w:rsidRPr="00507822">
        <w:t>,</w:t>
      </w:r>
      <w:r w:rsidRPr="00507822">
        <w:t xml:space="preserve"> novostavbu </w:t>
      </w:r>
      <w:r w:rsidR="00A4169A" w:rsidRPr="00507822">
        <w:t xml:space="preserve">nebo opravu </w:t>
      </w:r>
      <w:r w:rsidRPr="00507822">
        <w:t>železniční trati nebo železniční stanice</w:t>
      </w:r>
      <w:r w:rsidR="00A82228" w:rsidRPr="00507822">
        <w:t xml:space="preserve"> s hodnotou dokumentace nejméně </w:t>
      </w:r>
      <w:r w:rsidR="00B14A96">
        <w:rPr>
          <w:b/>
        </w:rPr>
        <w:t>31</w:t>
      </w:r>
      <w:r w:rsidR="00A82228" w:rsidRPr="00766742">
        <w:rPr>
          <w:b/>
        </w:rPr>
        <w:t xml:space="preserve"> mil. Kč</w:t>
      </w:r>
      <w:r w:rsidR="00A82228" w:rsidRPr="00507822">
        <w:t xml:space="preserve"> bez DPH</w:t>
      </w:r>
      <w:r w:rsidRPr="00507822">
        <w:t xml:space="preserve">. </w:t>
      </w:r>
    </w:p>
    <w:p w14:paraId="4005AA13" w14:textId="4D562EB0" w:rsidR="00392730" w:rsidRPr="00CE1E32" w:rsidRDefault="00392730" w:rsidP="00392730">
      <w:pPr>
        <w:pStyle w:val="Textbezslovn"/>
        <w:rPr>
          <w:b/>
        </w:rPr>
      </w:pPr>
      <w:r w:rsidRPr="00CE1E32">
        <w:rPr>
          <w:b/>
        </w:rPr>
        <w:t>Každá z činností uvedených pod písm. a), b), c), výše</w:t>
      </w:r>
      <w:r w:rsidRPr="00CE1E32">
        <w:t xml:space="preserve"> </w:t>
      </w:r>
      <w:r w:rsidRPr="00CE1E32">
        <w:rPr>
          <w:b/>
        </w:rPr>
        <w:t>musí být doložena alespoň ve dvou referenčních zakázkách (významných službách).</w:t>
      </w:r>
    </w:p>
    <w:p w14:paraId="5066BB7A" w14:textId="7E49EFEC" w:rsidR="000468E2" w:rsidRDefault="000468E2" w:rsidP="000468E2">
      <w:pPr>
        <w:pStyle w:val="Textbezslovn"/>
      </w:pPr>
      <w:r w:rsidRPr="00CE1E32">
        <w:rPr>
          <w:b/>
        </w:rPr>
        <w:t xml:space="preserve">Činnost uvedená pod písm. </w:t>
      </w:r>
      <w:r w:rsidR="00F678C5">
        <w:rPr>
          <w:b/>
        </w:rPr>
        <w:t>d</w:t>
      </w:r>
      <w:r w:rsidRPr="00CE1E32">
        <w:rPr>
          <w:b/>
        </w:rPr>
        <w:t>) výše musí být doložena alespoň v jedné referenční zakázce (významné službě).</w:t>
      </w:r>
    </w:p>
    <w:p w14:paraId="0F73B539" w14:textId="331E7405" w:rsidR="00392730" w:rsidRDefault="00392730" w:rsidP="000468E2">
      <w:pPr>
        <w:pStyle w:val="Textbezslovn"/>
      </w:pPr>
      <w:r w:rsidRPr="00E35952">
        <w:t>Parametry, resp. požadavky na obsahovou náplň činností, uvedené výše pod písm. a), b), c), d)</w:t>
      </w:r>
      <w:r w:rsidR="001A591E">
        <w:t xml:space="preserve"> </w:t>
      </w:r>
      <w:r w:rsidRPr="00E35952">
        <w:t>lze splnit všechny současně v rámci jedné referenční zakázky (významné služby), ale připouští se i splnění požadavků dle písm. a), b), c), d)</w:t>
      </w:r>
      <w:r w:rsidR="002F2B6A" w:rsidRPr="00E35952">
        <w:t xml:space="preserve"> </w:t>
      </w:r>
      <w:r w:rsidRPr="00E35952">
        <w:t>odděleně v několika referenčních zakázkách. Každá z těchto referenčních zakázek však musí vždy samostatně dosahovat alespoň minimální úrovně všech požadavků dle písm. a) nebo b) nebo c) nebo d) výše, takže požadavky na obsahovou náplň činností uvedených výše pod jednotlivými písm. a) nebo b) nebo c) nebo d) nelze za účelem prokázání technické kvalifikace sčítat z více referenčních zakázek (významných</w:t>
      </w:r>
      <w:r>
        <w:t xml:space="preserve"> služeb). </w:t>
      </w:r>
    </w:p>
    <w:p w14:paraId="64FBF883" w14:textId="55E8C0C0" w:rsidR="00392730" w:rsidRDefault="00392730" w:rsidP="00392730">
      <w:pPr>
        <w:pStyle w:val="Textbezslovn"/>
      </w:pPr>
      <w:r>
        <w:t xml:space="preserve">Celkový součet </w:t>
      </w:r>
      <w:r w:rsidR="00C81CEF">
        <w:t xml:space="preserve">hodnot </w:t>
      </w:r>
      <w:r>
        <w:t xml:space="preserve">významných služeb za </w:t>
      </w:r>
      <w:r w:rsidRPr="00C81CEF">
        <w:t xml:space="preserve">posledních </w:t>
      </w:r>
      <w:r w:rsidR="00F34816">
        <w:t>8</w:t>
      </w:r>
      <w:r w:rsidRPr="00C81CEF">
        <w:t xml:space="preserve"> let</w:t>
      </w:r>
      <w:r>
        <w:t xml:space="preserve"> před zahájením zadávacího řízení, které dodavatel poskytl, musí dosahovat v souhrnu, včetně případných poddodávek, minimálně </w:t>
      </w:r>
      <w:r w:rsidR="007D1F2F">
        <w:rPr>
          <w:b/>
        </w:rPr>
        <w:t>62</w:t>
      </w:r>
      <w:r w:rsidR="000468E2" w:rsidRPr="00407AAB">
        <w:rPr>
          <w:b/>
        </w:rPr>
        <w:t xml:space="preserve"> mil.</w:t>
      </w:r>
      <w:r>
        <w:t xml:space="preserve"> </w:t>
      </w:r>
      <w:r w:rsidRPr="00392730">
        <w:rPr>
          <w:b/>
        </w:rPr>
        <w:t>Kč</w:t>
      </w:r>
      <w:r>
        <w:t xml:space="preserve"> </w:t>
      </w:r>
      <w:r w:rsidRPr="00407AAB">
        <w:rPr>
          <w:b/>
          <w:bCs/>
        </w:rPr>
        <w:t>bez DPH</w:t>
      </w:r>
      <w:r>
        <w:t xml:space="preserve">, přičemž alespoň jedna významná služba musí dosahovat </w:t>
      </w:r>
      <w:r w:rsidR="00DE696C">
        <w:t xml:space="preserve">hodnoty </w:t>
      </w:r>
      <w:r>
        <w:t xml:space="preserve">nejméně </w:t>
      </w:r>
      <w:r w:rsidR="00B14A96">
        <w:rPr>
          <w:b/>
        </w:rPr>
        <w:t>31</w:t>
      </w:r>
      <w:r w:rsidR="004C1C73" w:rsidRPr="00407AAB">
        <w:rPr>
          <w:b/>
        </w:rPr>
        <w:t xml:space="preserve"> </w:t>
      </w:r>
      <w:r w:rsidR="000468E2" w:rsidRPr="00407AAB">
        <w:rPr>
          <w:b/>
        </w:rPr>
        <w:t>mil.</w:t>
      </w:r>
      <w:r w:rsidR="000468E2">
        <w:t xml:space="preserve"> </w:t>
      </w:r>
      <w:r w:rsidRPr="00392730">
        <w:rPr>
          <w:b/>
        </w:rPr>
        <w:t>Kč</w:t>
      </w:r>
      <w:r>
        <w:t xml:space="preserve"> </w:t>
      </w:r>
      <w:r w:rsidRPr="00407AAB">
        <w:rPr>
          <w:b/>
          <w:bCs/>
        </w:rPr>
        <w:t>bez DPH</w:t>
      </w:r>
      <w:r>
        <w:t xml:space="preserve">.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354953A7"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 xml:space="preserve">účinném do 31.12.2023 (dále též „starý stavební zákon“) </w:t>
      </w:r>
      <w:r w:rsidR="00245345">
        <w:t xml:space="preserve">či ve smyslu </w:t>
      </w:r>
      <w:r w:rsidR="001579FA">
        <w:t xml:space="preserve">§ 6 odst. 1 </w:t>
      </w:r>
      <w:r w:rsidR="00245345" w:rsidRPr="00A4043B">
        <w:t>zákona č. 283/2021 Sb., stavební zákon, ve znění pozdějších předpisů</w:t>
      </w:r>
      <w:r w:rsidR="001579FA">
        <w:t xml:space="preserve"> (dále též „nový stavební zákon“)</w:t>
      </w:r>
      <w:r w:rsidRPr="000045F9">
        <w:t>.</w:t>
      </w:r>
    </w:p>
    <w:p w14:paraId="2CEECEB6" w14:textId="5A038A05"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1579FA">
        <w:t xml:space="preserve">starého </w:t>
      </w:r>
      <w:r w:rsidRPr="000045F9">
        <w:t>stavebního zákona</w:t>
      </w:r>
      <w:r w:rsidR="001579F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607CF5A8" w14:textId="4FF23CC9" w:rsidR="00DE696C" w:rsidRDefault="00DE696C" w:rsidP="00DE696C">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w:t>
      </w:r>
      <w:r w:rsidRPr="000045F9">
        <w:lastRenderedPageBreak/>
        <w:t xml:space="preserve">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67255CAE"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6A070D" w:rsidRPr="00C81CEF">
        <w:t xml:space="preserve">DUR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43FB7076" w:rsidR="00B7330D" w:rsidRDefault="00B7330D" w:rsidP="00B7330D">
      <w:pPr>
        <w:pStyle w:val="Odrka1-2-"/>
      </w:pPr>
      <w:r>
        <w:t xml:space="preserve">do ceny za zpracování příslušného stupně dokumentace může dodavatel zahrnout i cenu činností nezbytných či účelných pro zpracování dokumentace, </w:t>
      </w:r>
      <w:r>
        <w:lastRenderedPageBreak/>
        <w:t xml:space="preserve">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487B15" w:rsidRPr="00487B15">
        <w:t xml:space="preserve"> </w:t>
      </w:r>
      <w:r w:rsidR="00487B15" w:rsidRPr="00782576">
        <w:t xml:space="preserve">posouzení shody nebo vhodnosti pro použití prvku interoperability </w:t>
      </w:r>
      <w:r w:rsidR="00487B15">
        <w:t xml:space="preserve">či </w:t>
      </w:r>
      <w:r w:rsidR="00487B15" w:rsidRPr="00782576">
        <w:t>ES prohlášení o ověření subsystému</w:t>
      </w:r>
      <w:r>
        <w:t>, zpracování nákladů stavby, zpracování v režimu BIM;</w:t>
      </w:r>
    </w:p>
    <w:p w14:paraId="10AB0D7A" w14:textId="095444E9" w:rsidR="00392730"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t>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 xml:space="preserve">předáním </w:t>
      </w:r>
      <w:r w:rsidR="006A070D">
        <w:t xml:space="preserve">DUR nebo </w:t>
      </w:r>
      <w:r>
        <w:t>DSP nebo DSP+PDPS nebo DUSP</w:t>
      </w:r>
      <w:r w:rsidR="007250A8">
        <w:t>/DUSL</w:t>
      </w:r>
      <w:r w:rsidR="006E750A" w:rsidRPr="006E750A">
        <w:t xml:space="preserve"> </w:t>
      </w:r>
      <w:r w:rsidR="006E750A">
        <w:t>nebo DUSP</w:t>
      </w:r>
      <w:r w:rsidR="007250A8">
        <w:t>/DUSL</w:t>
      </w:r>
      <w:r w:rsidR="006E750A">
        <w:t>+PDPS</w:t>
      </w:r>
      <w:r w:rsidR="005A595A" w:rsidRPr="005A595A">
        <w:t xml:space="preserve"> </w:t>
      </w:r>
      <w:r w:rsidR="00333290">
        <w:t xml:space="preserve">nebo DUR+DSP nebo DUR+DSP+PDPS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případného podání žádosti </w:t>
      </w:r>
      <w:r w:rsidR="006A070D" w:rsidRPr="006A070D">
        <w:t>o územní rozhodnutí, územní souhlas</w:t>
      </w:r>
      <w:r w:rsidR="006A070D">
        <w:t>,</w:t>
      </w:r>
      <w:r>
        <w:t xml:space="preserve"> stavební povolení</w:t>
      </w:r>
      <w:r w:rsidR="003D55A0">
        <w:t>,</w:t>
      </w:r>
      <w:r>
        <w:t xml:space="preserve"> společné povolení</w:t>
      </w:r>
      <w:r w:rsidR="006B510E">
        <w:t xml:space="preserve"> nebo povolení </w:t>
      </w:r>
      <w:r w:rsidR="00487B15">
        <w:t xml:space="preserve">záměru (povolení </w:t>
      </w:r>
      <w:r w:rsidR="006B510E">
        <w:t>stavby</w:t>
      </w:r>
      <w:r w:rsidR="00487B15">
        <w:t>)</w:t>
      </w:r>
      <w:r>
        <w:t xml:space="preserve">, je-li součástí plnění </w:t>
      </w:r>
      <w:r w:rsidRPr="00733B00">
        <w:t xml:space="preserve">zakázky. </w:t>
      </w:r>
      <w:r w:rsidR="00BC4CE7" w:rsidRPr="00733B00">
        <w:t>Tento odstavec</w:t>
      </w:r>
      <w:r w:rsidR="003B0F0D" w:rsidRPr="00733B00">
        <w:t>, resp. odrážka,</w:t>
      </w:r>
      <w:r w:rsidR="00BC4CE7" w:rsidRPr="00733B00">
        <w:t xml:space="preserve"> se nevztahuje na službu dle písm. </w:t>
      </w:r>
      <w:r w:rsidR="00F678C5">
        <w:t>d</w:t>
      </w:r>
      <w:r w:rsidR="00BC4CE7" w:rsidRPr="00733B00">
        <w:t>) tohoto článku.</w:t>
      </w:r>
      <w:r w:rsidR="00BC4CE7" w:rsidRPr="000E6038">
        <w:t xml:space="preserve"> </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4DDE0390" w:rsidR="009E1AEE" w:rsidRDefault="009E1AEE" w:rsidP="009E1AEE">
      <w:pPr>
        <w:pStyle w:val="Textbezslovn"/>
      </w:pPr>
      <w:r>
        <w:t xml:space="preserve">Zadavatel požaduje předložení seznamu odborného personálu dodavatele. Pro každou osobu odborného </w:t>
      </w:r>
      <w:r w:rsidRPr="00B22A63">
        <w:t>personálu v níže uvedené funkci,</w:t>
      </w:r>
      <w:r w:rsidR="002679A6" w:rsidRPr="00B22A63" w:rsidDel="002679A6">
        <w:t xml:space="preserve"> </w:t>
      </w:r>
      <w:r w:rsidRPr="00B22A63">
        <w:t>může být za účelem splnění kvalifikace doložena pouze jedna osoba. Jednotlivé požadavky na kvalifikační kritéria u každé jednotlivé funkc</w:t>
      </w:r>
      <w:r w:rsidRPr="00467D26">
        <w:t>e</w:t>
      </w:r>
      <w:r w:rsidR="00467D26" w:rsidRPr="00467D26">
        <w:t>,</w:t>
      </w:r>
      <w:r w:rsidRPr="00B22A63">
        <w:t xml:space="preserve"> nelze jakkoliv</w:t>
      </w:r>
      <w:r>
        <w:t xml:space="preserve">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Pr="00467D26" w:rsidRDefault="009E1AEE" w:rsidP="009E1AEE">
      <w:pPr>
        <w:pStyle w:val="Textbezslovn"/>
      </w:pPr>
      <w:r>
        <w:lastRenderedPageBreak/>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w:t>
      </w:r>
      <w:r w:rsidRPr="00467D26">
        <w:t>vyplývat z dodavatelem předkládaných dokumentů):</w:t>
      </w:r>
    </w:p>
    <w:p w14:paraId="2D2358F9" w14:textId="361D74C1" w:rsidR="009E1AEE" w:rsidRPr="00467D26" w:rsidRDefault="005A595A" w:rsidP="00EA148D">
      <w:pPr>
        <w:pStyle w:val="Odstavec1-1a"/>
        <w:numPr>
          <w:ilvl w:val="0"/>
          <w:numId w:val="16"/>
        </w:numPr>
        <w:rPr>
          <w:b/>
        </w:rPr>
      </w:pPr>
      <w:r w:rsidRPr="003E74E3">
        <w:rPr>
          <w:b/>
        </w:rPr>
        <w:t xml:space="preserve">hlavní </w:t>
      </w:r>
      <w:r w:rsidRPr="00467D26">
        <w:rPr>
          <w:b/>
        </w:rPr>
        <w:t>projektant</w:t>
      </w:r>
      <w:r w:rsidR="00BC4CE7" w:rsidRPr="00467D26">
        <w:rPr>
          <w:b/>
        </w:rPr>
        <w:t xml:space="preserve"> (HIP)</w:t>
      </w:r>
      <w:r w:rsidR="009E1AEE" w:rsidRPr="00467D26">
        <w:rPr>
          <w:b/>
        </w:rPr>
        <w:t xml:space="preserve"> </w:t>
      </w:r>
    </w:p>
    <w:p w14:paraId="1C8DEE95" w14:textId="37D65C73" w:rsidR="009E1AEE" w:rsidRPr="00467D26" w:rsidRDefault="009E1AEE" w:rsidP="009E1AEE">
      <w:pPr>
        <w:pStyle w:val="Odrka1-2-"/>
      </w:pPr>
      <w:r w:rsidRPr="00467D26">
        <w:t>nejméně 5 let praxe v projektování</w:t>
      </w:r>
      <w:r w:rsidR="00BC4CE7" w:rsidRPr="00467D26">
        <w:t xml:space="preserve"> staveb železničních drah</w:t>
      </w:r>
      <w:r w:rsidRPr="00467D26">
        <w:t xml:space="preserve">, které obsahovaly alespoň následující činnosti: </w:t>
      </w:r>
      <w:r w:rsidRPr="008127DC">
        <w:rPr>
          <w:b/>
          <w:bCs/>
        </w:rPr>
        <w:t xml:space="preserve">projektování </w:t>
      </w:r>
      <w:r w:rsidR="00E75A4A" w:rsidRPr="008127DC">
        <w:rPr>
          <w:b/>
          <w:bCs/>
        </w:rPr>
        <w:t>trakčního vedení</w:t>
      </w:r>
      <w:r w:rsidR="000438DA">
        <w:rPr>
          <w:b/>
          <w:bCs/>
        </w:rPr>
        <w:t xml:space="preserve"> nebo</w:t>
      </w:r>
      <w:r w:rsidR="00E75A4A" w:rsidRPr="008127DC">
        <w:rPr>
          <w:b/>
          <w:bCs/>
        </w:rPr>
        <w:t xml:space="preserve"> projektování trakční napájecí stanice</w:t>
      </w:r>
      <w:r w:rsidR="000438DA">
        <w:rPr>
          <w:b/>
          <w:bCs/>
        </w:rPr>
        <w:t>, nebo</w:t>
      </w:r>
      <w:r w:rsidR="00E75A4A" w:rsidRPr="008127DC">
        <w:rPr>
          <w:b/>
          <w:bCs/>
        </w:rPr>
        <w:t xml:space="preserve"> projektování zabezpečovacího zařízení</w:t>
      </w:r>
      <w:r w:rsidRPr="008127DC">
        <w:rPr>
          <w:b/>
          <w:bCs/>
        </w:rPr>
        <w:t>;</w:t>
      </w:r>
      <w:r w:rsidRPr="00467D26">
        <w:t xml:space="preserve"> </w:t>
      </w:r>
    </w:p>
    <w:p w14:paraId="0C067D02" w14:textId="74E22645" w:rsidR="009E1AEE" w:rsidRPr="00E01C8C" w:rsidRDefault="009E1AEE" w:rsidP="009E1AEE">
      <w:pPr>
        <w:pStyle w:val="Odrka1-2-"/>
      </w:pPr>
      <w:r w:rsidRPr="00E01C8C">
        <w:t xml:space="preserve">autorizace v rozsahu dle § 5 odst. 3 písm. </w:t>
      </w:r>
      <w:r w:rsidR="00E75A4A" w:rsidRPr="00E01C8C">
        <w:rPr>
          <w:b/>
          <w:bCs/>
        </w:rPr>
        <w:t>e</w:t>
      </w:r>
      <w:r w:rsidRPr="00E01C8C">
        <w:rPr>
          <w:b/>
          <w:bCs/>
        </w:rPr>
        <w:t>)</w:t>
      </w:r>
      <w:r w:rsidRPr="00E01C8C">
        <w:t xml:space="preserve"> zák. č. 360/1992 Sb., o výkonu povolání autorizovaných architektů a </w:t>
      </w:r>
      <w:r w:rsidRPr="009532FA">
        <w:t xml:space="preserve">o výkonu povolání autorizovaných inženýrů a techniků činných ve výstavbě, ve znění pozdějších předpisů (dále jen „autorizační zákon“), tedy pro </w:t>
      </w:r>
      <w:r w:rsidR="009532FA" w:rsidRPr="00E01C8C">
        <w:rPr>
          <w:b/>
          <w:bCs/>
        </w:rPr>
        <w:t>technologická zařízení staveb</w:t>
      </w:r>
      <w:r w:rsidRPr="009532FA">
        <w:t xml:space="preserve">; </w:t>
      </w:r>
    </w:p>
    <w:p w14:paraId="6FF67603" w14:textId="6FF3C900" w:rsidR="009E1AEE" w:rsidRPr="009A5880" w:rsidRDefault="009E1AEE" w:rsidP="00B51E0F">
      <w:pPr>
        <w:pStyle w:val="Odrka1-2-"/>
      </w:pPr>
      <w:r w:rsidRPr="00E0603E">
        <w:t xml:space="preserve">prokázat zkušenost s plněním alespoň </w:t>
      </w:r>
      <w:r w:rsidR="00440F7E" w:rsidRPr="00E0603E">
        <w:t xml:space="preserve">jedné zakázky </w:t>
      </w:r>
      <w:r w:rsidRPr="00E0603E">
        <w:t xml:space="preserve">na projektové práce </w:t>
      </w:r>
      <w:r w:rsidR="00B51E0F" w:rsidRPr="00E0603E">
        <w:t xml:space="preserve">spočívající ve zpracování dokumentace </w:t>
      </w:r>
      <w:r w:rsidRPr="00E0603E">
        <w:t xml:space="preserve">pro stavby železničních drah ve stupni </w:t>
      </w:r>
      <w:r w:rsidR="00D474A0" w:rsidRPr="00E0603E">
        <w:t xml:space="preserve">DUR nebo </w:t>
      </w:r>
      <w:r w:rsidRPr="00E0603E">
        <w:t>DSP nebo DSP+PDPS nebo DUSP</w:t>
      </w:r>
      <w:r w:rsidR="007250A8" w:rsidRPr="00E0603E">
        <w:t>/DUSL</w:t>
      </w:r>
      <w:r w:rsidRPr="00E0603E">
        <w:t xml:space="preserve"> </w:t>
      </w:r>
      <w:r w:rsidR="006E750A" w:rsidRPr="00E0603E">
        <w:t>nebo DUSP</w:t>
      </w:r>
      <w:r w:rsidR="007250A8" w:rsidRPr="00E0603E">
        <w:t>/DUSL</w:t>
      </w:r>
      <w:r w:rsidR="006E750A" w:rsidRPr="00E0603E">
        <w:t xml:space="preserve">+PDPS </w:t>
      </w:r>
      <w:r w:rsidR="00C95863" w:rsidRPr="00E0603E">
        <w:t xml:space="preserve">nebo DUR+DSP nebo DUR+DSP+PDPS </w:t>
      </w:r>
      <w:r w:rsidRPr="00E0603E">
        <w:t>ve funkci vedoucího týmu</w:t>
      </w:r>
      <w:r w:rsidR="00AA4782" w:rsidRPr="00E0603E">
        <w:t xml:space="preserve"> </w:t>
      </w:r>
      <w:r w:rsidR="000E1442" w:rsidRPr="00E0603E">
        <w:t>nebo zástupce vedoucího týmu</w:t>
      </w:r>
      <w:r w:rsidRPr="00E0603E">
        <w:t xml:space="preserve">, přičemž </w:t>
      </w:r>
      <w:r w:rsidR="00440F7E" w:rsidRPr="00E0603E">
        <w:t xml:space="preserve">hodnota zakázky </w:t>
      </w:r>
      <w:r w:rsidR="00440F7E" w:rsidRPr="00E0603E">
        <w:rPr>
          <w:rFonts w:cs="Arial"/>
          <w:bCs/>
        </w:rPr>
        <w:t xml:space="preserve">musí činit nejméně </w:t>
      </w:r>
      <w:r w:rsidR="005C38C4" w:rsidRPr="00EE7D6B">
        <w:rPr>
          <w:rFonts w:cs="Arial"/>
          <w:b/>
        </w:rPr>
        <w:t xml:space="preserve">18 </w:t>
      </w:r>
      <w:r w:rsidR="00440F7E" w:rsidRPr="00EE7D6B">
        <w:rPr>
          <w:rFonts w:cs="Arial"/>
          <w:b/>
        </w:rPr>
        <w:t>mil. Kč</w:t>
      </w:r>
      <w:r w:rsidR="00440F7E" w:rsidRPr="00E0603E">
        <w:rPr>
          <w:rFonts w:cs="Arial"/>
          <w:bCs/>
        </w:rPr>
        <w:t xml:space="preserve"> bez DPH</w:t>
      </w:r>
      <w:r w:rsidR="00440F7E" w:rsidRPr="00E0603E">
        <w:t xml:space="preserve"> a </w:t>
      </w:r>
      <w:r w:rsidRPr="00E0603E">
        <w:t xml:space="preserve">musí </w:t>
      </w:r>
      <w:r w:rsidR="00440F7E" w:rsidRPr="00E0603E">
        <w:t xml:space="preserve">se </w:t>
      </w:r>
      <w:r w:rsidRPr="00E0603E">
        <w:t>jednat o zakázk</w:t>
      </w:r>
      <w:r w:rsidR="000749E8" w:rsidRPr="00E0603E">
        <w:t>u</w:t>
      </w:r>
      <w:r w:rsidRPr="00E0603E">
        <w:t xml:space="preserve"> dokončen</w:t>
      </w:r>
      <w:r w:rsidR="000749E8" w:rsidRPr="00E0603E">
        <w:t>ou</w:t>
      </w:r>
      <w:r w:rsidRPr="00E0603E">
        <w:t>, avšak zadavatel nestanoví maximální lhůtu, ve které musel</w:t>
      </w:r>
      <w:r w:rsidR="000749E8" w:rsidRPr="00E0603E">
        <w:t>a</w:t>
      </w:r>
      <w:r w:rsidRPr="00E0603E">
        <w:t xml:space="preserve"> být zakázk</w:t>
      </w:r>
      <w:r w:rsidR="000749E8" w:rsidRPr="00E0603E">
        <w:t>a</w:t>
      </w:r>
      <w:r w:rsidRPr="00E0603E">
        <w:t xml:space="preserve"> dokončen</w:t>
      </w:r>
      <w:r w:rsidR="000749E8" w:rsidRPr="00E0603E">
        <w:t>a</w:t>
      </w:r>
      <w:r w:rsidRPr="00E0603E">
        <w:t>; pokud byla referovaná činnost součástí rozsáhlejšího plnění pro objednatele služby (např. kromě zpracování projektové dokumentace měl dodavatel vykonávat i dozor</w:t>
      </w:r>
      <w:r w:rsidR="005E0759" w:rsidRPr="00E0603E">
        <w:t xml:space="preserve"> projektanta</w:t>
      </w:r>
      <w:r w:rsidRPr="00E0603E">
        <w:t>) postačí, pokud je dokončeno plněn</w:t>
      </w:r>
      <w:r w:rsidR="00355D2A" w:rsidRPr="00E0603E">
        <w:t>í</w:t>
      </w:r>
      <w:r w:rsidR="000749E8" w:rsidRPr="00E0603E">
        <w:t xml:space="preserve"> odpovídající zadavatelem </w:t>
      </w:r>
      <w:r w:rsidR="000749E8" w:rsidRPr="009A5880">
        <w:t>stanovené definici požadované zkušenosti</w:t>
      </w:r>
      <w:r w:rsidR="00355D2A" w:rsidRPr="009A5880">
        <w:t>;</w:t>
      </w:r>
      <w:r w:rsidRPr="009A5880">
        <w:t xml:space="preserve">  </w:t>
      </w:r>
    </w:p>
    <w:p w14:paraId="03BB03C7" w14:textId="77777777" w:rsidR="001501B9" w:rsidRPr="009A5880" w:rsidRDefault="001501B9" w:rsidP="001501B9">
      <w:pPr>
        <w:pStyle w:val="Odstavec1-1a"/>
        <w:numPr>
          <w:ilvl w:val="0"/>
          <w:numId w:val="16"/>
        </w:numPr>
        <w:rPr>
          <w:b/>
        </w:rPr>
      </w:pPr>
      <w:r w:rsidRPr="009A5880">
        <w:rPr>
          <w:b/>
        </w:rPr>
        <w:t xml:space="preserve">zástupce hlavního projektanta  </w:t>
      </w:r>
    </w:p>
    <w:p w14:paraId="388C92E1" w14:textId="5470147D" w:rsidR="001501B9" w:rsidRPr="00C46788" w:rsidRDefault="001501B9" w:rsidP="001501B9">
      <w:pPr>
        <w:pStyle w:val="Odrka1-2-"/>
      </w:pPr>
      <w:r w:rsidRPr="00C46788">
        <w:t>nejméně 5 let praxe v projektování staveb železničních drah</w:t>
      </w:r>
      <w:r w:rsidR="00E75A4A" w:rsidRPr="00C46788">
        <w:t>;</w:t>
      </w:r>
      <w:r w:rsidRPr="00C46788">
        <w:t xml:space="preserve"> </w:t>
      </w:r>
    </w:p>
    <w:p w14:paraId="21B3132F" w14:textId="37303D2C" w:rsidR="001501B9" w:rsidRPr="00E42C0F" w:rsidRDefault="001501B9" w:rsidP="001501B9">
      <w:pPr>
        <w:pStyle w:val="Odrka1-2-"/>
        <w:rPr>
          <w:b/>
        </w:rPr>
      </w:pPr>
      <w:r w:rsidRPr="00C46788">
        <w:t xml:space="preserve">autorizace v rozsahu dle § 5 odst. 3 písm. </w:t>
      </w:r>
      <w:r w:rsidRPr="00C46788">
        <w:rPr>
          <w:b/>
          <w:bCs/>
        </w:rPr>
        <w:t xml:space="preserve">b) </w:t>
      </w:r>
      <w:r w:rsidR="00E75A4A" w:rsidRPr="00C46788">
        <w:rPr>
          <w:b/>
          <w:bCs/>
        </w:rPr>
        <w:t>nebo e)</w:t>
      </w:r>
      <w:r w:rsidR="00E75A4A" w:rsidRPr="00C46788">
        <w:t xml:space="preserve"> autorizačního zákona, </w:t>
      </w:r>
      <w:r w:rsidR="00E75A4A" w:rsidRPr="00E42C0F">
        <w:t xml:space="preserve">tedy pro </w:t>
      </w:r>
      <w:r w:rsidR="00E75A4A" w:rsidRPr="00E42C0F">
        <w:rPr>
          <w:b/>
          <w:bCs/>
        </w:rPr>
        <w:t xml:space="preserve">dopravní stavby nebo </w:t>
      </w:r>
      <w:r w:rsidR="006C7AEE" w:rsidRPr="00E42C0F">
        <w:rPr>
          <w:b/>
          <w:bCs/>
        </w:rPr>
        <w:t xml:space="preserve">pro </w:t>
      </w:r>
      <w:r w:rsidR="00E75A4A" w:rsidRPr="00E42C0F">
        <w:rPr>
          <w:b/>
          <w:bCs/>
        </w:rPr>
        <w:t>technologická zařízení staveb</w:t>
      </w:r>
      <w:r w:rsidRPr="00E42C0F">
        <w:t>;</w:t>
      </w:r>
    </w:p>
    <w:p w14:paraId="5D1A4B72" w14:textId="67221601" w:rsidR="009E1AEE" w:rsidRPr="00E42C0F" w:rsidRDefault="009E1AEE" w:rsidP="001501B9">
      <w:pPr>
        <w:pStyle w:val="Odstavec1-1a"/>
        <w:numPr>
          <w:ilvl w:val="0"/>
          <w:numId w:val="16"/>
        </w:numPr>
        <w:rPr>
          <w:b/>
        </w:rPr>
      </w:pPr>
      <w:r w:rsidRPr="00E42C0F">
        <w:rPr>
          <w:b/>
        </w:rPr>
        <w:t>specialista na železniční svršek a spodek</w:t>
      </w:r>
    </w:p>
    <w:p w14:paraId="62065C28" w14:textId="3310ED28" w:rsidR="00355D2A" w:rsidRPr="00E42C0F" w:rsidRDefault="009E1AEE" w:rsidP="00355D2A">
      <w:pPr>
        <w:pStyle w:val="Odrka1-2-"/>
      </w:pPr>
      <w:r w:rsidRPr="00E42C0F">
        <w:t xml:space="preserve">nejméně 5 let praxe </w:t>
      </w:r>
      <w:r w:rsidR="000749E8" w:rsidRPr="00E42C0F">
        <w:t xml:space="preserve">v projektování v oboru své specializace </w:t>
      </w:r>
      <w:r w:rsidR="0024255A" w:rsidRPr="00E42C0F">
        <w:t>(</w:t>
      </w:r>
      <w:r w:rsidR="0024255A" w:rsidRPr="0019293B">
        <w:rPr>
          <w:b/>
          <w:bCs/>
        </w:rPr>
        <w:t>železniční svršek a spodek</w:t>
      </w:r>
      <w:r w:rsidR="0024255A" w:rsidRPr="00E42C0F">
        <w:t>)</w:t>
      </w:r>
      <w:r w:rsidRPr="00E42C0F">
        <w:t xml:space="preserve">; </w:t>
      </w:r>
    </w:p>
    <w:p w14:paraId="290A6424" w14:textId="77777777" w:rsidR="009E1AEE" w:rsidRPr="0019293B" w:rsidRDefault="009E1AEE" w:rsidP="00355D2A">
      <w:pPr>
        <w:pStyle w:val="Odrka1-2-"/>
      </w:pPr>
      <w:r w:rsidRPr="00E42C0F">
        <w:t xml:space="preserve">autorizace v rozsahu dle § 5 odst. 3 písm. </w:t>
      </w:r>
      <w:r w:rsidRPr="00E42C0F">
        <w:rPr>
          <w:b/>
          <w:bCs/>
        </w:rPr>
        <w:t>b)</w:t>
      </w:r>
      <w:r w:rsidRPr="00E42C0F">
        <w:t xml:space="preserve"> autorizačního zákona, tedy pro </w:t>
      </w:r>
      <w:r w:rsidRPr="0019293B">
        <w:rPr>
          <w:b/>
          <w:bCs/>
        </w:rPr>
        <w:t>dopravní stavby</w:t>
      </w:r>
      <w:r w:rsidRPr="0019293B">
        <w:t xml:space="preserve">; </w:t>
      </w:r>
    </w:p>
    <w:p w14:paraId="07BBF49B" w14:textId="03895171" w:rsidR="00CD6A9E" w:rsidRPr="0019293B" w:rsidRDefault="00CD6A9E" w:rsidP="00CD6A9E">
      <w:pPr>
        <w:pStyle w:val="Odstavec1-1a"/>
        <w:numPr>
          <w:ilvl w:val="0"/>
          <w:numId w:val="16"/>
        </w:numPr>
        <w:rPr>
          <w:b/>
        </w:rPr>
      </w:pPr>
      <w:r w:rsidRPr="0019293B">
        <w:rPr>
          <w:b/>
        </w:rPr>
        <w:t>specialista na energetické výpočty</w:t>
      </w:r>
    </w:p>
    <w:p w14:paraId="50A38B1D" w14:textId="3C51C1EC" w:rsidR="00CD6A9E" w:rsidRPr="0019293B" w:rsidRDefault="00CD6A9E" w:rsidP="00CD6A9E">
      <w:pPr>
        <w:pStyle w:val="Odrka1-2-"/>
        <w:rPr>
          <w:b/>
          <w:bCs/>
        </w:rPr>
      </w:pPr>
      <w:r w:rsidRPr="0019293B">
        <w:t xml:space="preserve">nejméně 5 let praxe v provádění </w:t>
      </w:r>
      <w:r w:rsidRPr="0019293B">
        <w:rPr>
          <w:b/>
          <w:bCs/>
        </w:rPr>
        <w:t>energetických výpočtů pro stavby železničních drah;</w:t>
      </w:r>
    </w:p>
    <w:p w14:paraId="19BAA002" w14:textId="7803CF1E" w:rsidR="009E1AEE" w:rsidRPr="00243A0C" w:rsidRDefault="009E1AEE" w:rsidP="00CD6A9E">
      <w:pPr>
        <w:pStyle w:val="Odstavec1-1a"/>
        <w:numPr>
          <w:ilvl w:val="0"/>
          <w:numId w:val="16"/>
        </w:numPr>
        <w:rPr>
          <w:b/>
        </w:rPr>
      </w:pPr>
      <w:r w:rsidRPr="00243A0C">
        <w:rPr>
          <w:b/>
        </w:rPr>
        <w:t>specialista na zabezpečovací zařízení</w:t>
      </w:r>
    </w:p>
    <w:p w14:paraId="3ADF40C2" w14:textId="0C1B2DAB" w:rsidR="00355D2A" w:rsidRPr="00243A0C" w:rsidRDefault="009E1AEE" w:rsidP="00355D2A">
      <w:pPr>
        <w:pStyle w:val="Odrka1-2-"/>
      </w:pPr>
      <w:r w:rsidRPr="00243A0C">
        <w:t xml:space="preserve">nejméně 5 let praxe </w:t>
      </w:r>
      <w:r w:rsidR="000749E8" w:rsidRPr="00243A0C">
        <w:t xml:space="preserve">v projektování v oboru své specializace </w:t>
      </w:r>
      <w:r w:rsidR="0024255A" w:rsidRPr="00243A0C">
        <w:t>(</w:t>
      </w:r>
      <w:r w:rsidR="0024255A" w:rsidRPr="00243A0C">
        <w:rPr>
          <w:b/>
          <w:bCs/>
        </w:rPr>
        <w:t>zabezpečovací zařízení</w:t>
      </w:r>
      <w:r w:rsidR="0024255A" w:rsidRPr="00243A0C">
        <w:t>)</w:t>
      </w:r>
      <w:r w:rsidRPr="00243A0C">
        <w:t>;</w:t>
      </w:r>
    </w:p>
    <w:p w14:paraId="21C42832" w14:textId="77777777" w:rsidR="009E1AEE" w:rsidRPr="00243A0C" w:rsidRDefault="009E1AEE" w:rsidP="00355D2A">
      <w:pPr>
        <w:pStyle w:val="Odrka1-2-"/>
      </w:pPr>
      <w:r w:rsidRPr="00243A0C">
        <w:t xml:space="preserve">autorizace v rozsahu dle § 5 odst. 3 písm. </w:t>
      </w:r>
      <w:r w:rsidRPr="00243A0C">
        <w:rPr>
          <w:b/>
          <w:bCs/>
        </w:rPr>
        <w:t>e)</w:t>
      </w:r>
      <w:r w:rsidRPr="00243A0C">
        <w:t xml:space="preserve"> autorizačního zákona, tedy v oboru </w:t>
      </w:r>
      <w:r w:rsidRPr="00243A0C">
        <w:rPr>
          <w:b/>
          <w:bCs/>
        </w:rPr>
        <w:t>technologická zařízení staveb</w:t>
      </w:r>
      <w:r w:rsidRPr="00243A0C">
        <w:t xml:space="preserve">; </w:t>
      </w:r>
    </w:p>
    <w:p w14:paraId="7D46D835" w14:textId="77777777" w:rsidR="009E1AEE" w:rsidRPr="00FE5340" w:rsidRDefault="009E1AEE" w:rsidP="00EA148D">
      <w:pPr>
        <w:pStyle w:val="Odstavec1-1a"/>
        <w:numPr>
          <w:ilvl w:val="0"/>
          <w:numId w:val="16"/>
        </w:numPr>
        <w:rPr>
          <w:b/>
        </w:rPr>
      </w:pPr>
      <w:r w:rsidRPr="00FE5340">
        <w:rPr>
          <w:b/>
        </w:rPr>
        <w:t>specialista na sdělovací zařízení</w:t>
      </w:r>
    </w:p>
    <w:p w14:paraId="5EFF262E" w14:textId="1C8793F9" w:rsidR="00355D2A" w:rsidRPr="00FE5340" w:rsidRDefault="009E1AEE" w:rsidP="00355D2A">
      <w:pPr>
        <w:pStyle w:val="Odrka1-2-"/>
      </w:pPr>
      <w:r w:rsidRPr="00FE5340">
        <w:t xml:space="preserve">nejméně 5 let praxe </w:t>
      </w:r>
      <w:r w:rsidR="000749E8" w:rsidRPr="00FE5340">
        <w:t xml:space="preserve">v projektování v oboru své specializace </w:t>
      </w:r>
      <w:r w:rsidR="0024255A" w:rsidRPr="00FE5340">
        <w:t>(</w:t>
      </w:r>
      <w:r w:rsidR="0024255A" w:rsidRPr="00FE5340">
        <w:rPr>
          <w:b/>
          <w:bCs/>
        </w:rPr>
        <w:t>sdělovací zařízení</w:t>
      </w:r>
      <w:r w:rsidR="0024255A" w:rsidRPr="00FE5340">
        <w:t>)</w:t>
      </w:r>
      <w:r w:rsidRPr="00FE5340">
        <w:t xml:space="preserve">; </w:t>
      </w:r>
    </w:p>
    <w:p w14:paraId="7D688E45" w14:textId="77777777" w:rsidR="009E1AEE" w:rsidRPr="007B6C96" w:rsidRDefault="009E1AEE" w:rsidP="00355D2A">
      <w:pPr>
        <w:pStyle w:val="Odrka1-2-"/>
      </w:pPr>
      <w:r w:rsidRPr="00FE5340">
        <w:t xml:space="preserve">autorizace v rozsahu dle § 5 odst. 3 písm. </w:t>
      </w:r>
      <w:r w:rsidRPr="00FE5340">
        <w:rPr>
          <w:b/>
          <w:bCs/>
        </w:rPr>
        <w:t>e)</w:t>
      </w:r>
      <w:r w:rsidRPr="00FE5340">
        <w:t xml:space="preserve"> autorizačního zákona, tedy v oboru </w:t>
      </w:r>
      <w:r w:rsidRPr="007B6C96">
        <w:rPr>
          <w:b/>
          <w:bCs/>
        </w:rPr>
        <w:t>technologická zařízení staveb</w:t>
      </w:r>
      <w:r w:rsidRPr="007B6C96">
        <w:t xml:space="preserve">; </w:t>
      </w:r>
    </w:p>
    <w:p w14:paraId="2F26EBEC" w14:textId="77777777" w:rsidR="009E1AEE" w:rsidRPr="007B6C96" w:rsidRDefault="009E1AEE" w:rsidP="00EA148D">
      <w:pPr>
        <w:pStyle w:val="Odstavec1-1a"/>
        <w:numPr>
          <w:ilvl w:val="0"/>
          <w:numId w:val="16"/>
        </w:numPr>
        <w:rPr>
          <w:b/>
        </w:rPr>
      </w:pPr>
      <w:r w:rsidRPr="007B6C96">
        <w:rPr>
          <w:b/>
        </w:rPr>
        <w:t>specialista na trakční vedení</w:t>
      </w:r>
    </w:p>
    <w:p w14:paraId="371B36E4" w14:textId="5D406655" w:rsidR="00355D2A" w:rsidRPr="007B6C96" w:rsidRDefault="009E1AEE" w:rsidP="00355D2A">
      <w:pPr>
        <w:pStyle w:val="Odrka1-2-"/>
      </w:pPr>
      <w:r w:rsidRPr="007B6C96">
        <w:t xml:space="preserve">nejméně 5 let praxe </w:t>
      </w:r>
      <w:r w:rsidR="000749E8" w:rsidRPr="007B6C96">
        <w:t xml:space="preserve">v projektování v oboru své specializace </w:t>
      </w:r>
      <w:r w:rsidR="0024255A" w:rsidRPr="007B6C96">
        <w:t>(</w:t>
      </w:r>
      <w:r w:rsidR="0024255A" w:rsidRPr="007B6C96">
        <w:rPr>
          <w:b/>
          <w:bCs/>
        </w:rPr>
        <w:t>trakční vedení</w:t>
      </w:r>
      <w:r w:rsidR="0024255A" w:rsidRPr="007B6C96">
        <w:t>)</w:t>
      </w:r>
      <w:r w:rsidRPr="007B6C96">
        <w:t xml:space="preserve">; </w:t>
      </w:r>
    </w:p>
    <w:p w14:paraId="2A158C31" w14:textId="77777777" w:rsidR="009E1AEE" w:rsidRPr="007B6C96" w:rsidRDefault="009E1AEE" w:rsidP="00355D2A">
      <w:pPr>
        <w:pStyle w:val="Odrka1-2-"/>
      </w:pPr>
      <w:r w:rsidRPr="007B6C96">
        <w:t xml:space="preserve">autorizace v rozsahu dle § 5 odst. 3 písm. </w:t>
      </w:r>
      <w:r w:rsidRPr="007B6C96">
        <w:rPr>
          <w:b/>
          <w:bCs/>
        </w:rPr>
        <w:t>e)</w:t>
      </w:r>
      <w:r w:rsidRPr="007B6C96">
        <w:t xml:space="preserve"> autorizačního zákona, tedy v oboru </w:t>
      </w:r>
      <w:r w:rsidRPr="007B6C96">
        <w:rPr>
          <w:b/>
          <w:bCs/>
        </w:rPr>
        <w:t>technologická zařízení staveb</w:t>
      </w:r>
      <w:r w:rsidRPr="007B6C96">
        <w:t xml:space="preserve">; </w:t>
      </w:r>
    </w:p>
    <w:p w14:paraId="17B00999" w14:textId="77777777" w:rsidR="009E1AEE" w:rsidRPr="007B6C96" w:rsidRDefault="009E1AEE" w:rsidP="00EA148D">
      <w:pPr>
        <w:pStyle w:val="Odstavec1-1a"/>
        <w:numPr>
          <w:ilvl w:val="0"/>
          <w:numId w:val="16"/>
        </w:numPr>
        <w:rPr>
          <w:b/>
        </w:rPr>
      </w:pPr>
      <w:r w:rsidRPr="007B6C96">
        <w:rPr>
          <w:b/>
        </w:rPr>
        <w:t>specialista na silnoproudou technologii</w:t>
      </w:r>
    </w:p>
    <w:p w14:paraId="07A3008C" w14:textId="73544049" w:rsidR="00355D2A" w:rsidRPr="007B6C96" w:rsidRDefault="009E1AEE" w:rsidP="00355D2A">
      <w:pPr>
        <w:pStyle w:val="Odrka1-2-"/>
      </w:pPr>
      <w:r w:rsidRPr="007B6C96">
        <w:lastRenderedPageBreak/>
        <w:t xml:space="preserve">nejméně 5 let praxe </w:t>
      </w:r>
      <w:r w:rsidR="000749E8" w:rsidRPr="007B6C96">
        <w:t xml:space="preserve">v projektování v oboru své specializace </w:t>
      </w:r>
      <w:r w:rsidR="0024255A" w:rsidRPr="007B6C96">
        <w:t>(</w:t>
      </w:r>
      <w:r w:rsidR="0024255A" w:rsidRPr="007B6C96">
        <w:rPr>
          <w:b/>
          <w:bCs/>
        </w:rPr>
        <w:t>silnoproudá technologie</w:t>
      </w:r>
      <w:r w:rsidR="0024255A" w:rsidRPr="007B6C96">
        <w:t>)</w:t>
      </w:r>
      <w:r w:rsidRPr="007B6C96">
        <w:t xml:space="preserve">; </w:t>
      </w:r>
    </w:p>
    <w:p w14:paraId="1358B4DB" w14:textId="77777777" w:rsidR="009E1AEE" w:rsidRPr="007B6C96" w:rsidRDefault="009E1AEE" w:rsidP="00355D2A">
      <w:pPr>
        <w:pStyle w:val="Odrka1-2-"/>
      </w:pPr>
      <w:r w:rsidRPr="007B6C96">
        <w:t xml:space="preserve">autorizace v rozsahu dle § 5 odst. 3 písm. </w:t>
      </w:r>
      <w:r w:rsidRPr="007B6C96">
        <w:rPr>
          <w:b/>
          <w:bCs/>
        </w:rPr>
        <w:t>e)</w:t>
      </w:r>
      <w:r w:rsidRPr="007B6C96">
        <w:t xml:space="preserve"> autorizačního zákona, tedy v oboru </w:t>
      </w:r>
      <w:r w:rsidRPr="007B6C96">
        <w:rPr>
          <w:b/>
          <w:bCs/>
        </w:rPr>
        <w:t>technologická zařízení staveb</w:t>
      </w:r>
      <w:r w:rsidRPr="007B6C96">
        <w:t xml:space="preserve">; </w:t>
      </w:r>
    </w:p>
    <w:p w14:paraId="55B13F7B" w14:textId="77777777" w:rsidR="009E1AEE" w:rsidRPr="00250CCF" w:rsidRDefault="009E1AEE" w:rsidP="00EA148D">
      <w:pPr>
        <w:pStyle w:val="Odstavec1-1a"/>
        <w:numPr>
          <w:ilvl w:val="0"/>
          <w:numId w:val="16"/>
        </w:numPr>
        <w:rPr>
          <w:b/>
        </w:rPr>
      </w:pPr>
      <w:r w:rsidRPr="00250CCF">
        <w:rPr>
          <w:b/>
        </w:rPr>
        <w:t>specialista na životní prostředí</w:t>
      </w:r>
    </w:p>
    <w:p w14:paraId="4156C8C5" w14:textId="77777777" w:rsidR="00355D2A" w:rsidRPr="00250CCF" w:rsidRDefault="009E1AEE" w:rsidP="00355D2A">
      <w:pPr>
        <w:pStyle w:val="Odrka1-2-"/>
      </w:pPr>
      <w:r w:rsidRPr="00250CCF">
        <w:t xml:space="preserve">nejméně 5 let praxe v projektování v oboru své specializace </w:t>
      </w:r>
      <w:r w:rsidR="0024255A" w:rsidRPr="00250CCF">
        <w:t>(</w:t>
      </w:r>
      <w:r w:rsidR="0024255A" w:rsidRPr="00250CCF">
        <w:rPr>
          <w:b/>
          <w:bCs/>
        </w:rPr>
        <w:t>životní prostředí</w:t>
      </w:r>
      <w:r w:rsidR="0024255A" w:rsidRPr="00250CCF">
        <w:t xml:space="preserve">) </w:t>
      </w:r>
      <w:r w:rsidRPr="00250CCF">
        <w:t xml:space="preserve">nebo v posuzování vlivů na životní prostředí; </w:t>
      </w:r>
    </w:p>
    <w:p w14:paraId="396110EC" w14:textId="77777777" w:rsidR="009E1AEE" w:rsidRDefault="009E1AEE" w:rsidP="00355D2A">
      <w:pPr>
        <w:pStyle w:val="Odrka1-2-"/>
      </w:pPr>
      <w:r w:rsidRPr="00250CCF">
        <w:t>autorizace ke zpracování dokumentace a posudku dle § 19 zák. č. 100/2001 Sb., o posuzování vlivů na životní prostředí, ve znění pozdějších předpisů;</w:t>
      </w:r>
    </w:p>
    <w:p w14:paraId="241A47EC" w14:textId="152EB4CF" w:rsidR="00893DEA" w:rsidRPr="00F11CFB" w:rsidRDefault="00893DEA" w:rsidP="004411F7">
      <w:pPr>
        <w:pStyle w:val="Odstavec1-1a"/>
        <w:numPr>
          <w:ilvl w:val="0"/>
          <w:numId w:val="16"/>
        </w:numPr>
        <w:rPr>
          <w:b/>
        </w:rPr>
      </w:pPr>
      <w:r w:rsidRPr="00F11CFB">
        <w:rPr>
          <w:b/>
        </w:rPr>
        <w:t xml:space="preserve">koordinátor BOZP </w:t>
      </w:r>
    </w:p>
    <w:p w14:paraId="1F45F7CA" w14:textId="56EA3DA5" w:rsidR="00893DEA" w:rsidRPr="00031CF6" w:rsidRDefault="00031CF6" w:rsidP="00893DEA">
      <w:pPr>
        <w:pStyle w:val="Odrka1-2-"/>
      </w:pPr>
      <w:r w:rsidRPr="00031CF6">
        <w:t>nejméně 3 roky praxe ve svém oboru</w:t>
      </w:r>
      <w:r w:rsidR="00893DEA" w:rsidRPr="00031CF6">
        <w:t xml:space="preserve">; </w:t>
      </w:r>
    </w:p>
    <w:p w14:paraId="7468B56C" w14:textId="77777777" w:rsidR="00031CF6" w:rsidRPr="00031CF6" w:rsidRDefault="00031CF6" w:rsidP="00031CF6">
      <w:pPr>
        <w:pStyle w:val="Odrka1-2-"/>
      </w:pPr>
      <w:r w:rsidRPr="00031CF6">
        <w:t xml:space="preserve">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 úspěšné vykonání zkoušky vydané firmou akreditovanou MPSV; </w:t>
      </w:r>
    </w:p>
    <w:p w14:paraId="56EDA0AC" w14:textId="10582AE3" w:rsidR="009E1AEE" w:rsidRPr="00250CCF" w:rsidRDefault="009E1AEE" w:rsidP="00EA148D">
      <w:pPr>
        <w:pStyle w:val="Odstavec1-1a"/>
        <w:numPr>
          <w:ilvl w:val="0"/>
          <w:numId w:val="16"/>
        </w:numPr>
        <w:rPr>
          <w:b/>
        </w:rPr>
      </w:pPr>
      <w:r w:rsidRPr="00250CCF">
        <w:rPr>
          <w:b/>
        </w:rPr>
        <w:t>specialista na inženýrskou činnost</w:t>
      </w:r>
    </w:p>
    <w:p w14:paraId="42A56C8F" w14:textId="6FAD8ED6" w:rsidR="009E1AEE" w:rsidRPr="00250CCF" w:rsidRDefault="009E1AEE" w:rsidP="007C6F69">
      <w:pPr>
        <w:pStyle w:val="Odrka1-2-"/>
      </w:pPr>
      <w:r w:rsidRPr="00250CCF">
        <w:t xml:space="preserve">nejméně 5 let praxe ve výkonu inženýrské činnosti pro vydání </w:t>
      </w:r>
      <w:r w:rsidR="005E0759" w:rsidRPr="00250CCF">
        <w:t xml:space="preserve">stavebního povolení </w:t>
      </w:r>
      <w:r w:rsidR="007C6F69" w:rsidRPr="00250CCF">
        <w:t xml:space="preserve">nebo </w:t>
      </w:r>
      <w:r w:rsidRPr="00250CCF">
        <w:t>společného povolení</w:t>
      </w:r>
      <w:r w:rsidR="005E0759" w:rsidRPr="00250CCF">
        <w:t xml:space="preserve"> nebo povolení </w:t>
      </w:r>
      <w:r w:rsidR="00487B15" w:rsidRPr="00250CCF">
        <w:t xml:space="preserve">záměru (povolení </w:t>
      </w:r>
      <w:r w:rsidR="005E0759" w:rsidRPr="00250CCF">
        <w:t>stavby</w:t>
      </w:r>
      <w:r w:rsidR="00487B15" w:rsidRPr="00250CCF">
        <w:t>)</w:t>
      </w:r>
      <w:r w:rsidR="00016DBF" w:rsidRPr="00250CCF">
        <w:t>,</w:t>
      </w:r>
      <w:r w:rsidRPr="00250CCF">
        <w:t xml:space="preserve"> včetně majetkoprávní přípravy staveb;</w:t>
      </w:r>
    </w:p>
    <w:p w14:paraId="40DEF1A4" w14:textId="35F1D80B" w:rsidR="000749E8" w:rsidRPr="00250CCF" w:rsidRDefault="004411F7" w:rsidP="00412678">
      <w:pPr>
        <w:pStyle w:val="Odstavec1-1a"/>
        <w:numPr>
          <w:ilvl w:val="0"/>
          <w:numId w:val="0"/>
        </w:numPr>
        <w:ind w:left="737"/>
        <w:rPr>
          <w:b/>
        </w:rPr>
      </w:pPr>
      <w:r>
        <w:rPr>
          <w:bCs/>
        </w:rPr>
        <w:t>l</w:t>
      </w:r>
      <w:r w:rsidR="00412678" w:rsidRPr="00412678">
        <w:rPr>
          <w:bCs/>
        </w:rPr>
        <w:t>)</w:t>
      </w:r>
      <w:r w:rsidR="00412678">
        <w:rPr>
          <w:b/>
        </w:rPr>
        <w:t xml:space="preserve"> </w:t>
      </w:r>
      <w:r w:rsidR="00300EE9">
        <w:rPr>
          <w:b/>
        </w:rPr>
        <w:t xml:space="preserve"> </w:t>
      </w:r>
      <w:r w:rsidR="00C84AED">
        <w:rPr>
          <w:b/>
        </w:rPr>
        <w:t xml:space="preserve"> </w:t>
      </w:r>
      <w:r w:rsidR="000749E8" w:rsidRPr="00250CCF">
        <w:rPr>
          <w:b/>
        </w:rPr>
        <w:t>Koordinátor</w:t>
      </w:r>
      <w:r w:rsidR="000825DE" w:rsidRPr="00250CCF">
        <w:rPr>
          <w:b/>
        </w:rPr>
        <w:t xml:space="preserve"> BIM</w:t>
      </w:r>
      <w:r w:rsidR="000749E8" w:rsidRPr="00250CCF">
        <w:rPr>
          <w:b/>
        </w:rPr>
        <w:t xml:space="preserve"> </w:t>
      </w:r>
    </w:p>
    <w:p w14:paraId="59CDA435" w14:textId="19343AE0" w:rsidR="000749E8" w:rsidRPr="00250CCF" w:rsidRDefault="000749E8" w:rsidP="000749E8">
      <w:pPr>
        <w:pStyle w:val="Odrka1-2-"/>
      </w:pPr>
      <w:r w:rsidRPr="00250CCF">
        <w:t xml:space="preserve">nejméně 3 roky praxe </w:t>
      </w:r>
      <w:r w:rsidR="00FC39CE" w:rsidRPr="00250CCF">
        <w:t>v</w:t>
      </w:r>
      <w:r w:rsidRPr="00250CCF">
        <w:t xml:space="preserve"> projektování </w:t>
      </w:r>
      <w:r w:rsidR="00B818F8" w:rsidRPr="00250CCF">
        <w:t xml:space="preserve">staveb </w:t>
      </w:r>
      <w:r w:rsidRPr="00250CCF">
        <w:t>v pozici vedoucího týmu nebo nejméně 5 let praxe v projektování staveb</w:t>
      </w:r>
      <w:r w:rsidR="00B818F8" w:rsidRPr="00250CCF">
        <w:t xml:space="preserve"> v pozici projektanta nebo </w:t>
      </w:r>
      <w:r w:rsidR="009B7BA9" w:rsidRPr="00250CCF">
        <w:t xml:space="preserve">nejméně </w:t>
      </w:r>
      <w:r w:rsidR="00B818F8" w:rsidRPr="00250CCF">
        <w:t xml:space="preserve">2 roky praxe v pozici Koordinátora </w:t>
      </w:r>
      <w:r w:rsidR="000825DE" w:rsidRPr="00250CCF">
        <w:t xml:space="preserve">BIM </w:t>
      </w:r>
      <w:r w:rsidR="00B818F8" w:rsidRPr="00250CCF">
        <w:t>při provádění staveb</w:t>
      </w:r>
      <w:r w:rsidRPr="00250CCF">
        <w:t>;</w:t>
      </w:r>
    </w:p>
    <w:p w14:paraId="67F835BD" w14:textId="2F833A90" w:rsidR="000749E8" w:rsidRPr="00250CCF" w:rsidRDefault="003D6153" w:rsidP="000749E8">
      <w:pPr>
        <w:pStyle w:val="Odrka1-2-"/>
        <w:rPr>
          <w:b/>
        </w:rPr>
      </w:pPr>
      <w:r w:rsidRPr="00250CCF">
        <w:t xml:space="preserve">prokázat </w:t>
      </w:r>
      <w:r w:rsidR="000749E8" w:rsidRPr="00250CCF">
        <w:t xml:space="preserve">zkušenost s plněním alespoň jedné zakázky na projektové práce spočívající ve zpracování dokumentace </w:t>
      </w:r>
      <w:r w:rsidR="00B818F8" w:rsidRPr="00250CCF">
        <w:t>v některém z následujících stupňů:</w:t>
      </w:r>
      <w:r w:rsidR="000749E8" w:rsidRPr="00250CCF">
        <w:t xml:space="preserve"> DUR</w:t>
      </w:r>
      <w:r w:rsidR="00B818F8" w:rsidRPr="00250CCF">
        <w:t>, DUSP</w:t>
      </w:r>
      <w:r w:rsidR="000825DE" w:rsidRPr="00250CCF">
        <w:t xml:space="preserve">, </w:t>
      </w:r>
      <w:r w:rsidR="00B818F8" w:rsidRPr="00250CCF">
        <w:t>DUSL,</w:t>
      </w:r>
      <w:r w:rsidR="000749E8" w:rsidRPr="00250CCF">
        <w:t xml:space="preserve"> DSP</w:t>
      </w:r>
      <w:r w:rsidR="006C0453" w:rsidRPr="00250CCF">
        <w:t xml:space="preserve"> nebo</w:t>
      </w:r>
      <w:r w:rsidR="00B818F8" w:rsidRPr="00250CCF">
        <w:t xml:space="preserve"> PDPS, a to</w:t>
      </w:r>
      <w:r w:rsidR="000749E8" w:rsidRPr="00250CCF">
        <w:t xml:space="preserve"> v</w:t>
      </w:r>
      <w:r w:rsidR="006C0453" w:rsidRPr="00250CCF">
        <w:t xml:space="preserve"> pozici</w:t>
      </w:r>
      <w:r w:rsidR="000749E8" w:rsidRPr="00250CCF">
        <w:t xml:space="preserve"> vedoucího týmu nebo projektanta</w:t>
      </w:r>
      <w:r w:rsidRPr="00250CCF">
        <w:t xml:space="preserve"> nebo Koordinátora BIM</w:t>
      </w:r>
      <w:r w:rsidR="000749E8" w:rsidRPr="00250CCF">
        <w:t xml:space="preserve">, </w:t>
      </w:r>
      <w:r w:rsidRPr="00250CCF">
        <w:t xml:space="preserve">nebo prokázání zkušenosti s plněním alespoň jedné zakázky v pozici Koordinátora BIM při provádění stavby, </w:t>
      </w:r>
      <w:r w:rsidR="00B818F8" w:rsidRPr="00250CCF">
        <w:t xml:space="preserve">jejichž </w:t>
      </w:r>
      <w:r w:rsidR="000749E8" w:rsidRPr="00250CCF">
        <w:t xml:space="preserve">náplní činnosti </w:t>
      </w:r>
      <w:r w:rsidRPr="00250CCF">
        <w:t xml:space="preserve">(u všech výše uvedených pozic) </w:t>
      </w:r>
      <w:r w:rsidR="000749E8" w:rsidRPr="00250CCF">
        <w:t xml:space="preserve">byla tvorba a koordinace </w:t>
      </w:r>
      <w:r w:rsidR="009B7BA9" w:rsidRPr="00250CCF">
        <w:t>I</w:t>
      </w:r>
      <w:r w:rsidR="000749E8" w:rsidRPr="00250CCF">
        <w:t>nformační</w:t>
      </w:r>
      <w:r w:rsidR="00B818F8" w:rsidRPr="00250CCF">
        <w:t>ho</w:t>
      </w:r>
      <w:r w:rsidR="000749E8" w:rsidRPr="00250CCF">
        <w:t xml:space="preserve"> model</w:t>
      </w:r>
      <w:r w:rsidR="00B818F8" w:rsidRPr="00250CCF">
        <w:t>u</w:t>
      </w:r>
      <w:r w:rsidR="000749E8" w:rsidRPr="00250CCF">
        <w:t xml:space="preserve"> </w:t>
      </w:r>
      <w:r w:rsidR="009B7BA9" w:rsidRPr="00250CCF">
        <w:t>stavby</w:t>
      </w:r>
      <w:r w:rsidR="000749E8" w:rsidRPr="00250CCF">
        <w:t xml:space="preserve"> na úrovni řízení procesů se zaměřením na zajištění vztahů mezi objednatelem a zhotovitelem, </w:t>
      </w:r>
      <w:r w:rsidRPr="00250CCF">
        <w:t>tzn. že</w:t>
      </w:r>
      <w:r w:rsidR="000749E8" w:rsidRPr="00250CCF">
        <w:t xml:space="preserve"> předmětné </w:t>
      </w:r>
      <w:r w:rsidRPr="00250CCF">
        <w:t>doložené</w:t>
      </w:r>
      <w:r w:rsidR="000749E8" w:rsidRPr="00250CCF">
        <w:t xml:space="preserve"> práce byly zpracované jako souhrn všech dokumentů zahrnujících grafické a negrafické informace v digitální podobě pořízené prostřednictvím systémů a dalších softwarových nástrojů organizovaných tak, aby reprezentovaly </w:t>
      </w:r>
      <w:r w:rsidRPr="00250CCF">
        <w:t xml:space="preserve">zpracování dokumentace stavby v příslušném stupni nebo </w:t>
      </w:r>
      <w:r w:rsidR="00B818F8" w:rsidRPr="00250CCF">
        <w:rPr>
          <w:rFonts w:ascii="Verdana" w:hAnsi="Verdana"/>
        </w:rPr>
        <w:t xml:space="preserve">stavbu </w:t>
      </w:r>
      <w:r w:rsidRPr="00250CCF">
        <w:rPr>
          <w:rFonts w:ascii="Verdana" w:hAnsi="Verdana"/>
        </w:rPr>
        <w:t xml:space="preserve">při jejím provádění </w:t>
      </w:r>
      <w:r w:rsidR="000749E8" w:rsidRPr="00250CCF">
        <w:t>jako celek,</w:t>
      </w:r>
      <w:r w:rsidR="00AB0788" w:rsidRPr="00250CCF">
        <w:t xml:space="preserve"> přičemž se musí jednat o zakázku</w:t>
      </w:r>
      <w:r w:rsidR="000749E8" w:rsidRPr="00250CCF">
        <w:t xml:space="preserve"> dokončen</w:t>
      </w:r>
      <w:r w:rsidR="00AB0788" w:rsidRPr="00250CCF">
        <w:t>ou</w:t>
      </w:r>
      <w:r w:rsidR="000749E8" w:rsidRPr="00250CCF">
        <w:t>, avšak zadavatel nestanoví maximální lhůtu, ve které musel</w:t>
      </w:r>
      <w:r w:rsidR="00AB0788" w:rsidRPr="00250CCF">
        <w:t>a</w:t>
      </w:r>
      <w:r w:rsidR="000749E8" w:rsidRPr="00250CCF">
        <w:t xml:space="preserve"> být zakázk</w:t>
      </w:r>
      <w:r w:rsidR="00AB0788" w:rsidRPr="00250CCF">
        <w:t>a</w:t>
      </w:r>
      <w:r w:rsidR="000749E8" w:rsidRPr="00250CCF">
        <w:t xml:space="preserve"> dokončen</w:t>
      </w:r>
      <w:r w:rsidR="00AB0788" w:rsidRPr="00250CCF">
        <w:t>a</w:t>
      </w:r>
      <w:r w:rsidR="000749E8" w:rsidRPr="00250CCF">
        <w:t>;</w:t>
      </w:r>
    </w:p>
    <w:p w14:paraId="32B64839" w14:textId="2BE03462" w:rsidR="000749E8" w:rsidRPr="00250CCF" w:rsidRDefault="004411F7" w:rsidP="00412678">
      <w:pPr>
        <w:pStyle w:val="Odstavec1-1a"/>
        <w:numPr>
          <w:ilvl w:val="0"/>
          <w:numId w:val="0"/>
        </w:numPr>
        <w:ind w:left="737"/>
        <w:rPr>
          <w:b/>
        </w:rPr>
      </w:pPr>
      <w:r>
        <w:rPr>
          <w:bCs/>
        </w:rPr>
        <w:t>m</w:t>
      </w:r>
      <w:r w:rsidR="00412678" w:rsidRPr="00412678">
        <w:rPr>
          <w:bCs/>
        </w:rPr>
        <w:t>)</w:t>
      </w:r>
      <w:r w:rsidR="00412678">
        <w:rPr>
          <w:b/>
        </w:rPr>
        <w:t xml:space="preserve"> </w:t>
      </w:r>
      <w:r w:rsidR="00360597" w:rsidRPr="00250CCF">
        <w:rPr>
          <w:b/>
        </w:rPr>
        <w:t>M</w:t>
      </w:r>
      <w:r w:rsidR="000749E8" w:rsidRPr="00250CCF">
        <w:rPr>
          <w:b/>
        </w:rPr>
        <w:t xml:space="preserve">anažer informací </w:t>
      </w:r>
    </w:p>
    <w:p w14:paraId="3BC35FFF" w14:textId="3FBE2A6E" w:rsidR="000749E8" w:rsidRPr="00250CCF" w:rsidRDefault="000749E8" w:rsidP="000749E8">
      <w:pPr>
        <w:pStyle w:val="Odrka1-2-"/>
      </w:pPr>
      <w:r w:rsidRPr="00250CCF">
        <w:t>nejméně 5 let praxe v projektování staveb</w:t>
      </w:r>
      <w:r w:rsidR="00B818F8" w:rsidRPr="00250CCF">
        <w:t xml:space="preserve"> v pozici projektanta nebo </w:t>
      </w:r>
      <w:r w:rsidR="009B7BA9" w:rsidRPr="00250CCF">
        <w:t xml:space="preserve">nejméně </w:t>
      </w:r>
      <w:r w:rsidR="00B818F8" w:rsidRPr="00250CCF">
        <w:t xml:space="preserve">2 roky praxe při zpracování a tvorbě Digitálního modelu stavby, jež byl součástí Informačního modelu </w:t>
      </w:r>
      <w:r w:rsidR="009B7BA9" w:rsidRPr="00250CCF">
        <w:t>stavby</w:t>
      </w:r>
      <w:r w:rsidR="00B818F8" w:rsidRPr="00250CCF">
        <w:t xml:space="preserve"> při provádění staveb</w:t>
      </w:r>
      <w:r w:rsidRPr="00250CCF">
        <w:t>;</w:t>
      </w:r>
    </w:p>
    <w:p w14:paraId="65885C60" w14:textId="5E0D330D" w:rsidR="000749E8" w:rsidRPr="00F11CFB" w:rsidRDefault="003D6153" w:rsidP="000749E8">
      <w:pPr>
        <w:pStyle w:val="Odrka1-2-"/>
        <w:rPr>
          <w:b/>
        </w:rPr>
      </w:pPr>
      <w:r w:rsidRPr="00250CCF">
        <w:t xml:space="preserve">prokázat </w:t>
      </w:r>
      <w:r w:rsidR="000749E8" w:rsidRPr="00250CCF">
        <w:t xml:space="preserve">zkušenost s plněním alespoň jedné zakázky na projektové práce spočívající ve zpracování dokumentace </w:t>
      </w:r>
      <w:r w:rsidR="00B818F8" w:rsidRPr="00250CCF">
        <w:t xml:space="preserve">v některém z následujících stupňů: </w:t>
      </w:r>
      <w:r w:rsidR="000749E8" w:rsidRPr="00250CCF">
        <w:t>DUR</w:t>
      </w:r>
      <w:r w:rsidR="00C75802" w:rsidRPr="00250CCF">
        <w:t>, DUSP</w:t>
      </w:r>
      <w:r w:rsidR="003B7D0F" w:rsidRPr="00250CCF">
        <w:t xml:space="preserve">, </w:t>
      </w:r>
      <w:r w:rsidR="00C75802" w:rsidRPr="00250CCF">
        <w:t>DUSL,</w:t>
      </w:r>
      <w:r w:rsidR="000749E8" w:rsidRPr="00250CCF">
        <w:t xml:space="preserve"> DSP</w:t>
      </w:r>
      <w:r w:rsidR="003B7D0F" w:rsidRPr="00250CCF">
        <w:t xml:space="preserve"> nebo</w:t>
      </w:r>
      <w:r w:rsidR="00C75802" w:rsidRPr="00250CCF">
        <w:t xml:space="preserve"> PDPS, a to</w:t>
      </w:r>
      <w:r w:rsidR="000749E8" w:rsidRPr="00250CCF">
        <w:t xml:space="preserve"> v</w:t>
      </w:r>
      <w:r w:rsidR="00360597" w:rsidRPr="00250CCF">
        <w:t xml:space="preserve"> pozici</w:t>
      </w:r>
      <w:r w:rsidR="000749E8" w:rsidRPr="00250CCF">
        <w:t xml:space="preserve"> projektanta</w:t>
      </w:r>
      <w:r w:rsidR="00360597" w:rsidRPr="00250CCF">
        <w:t xml:space="preserve"> nebo Manažera informací</w:t>
      </w:r>
      <w:r w:rsidR="000749E8" w:rsidRPr="00250CCF">
        <w:t xml:space="preserve">, </w:t>
      </w:r>
      <w:r w:rsidR="00360597" w:rsidRPr="00250CCF">
        <w:t>nebo prokázání zkušeností s plněním alespoň jedné zakázky v pozici člena týmu zhotovitele stavby při provádění stavby, jejichž</w:t>
      </w:r>
      <w:r w:rsidR="000749E8" w:rsidRPr="00250CCF">
        <w:t xml:space="preserve"> náplní činnosti </w:t>
      </w:r>
      <w:r w:rsidR="00360597" w:rsidRPr="00250CCF">
        <w:t xml:space="preserve">(u všech výše uvedených pozic) </w:t>
      </w:r>
      <w:r w:rsidR="00C75802" w:rsidRPr="00250CCF">
        <w:t xml:space="preserve">bylo zpracování a tvorba Digitálního modelu stavby, jež byl součástí Informačního modelu </w:t>
      </w:r>
      <w:r w:rsidR="009B7BA9" w:rsidRPr="00250CCF">
        <w:t>stavby</w:t>
      </w:r>
      <w:r w:rsidR="00C75802" w:rsidRPr="00250CCF">
        <w:t xml:space="preserve">, </w:t>
      </w:r>
      <w:r w:rsidR="00360597" w:rsidRPr="00250CCF">
        <w:t>tzn. že</w:t>
      </w:r>
      <w:r w:rsidR="000749E8" w:rsidRPr="00250CCF">
        <w:t xml:space="preserve"> předmětné </w:t>
      </w:r>
      <w:r w:rsidR="00360597" w:rsidRPr="00250CCF">
        <w:t xml:space="preserve">doložené </w:t>
      </w:r>
      <w:r w:rsidR="000749E8" w:rsidRPr="00250CCF">
        <w:t xml:space="preserve">práce byly zpracované jako souhrn všech dokumentů zahrnujících grafické a negrafické informace v digitální podobě pořízené prostřednictvím systémů a dalších softwarových nástrojů organizovaných tak, aby </w:t>
      </w:r>
      <w:r w:rsidR="000749E8" w:rsidRPr="00250CCF">
        <w:lastRenderedPageBreak/>
        <w:t xml:space="preserve">reprezentovaly </w:t>
      </w:r>
      <w:r w:rsidR="00360597" w:rsidRPr="00250CCF">
        <w:t xml:space="preserve">zpracování dokumentace stavby v příslušném stupni nebo </w:t>
      </w:r>
      <w:r w:rsidR="00C75802" w:rsidRPr="00250CCF">
        <w:rPr>
          <w:rFonts w:ascii="Verdana" w:hAnsi="Verdana"/>
        </w:rPr>
        <w:t xml:space="preserve">stavbu </w:t>
      </w:r>
      <w:r w:rsidR="001D5A76" w:rsidRPr="00250CCF">
        <w:rPr>
          <w:rFonts w:ascii="Verdana" w:hAnsi="Verdana"/>
        </w:rPr>
        <w:t xml:space="preserve">při jejím provádění </w:t>
      </w:r>
      <w:r w:rsidR="000749E8" w:rsidRPr="00250CCF">
        <w:t>jako celek, přičemž se musí jednat o zakázk</w:t>
      </w:r>
      <w:r w:rsidR="00AB0788" w:rsidRPr="00250CCF">
        <w:t>u</w:t>
      </w:r>
      <w:r w:rsidR="000749E8" w:rsidRPr="00250CCF">
        <w:t xml:space="preserve"> dokončen</w:t>
      </w:r>
      <w:r w:rsidR="00AB0788" w:rsidRPr="00250CCF">
        <w:t>ou</w:t>
      </w:r>
      <w:r w:rsidR="000749E8" w:rsidRPr="00250CCF">
        <w:t>, avšak zadavatel nestanoví maximální lhůtu, ve které musel</w:t>
      </w:r>
      <w:r w:rsidR="00AB0788" w:rsidRPr="00250CCF">
        <w:t>a</w:t>
      </w:r>
      <w:r w:rsidR="000749E8" w:rsidRPr="00250CCF">
        <w:t xml:space="preserve"> být zakázk</w:t>
      </w:r>
      <w:r w:rsidR="00AB0788" w:rsidRPr="00250CCF">
        <w:t>a</w:t>
      </w:r>
      <w:r w:rsidR="000749E8" w:rsidRPr="00250CCF">
        <w:t xml:space="preserve"> dokončen</w:t>
      </w:r>
      <w:r w:rsidR="00AB0788" w:rsidRPr="00250CCF">
        <w:t>a</w:t>
      </w:r>
      <w:r w:rsidR="000749E8" w:rsidRPr="00250CCF">
        <w:t>.</w:t>
      </w:r>
    </w:p>
    <w:p w14:paraId="408BFE64" w14:textId="1AB60612" w:rsidR="009E1AEE" w:rsidRPr="00F11CFB" w:rsidRDefault="009E1AEE" w:rsidP="00C313BF">
      <w:pPr>
        <w:pStyle w:val="Textbezslovn"/>
        <w:spacing w:before="240"/>
      </w:pPr>
      <w:r w:rsidRPr="00F11CFB">
        <w:t xml:space="preserve">Ohledně požadavku na prokázání zkušenosti ve funkci </w:t>
      </w:r>
      <w:r w:rsidRPr="00F11CFB">
        <w:rPr>
          <w:b/>
        </w:rPr>
        <w:t>vedoucího týmu</w:t>
      </w:r>
      <w:r w:rsidRPr="00F11CFB">
        <w:t xml:space="preserve"> zadavatel pro odstranění pochybností upřesňuje, že za vedoucího týmu považuje osobu,</w:t>
      </w:r>
      <w:r w:rsidR="000749E8" w:rsidRPr="00F11CFB">
        <w:t xml:space="preserve"> jež je pověřena koordinací</w:t>
      </w:r>
      <w:r w:rsidR="004343DB" w:rsidRPr="00F11CFB">
        <w:t xml:space="preserve"> při zpracování dokumentace</w:t>
      </w:r>
      <w:r w:rsidR="000749E8" w:rsidRPr="00F11CFB">
        <w:t xml:space="preserve">. Ve smyslu § 113 odst. 2 zákona č. 183/2006 Sb., o územním plánování a stavebním řádu (stavební zákon), ve znění pozdějších předpisů, </w:t>
      </w:r>
      <w:r w:rsidR="00B83FB3" w:rsidRPr="00F11CFB">
        <w:t xml:space="preserve">a ve smyslu § 14 písm. c) zákona č. 283/2021 Sb., stavební zákon, ve znění pozdějších předpisů, </w:t>
      </w:r>
      <w:r w:rsidR="000749E8" w:rsidRPr="00F11CFB">
        <w:t>se jedná o osobu hlavního projektanta</w:t>
      </w:r>
      <w:r w:rsidRPr="00F11CFB">
        <w:t xml:space="preserve">. Za vedoucího týmu je </w:t>
      </w:r>
      <w:r w:rsidR="000749E8" w:rsidRPr="00F11CFB">
        <w:t xml:space="preserve">tedy </w:t>
      </w:r>
      <w:r w:rsidRPr="00F11CFB">
        <w:t xml:space="preserve">považován např. </w:t>
      </w:r>
      <w:r w:rsidR="0080737F" w:rsidRPr="00F11CFB">
        <w:t>hlavní projektant</w:t>
      </w:r>
      <w:r w:rsidR="00C235B9" w:rsidRPr="00F11CFB">
        <w:t xml:space="preserve">, </w:t>
      </w:r>
      <w:r w:rsidRPr="00F11CFB">
        <w:t>hlavní inženýr projektu</w:t>
      </w:r>
      <w:r w:rsidR="00C235B9" w:rsidRPr="00F11CFB">
        <w:t xml:space="preserve"> či</w:t>
      </w:r>
      <w:r w:rsidR="0080737F" w:rsidRPr="00F11CFB">
        <w:t xml:space="preserve"> manažer projektu,</w:t>
      </w:r>
      <w:r w:rsidRPr="00F11CFB">
        <w:t xml:space="preserve"> může jím však být i jinak označená osoba splňující výše uvedené parametry.</w:t>
      </w:r>
    </w:p>
    <w:p w14:paraId="16D11DA3" w14:textId="677C9AB5" w:rsidR="00F96701" w:rsidRPr="00F11CFB" w:rsidRDefault="00F96701" w:rsidP="00F96701">
      <w:pPr>
        <w:pStyle w:val="Textbezslovn"/>
      </w:pPr>
      <w:r w:rsidRPr="00F11CFB">
        <w:t xml:space="preserve">Ohledně požadavku na prokázání zkušenosti ve funkci </w:t>
      </w:r>
      <w:r w:rsidRPr="00F11CFB">
        <w:rPr>
          <w:b/>
        </w:rPr>
        <w:t>zástupce</w:t>
      </w:r>
      <w:r w:rsidRPr="00F11CFB">
        <w:t xml:space="preserve"> </w:t>
      </w:r>
      <w:r w:rsidRPr="00F11CFB">
        <w:rPr>
          <w:b/>
        </w:rPr>
        <w:t>vedoucího týmu</w:t>
      </w:r>
      <w:r w:rsidRPr="00F11CFB">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68CB08E8" w14:textId="77777777" w:rsidR="009E1AEE" w:rsidRPr="00F11CFB" w:rsidRDefault="009E1AEE" w:rsidP="009E1AEE">
      <w:pPr>
        <w:pStyle w:val="Textbezslovn"/>
      </w:pPr>
      <w:r w:rsidRPr="00F11CFB">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5B888539" w:rsidR="009E1AEE" w:rsidRPr="00F11CFB" w:rsidRDefault="009E1AEE" w:rsidP="009E1AEE">
      <w:pPr>
        <w:pStyle w:val="Textbezslovn"/>
      </w:pPr>
      <w:r w:rsidRPr="00F11CFB">
        <w:t xml:space="preserve">Zadavatel si vyhrazuje právo ověřit pravdivost údajů o zkušenostech </w:t>
      </w:r>
      <w:r w:rsidR="005A595A" w:rsidRPr="00F11CFB">
        <w:t>hlavního projektanta</w:t>
      </w:r>
      <w:r w:rsidRPr="00F11CFB">
        <w:t xml:space="preserve"> </w:t>
      </w:r>
      <w:r w:rsidR="005166E0" w:rsidRPr="00F11CFB">
        <w:t xml:space="preserve">(HIP), </w:t>
      </w:r>
      <w:r w:rsidR="0015012F" w:rsidRPr="00F11CFB">
        <w:t>K</w:t>
      </w:r>
      <w:r w:rsidR="005166E0" w:rsidRPr="00F11CFB">
        <w:t>oordinátora</w:t>
      </w:r>
      <w:r w:rsidR="001C5178" w:rsidRPr="00F11CFB">
        <w:t xml:space="preserve"> BIM</w:t>
      </w:r>
      <w:r w:rsidR="005166E0" w:rsidRPr="00F11CFB">
        <w:t xml:space="preserve">, </w:t>
      </w:r>
      <w:r w:rsidR="001C5178" w:rsidRPr="00F11CFB">
        <w:t>M</w:t>
      </w:r>
      <w:r w:rsidR="005166E0" w:rsidRPr="00F11CFB">
        <w:t>anažera informací</w:t>
      </w:r>
      <w:r w:rsidRPr="00F11CFB">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36BAA488" w14:textId="77777777" w:rsidR="009E1AEE" w:rsidRPr="00F11CFB" w:rsidRDefault="009E1AEE" w:rsidP="009E1AEE">
      <w:pPr>
        <w:pStyle w:val="Textbezslovn"/>
      </w:pPr>
      <w:r w:rsidRPr="00F11CFB">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Pr="00F11CFB" w:rsidRDefault="009E1AEE" w:rsidP="009E1AEE">
      <w:pPr>
        <w:pStyle w:val="Textbezslovn"/>
      </w:pPr>
      <w:r w:rsidRPr="00F11CFB">
        <w:t>V případě, že byla kvalifikace členů odborného personálu získána v zahraničí, prokazuje se v požadovaném rozsahu doklady vydanými podle právního řádu země, ve které byla získána.</w:t>
      </w:r>
    </w:p>
    <w:p w14:paraId="019E1730" w14:textId="12499A0F" w:rsidR="009E1AEE" w:rsidRPr="00F11CFB" w:rsidRDefault="009E1AEE" w:rsidP="009E1AEE">
      <w:pPr>
        <w:pStyle w:val="Textbezslovn"/>
      </w:pPr>
      <w:r w:rsidRPr="00F11CFB">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rsidRPr="00F11CFB">
        <w:t>ou</w:t>
      </w:r>
      <w:r w:rsidRPr="00F11CFB">
        <w:t xml:space="preserve"> praxi, zkušenosti, odbornou způsobilost a požadavky na prevenci střetu zájmů.</w:t>
      </w:r>
    </w:p>
    <w:p w14:paraId="28EC3CC5" w14:textId="77777777" w:rsidR="0035531B" w:rsidRPr="00F11CFB" w:rsidRDefault="0035531B" w:rsidP="0035531B">
      <w:pPr>
        <w:pStyle w:val="Text1-1"/>
        <w:rPr>
          <w:rStyle w:val="Tun9b"/>
        </w:rPr>
      </w:pPr>
      <w:r w:rsidRPr="00F11CFB">
        <w:rPr>
          <w:rStyle w:val="Tun9b"/>
        </w:rPr>
        <w:t>Požadavek na prokázání kvalifikace poddodavatele</w:t>
      </w:r>
    </w:p>
    <w:p w14:paraId="09E40B1E" w14:textId="77777777" w:rsidR="0035531B" w:rsidRPr="00F11CFB" w:rsidRDefault="0035531B" w:rsidP="0006499F">
      <w:pPr>
        <w:pStyle w:val="Textbezslovn"/>
      </w:pPr>
      <w:r w:rsidRPr="00F11CFB">
        <w:t>Zadavatel požaduje, aby dodavatel</w:t>
      </w:r>
      <w:r w:rsidR="00BB4AF2" w:rsidRPr="00F11CFB">
        <w:t xml:space="preserve"> u </w:t>
      </w:r>
      <w:r w:rsidRPr="00F11CFB">
        <w:t>těch poddodavatelů, kteří jsou dodavateli při podání nabídky známi</w:t>
      </w:r>
      <w:r w:rsidR="00845C50" w:rsidRPr="00F11CFB">
        <w:t xml:space="preserve"> a</w:t>
      </w:r>
      <w:r w:rsidR="00BB4AF2" w:rsidRPr="00F11CFB">
        <w:t xml:space="preserve"> u </w:t>
      </w:r>
      <w:r w:rsidRPr="00F11CFB">
        <w:t xml:space="preserve">kterých dodavatel současně předpokládá (vyplněním </w:t>
      </w:r>
      <w:r w:rsidRPr="00F11CFB">
        <w:lastRenderedPageBreak/>
        <w:t>příslušného údaje</w:t>
      </w:r>
      <w:r w:rsidR="00092CC9" w:rsidRPr="00F11CFB">
        <w:t xml:space="preserve"> v </w:t>
      </w:r>
      <w:r w:rsidRPr="00F11CFB">
        <w:t>Příloze č. 2 těchto Pokynů), že budou plnit alespoň 10 % finančního rozsahu plnění veřejné zakázky (v Příloze č. 2 těchto Pokynů vyjádřeno jako alespoň 10 % hodnoty poddodávky</w:t>
      </w:r>
      <w:r w:rsidR="0060115D" w:rsidRPr="00F11CFB">
        <w:t xml:space="preserve"> z </w:t>
      </w:r>
      <w:r w:rsidRPr="00F11CFB">
        <w:t>nabídkové ceny), předložil doklady prokazující:</w:t>
      </w:r>
    </w:p>
    <w:p w14:paraId="0C8B29B3" w14:textId="77777777" w:rsidR="0035531B" w:rsidRPr="00F11CFB" w:rsidRDefault="0035531B" w:rsidP="0006499F">
      <w:pPr>
        <w:pStyle w:val="Odrka1-1"/>
      </w:pPr>
      <w:r w:rsidRPr="00F11CFB">
        <w:t>základní způsobilost podle § 74 ZZVZ způsobem uvedeným</w:t>
      </w:r>
      <w:r w:rsidR="00092CC9" w:rsidRPr="00F11CFB">
        <w:t xml:space="preserve"> v </w:t>
      </w:r>
      <w:r w:rsidRPr="00F11CFB">
        <w:t>§ 75 ZZVZ či</w:t>
      </w:r>
      <w:r w:rsidR="00092CC9" w:rsidRPr="00F11CFB">
        <w:t xml:space="preserve"> v </w:t>
      </w:r>
      <w:r w:rsidRPr="00F11CFB">
        <w:t>§ 81 ZZVZ a</w:t>
      </w:r>
    </w:p>
    <w:p w14:paraId="51CB5ECD" w14:textId="77777777" w:rsidR="0035531B" w:rsidRPr="00F11CFB" w:rsidRDefault="0035531B" w:rsidP="0006499F">
      <w:pPr>
        <w:pStyle w:val="Odrka1-1"/>
      </w:pPr>
      <w:r w:rsidRPr="00F11CFB">
        <w:t>profesní způsobilost podle § 77 odst. 1 ZZVZ způsobem uvedeným</w:t>
      </w:r>
      <w:r w:rsidR="00092CC9" w:rsidRPr="00F11CFB">
        <w:t xml:space="preserve"> v </w:t>
      </w:r>
      <w:r w:rsidRPr="00F11CFB">
        <w:t>§ 77 odst. 1 ZZVZ či</w:t>
      </w:r>
      <w:r w:rsidR="00092CC9" w:rsidRPr="00F11CFB">
        <w:t xml:space="preserve"> v </w:t>
      </w:r>
      <w:r w:rsidRPr="00F11CFB">
        <w:t>§ 77 odst. 3 ZZVZ či</w:t>
      </w:r>
      <w:r w:rsidR="00092CC9" w:rsidRPr="00F11CFB">
        <w:t xml:space="preserve"> v </w:t>
      </w:r>
      <w:r w:rsidRPr="00F11CFB">
        <w:t>§ 81 ZZVZ.</w:t>
      </w:r>
    </w:p>
    <w:p w14:paraId="3DBD0C78" w14:textId="77777777" w:rsidR="00AA4782" w:rsidRPr="00F11CFB" w:rsidRDefault="00AA4782" w:rsidP="00AA4782">
      <w:pPr>
        <w:pStyle w:val="Textbezslovn"/>
      </w:pPr>
      <w:r w:rsidRPr="00F11CFB">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Pr="00F11CFB" w:rsidRDefault="00AA4782" w:rsidP="00AA4782">
      <w:pPr>
        <w:pStyle w:val="Odrka1-1"/>
      </w:pPr>
      <w:r w:rsidRPr="00F11CFB">
        <w:t>základní způsobilost podle § 74 odst. 1 písm. a) ZZVZ včetně použití § 74 odst. 2 a 3 ZZVZ, a to způsobem uvedeným v § 75 odst. 1 písm. a) ZZVZ či v § 81 ZZVZ.</w:t>
      </w:r>
    </w:p>
    <w:p w14:paraId="146D199E" w14:textId="62DABAC0" w:rsidR="00AA4782" w:rsidRPr="00F11CFB" w:rsidRDefault="00AA4782" w:rsidP="00AA4782">
      <w:pPr>
        <w:pStyle w:val="Textbezslovn"/>
      </w:pPr>
      <w:r w:rsidRPr="00F11CFB">
        <w:t>Kvalifikace poddodavatelů požadovaná v tomto článku se prokazuje ke stejnému datu, jako kvalifikace účastníka. V případě změny této kvalifikace v průběhu zadávacího řízení je dodavatel povinen postupovat obdobně dle § 88 ZZVZ.</w:t>
      </w:r>
    </w:p>
    <w:p w14:paraId="0200CB76" w14:textId="0987D5E3" w:rsidR="0035531B" w:rsidRPr="00F11CFB" w:rsidRDefault="0035531B" w:rsidP="00AA4782">
      <w:pPr>
        <w:pStyle w:val="Textbezslovn"/>
      </w:pPr>
      <w:r w:rsidRPr="00F11CFB">
        <w:t>Zadavatel může požadovat nahrazení poddodavatele, který neprokáže splnění zadavatelem požadovaných kritérií způsobilosti dle požadavků shora</w:t>
      </w:r>
      <w:r w:rsidR="00092CC9" w:rsidRPr="00F11CFB">
        <w:t xml:space="preserve"> v </w:t>
      </w:r>
      <w:r w:rsidRPr="00F11CFB">
        <w:t>tomto článku nebo</w:t>
      </w:r>
      <w:r w:rsidR="00FE56B5" w:rsidRPr="00F11CFB">
        <w:t xml:space="preserve"> v případě jeho nezpůsobilosti; důvody nezpůsobilosti se posuzují podle § 48 odst. 5 nebo 6 ZZVZ obdobně</w:t>
      </w:r>
      <w:r w:rsidRPr="00F11CFB">
        <w:t xml:space="preserve">. </w:t>
      </w:r>
    </w:p>
    <w:p w14:paraId="738A15BA" w14:textId="77777777" w:rsidR="0035531B" w:rsidRPr="00F11CFB" w:rsidRDefault="00D25FC2" w:rsidP="0006499F">
      <w:pPr>
        <w:pStyle w:val="Textbezslovn"/>
      </w:pPr>
      <w:r w:rsidRPr="00F11CFB">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Pr="00F11CFB" w:rsidRDefault="0035531B" w:rsidP="0006499F">
      <w:pPr>
        <w:pStyle w:val="Textbezslovn"/>
      </w:pPr>
      <w:r w:rsidRPr="00F11CFB">
        <w:t>Ve výše uveden</w:t>
      </w:r>
      <w:r w:rsidR="00AA4782" w:rsidRPr="00F11CFB">
        <w:t>ých</w:t>
      </w:r>
      <w:r w:rsidRPr="00F11CFB">
        <w:t xml:space="preserve"> případ</w:t>
      </w:r>
      <w:r w:rsidR="00AA4782" w:rsidRPr="00F11CFB">
        <w:t>ech</w:t>
      </w:r>
      <w:r w:rsidRPr="00F11CFB">
        <w:t xml:space="preserve"> musí dodavatel poddodavatele nahradit nejpozději do konce zadavatelem stanovené přiměřené lhůty. Tuto lhůtu může zadavatel prodloužit nebo prominout její zmeškání. Pokud nedojde</w:t>
      </w:r>
      <w:r w:rsidR="00BC6D2B" w:rsidRPr="00F11CFB">
        <w:t xml:space="preserve"> k </w:t>
      </w:r>
      <w:r w:rsidRPr="00F11CFB">
        <w:t>nahrazení poddodavatele</w:t>
      </w:r>
      <w:r w:rsidR="00845C50" w:rsidRPr="00F11CFB">
        <w:t xml:space="preserve"> a </w:t>
      </w:r>
      <w:r w:rsidRPr="00F11CFB">
        <w:t>zadávací řízení není do té doby ukončeno, zadavatel může účastníka zadávacího řízení vyloučit.</w:t>
      </w:r>
    </w:p>
    <w:p w14:paraId="5BECACEB" w14:textId="77777777" w:rsidR="0035531B" w:rsidRPr="00F11CFB" w:rsidRDefault="0035531B" w:rsidP="0035531B">
      <w:pPr>
        <w:pStyle w:val="Text1-1"/>
        <w:rPr>
          <w:rStyle w:val="Tun9b"/>
        </w:rPr>
      </w:pPr>
      <w:r w:rsidRPr="00F11CFB">
        <w:rPr>
          <w:rStyle w:val="Tun9b"/>
        </w:rPr>
        <w:t>Obecně</w:t>
      </w:r>
      <w:r w:rsidR="00BC6D2B" w:rsidRPr="00F11CFB">
        <w:rPr>
          <w:rStyle w:val="Tun9b"/>
        </w:rPr>
        <w:t xml:space="preserve"> k </w:t>
      </w:r>
      <w:r w:rsidRPr="00F11CFB">
        <w:rPr>
          <w:rStyle w:val="Tun9b"/>
        </w:rPr>
        <w:t>prokazování splnění kvalifikace – doklady</w:t>
      </w:r>
      <w:r w:rsidR="00092CC9" w:rsidRPr="00F11CFB">
        <w:rPr>
          <w:rStyle w:val="Tun9b"/>
        </w:rPr>
        <w:t xml:space="preserve"> o </w:t>
      </w:r>
      <w:r w:rsidRPr="00F11CFB">
        <w:rPr>
          <w:rStyle w:val="Tun9b"/>
        </w:rPr>
        <w:t>kvalifikaci</w:t>
      </w:r>
    </w:p>
    <w:p w14:paraId="21B28B30" w14:textId="3B25283A" w:rsidR="006C21E8" w:rsidRPr="00F11CFB" w:rsidRDefault="006C21E8" w:rsidP="006C21E8">
      <w:pPr>
        <w:pStyle w:val="Textbezslovn"/>
      </w:pPr>
      <w:r w:rsidRPr="00F11CFB">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rsidRPr="00F11CFB">
        <w:t xml:space="preserve">dodavatele </w:t>
      </w:r>
      <w:r w:rsidRPr="00F11CFB">
        <w:t xml:space="preserve">o prokázání jeho kvalifikace, a to i prostřednictvím jiné osoby, nahrazující doklady vydané orgány veřejné správy nebo třetími stranami na formuláři zpřístupněném v informačním systému e-Certis. </w:t>
      </w:r>
      <w:r w:rsidRPr="00F11CFB">
        <w:rPr>
          <w:b/>
        </w:rPr>
        <w:t xml:space="preserve">Dodavatel není oprávněn nahradit předložení požadovaných dokladů </w:t>
      </w:r>
      <w:r w:rsidR="00847393" w:rsidRPr="00F11CFB">
        <w:rPr>
          <w:rStyle w:val="Tun9b"/>
        </w:rPr>
        <w:t xml:space="preserve">písemným </w:t>
      </w:r>
      <w:r w:rsidRPr="00F11CFB">
        <w:rPr>
          <w:b/>
        </w:rPr>
        <w:t>čestným prohlášením, s výjimkou jednotného evropského osvědčení a postupu dle § 45 odst. 3 ZZVZ v případě, že se podle příslušného právního řádu požadovaný doklad nevydává.</w:t>
      </w:r>
      <w:r w:rsidRPr="00F11CFB">
        <w:t xml:space="preserve"> </w:t>
      </w:r>
    </w:p>
    <w:p w14:paraId="599285C8" w14:textId="1AA6906C" w:rsidR="006C21E8" w:rsidRPr="00F11CFB" w:rsidRDefault="006C21E8" w:rsidP="006C21E8">
      <w:pPr>
        <w:pStyle w:val="Textbezslovn"/>
      </w:pPr>
      <w:r w:rsidRPr="00F11CFB">
        <w:t xml:space="preserve">Dodavatelé v nabídkách předkládají prosté kopie dokladů prokazujících splnění kvalifikace. </w:t>
      </w:r>
      <w:r w:rsidR="00A64237" w:rsidRPr="00F11CFB">
        <w:t xml:space="preserve">Tím není dotčeno právo zadavatele požadovat předložení originálů nebo úředně ověřených kopií dokladů postupem dle § 46 odst. 1 ZZVZ. </w:t>
      </w:r>
      <w:r w:rsidRPr="00F11CFB">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5231F39" w14:textId="4D7241BA" w:rsidR="006C21E8" w:rsidRPr="00F11CFB" w:rsidRDefault="006C21E8" w:rsidP="006C21E8">
      <w:pPr>
        <w:pStyle w:val="Textbezslovn"/>
      </w:pPr>
      <w:r w:rsidRPr="00F11CFB">
        <w:t xml:space="preserve">Doklady prokazující základní způsobilost musí prokazovat splnění požadovaného kritéria způsobilosti nejpozději v době 3 měsíců přede dnem zahájení zadávacího řízení. </w:t>
      </w:r>
    </w:p>
    <w:p w14:paraId="0F71B82F" w14:textId="77777777" w:rsidR="006C21E8" w:rsidRPr="00F11CFB" w:rsidRDefault="006C21E8" w:rsidP="006C21E8">
      <w:pPr>
        <w:pStyle w:val="Textbezslovn"/>
      </w:pPr>
      <w:r w:rsidRPr="00F11CFB">
        <w:lastRenderedPageBreak/>
        <w:t xml:space="preserve">Doklady k prokázání profesní způsobilosti dodavatel v rámci nabídky nemusí předložit, pokud právní předpisy v zemi jeho sídla obdobnou profesní způsobilost nevyžadují. </w:t>
      </w:r>
    </w:p>
    <w:p w14:paraId="18B39AD3" w14:textId="77777777" w:rsidR="006C21E8" w:rsidRPr="00F11CFB" w:rsidRDefault="006C21E8" w:rsidP="006C21E8">
      <w:pPr>
        <w:pStyle w:val="Textbezslovn"/>
      </w:pPr>
      <w:r w:rsidRPr="00F11CFB">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Pr="00F11CFB" w:rsidRDefault="006C21E8" w:rsidP="006C21E8">
      <w:pPr>
        <w:pStyle w:val="Textbezslovn"/>
      </w:pPr>
      <w:r w:rsidRPr="00F11CFB">
        <w:t xml:space="preserve">V případě, že byla kvalifikace získaná v zahraničí, prokazuje se v požadovaném rozsahu doklady vydanými podle právního řádu země, ve které byla získána. </w:t>
      </w:r>
    </w:p>
    <w:p w14:paraId="72DC6E59" w14:textId="77777777" w:rsidR="006C21E8" w:rsidRPr="00F11CFB" w:rsidRDefault="006C21E8" w:rsidP="006C21E8">
      <w:pPr>
        <w:pStyle w:val="Textbezslovn"/>
      </w:pPr>
      <w:r w:rsidRPr="00F11CFB">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F11CFB" w:rsidRDefault="006C21E8" w:rsidP="003F4C40">
      <w:pPr>
        <w:pStyle w:val="Text1-1"/>
        <w:rPr>
          <w:b/>
        </w:rPr>
      </w:pPr>
      <w:r w:rsidRPr="00F11CFB">
        <w:rPr>
          <w:rStyle w:val="Tun9b"/>
        </w:rPr>
        <w:t>Prokazování</w:t>
      </w:r>
      <w:r w:rsidRPr="00F11CFB">
        <w:rPr>
          <w:b/>
        </w:rPr>
        <w:t xml:space="preserve"> odborné způsobilosti zahraničními osobami podle zvláštních právních předpisů:</w:t>
      </w:r>
    </w:p>
    <w:p w14:paraId="5674E6EB" w14:textId="255F44B8" w:rsidR="006C21E8" w:rsidRPr="00F11CFB" w:rsidRDefault="006C21E8" w:rsidP="006C21E8">
      <w:pPr>
        <w:pStyle w:val="Textbezslovn"/>
      </w:pPr>
      <w:r w:rsidRPr="00F11CFB">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rsidRPr="00F11CFB">
        <w:t xml:space="preserve">písemné </w:t>
      </w:r>
      <w:r w:rsidRPr="00F11CFB">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rsidRPr="00F11CFB">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rsidRPr="00F11CFB">
        <w:t>odborné kvalifikace a jiné způsobilosti</w:t>
      </w:r>
      <w:r w:rsidRPr="00F11CFB">
        <w:t xml:space="preserve"> a provádí další úkony s touto činností spojené. Hostující osoba je povinna podat uznávacímu orgánu úplné oznámení podle zákona o uznávání odborné kvalifikace. </w:t>
      </w:r>
      <w:r w:rsidRPr="00F11CFB">
        <w:lastRenderedPageBreak/>
        <w:t>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BA9A81B" w14:textId="59FE5FAD" w:rsidR="00006A80" w:rsidRPr="00F11CFB" w:rsidRDefault="00006A80"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616ADACA" w14:textId="42E0EC44" w:rsidR="00B2309B" w:rsidRPr="00F11CFB" w:rsidRDefault="006C21E8" w:rsidP="006C21E8">
      <w:pPr>
        <w:pStyle w:val="Odrka1-1"/>
      </w:pPr>
      <w:r w:rsidRPr="00F11CF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B586CF2" w14:textId="76563895" w:rsidR="006C21E8" w:rsidRPr="00F11CFB" w:rsidRDefault="006C21E8" w:rsidP="006C21E8">
      <w:pPr>
        <w:pStyle w:val="Odrka1-1"/>
      </w:pPr>
      <w:r w:rsidRPr="00F11CFB">
        <w:t>Informace k doložení osvědčení o akreditaci nebo osvědčení o autorizaci podle §</w:t>
      </w:r>
      <w:r w:rsidR="00CC413F" w:rsidRPr="00F11CFB">
        <w:t> </w:t>
      </w:r>
      <w:r w:rsidRPr="00F11CF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B4FB629" w14:textId="77777777" w:rsidR="0035531B" w:rsidRPr="00F11CFB" w:rsidRDefault="0035531B" w:rsidP="0035531B">
      <w:pPr>
        <w:pStyle w:val="Text1-1"/>
        <w:rPr>
          <w:rStyle w:val="Tun9b"/>
        </w:rPr>
      </w:pPr>
      <w:r w:rsidRPr="00F11CFB">
        <w:rPr>
          <w:rStyle w:val="Tun9b"/>
        </w:rPr>
        <w:t>Prokazování kvalifikace</w:t>
      </w:r>
      <w:r w:rsidR="00092CC9" w:rsidRPr="00F11CFB">
        <w:rPr>
          <w:rStyle w:val="Tun9b"/>
        </w:rPr>
        <w:t xml:space="preserve"> v </w:t>
      </w:r>
      <w:r w:rsidRPr="00F11CFB">
        <w:rPr>
          <w:rStyle w:val="Tun9b"/>
        </w:rPr>
        <w:t>případě společné účasti</w:t>
      </w:r>
      <w:r w:rsidR="00845C50" w:rsidRPr="00F11CFB">
        <w:rPr>
          <w:rStyle w:val="Tun9b"/>
        </w:rPr>
        <w:t xml:space="preserve"> a </w:t>
      </w:r>
      <w:r w:rsidRPr="00F11CFB">
        <w:rPr>
          <w:rStyle w:val="Tun9b"/>
        </w:rPr>
        <w:t>prostřednictvím jiných osob</w:t>
      </w:r>
    </w:p>
    <w:p w14:paraId="5C0C0B80" w14:textId="77777777" w:rsidR="0035531B" w:rsidRPr="00F11CFB" w:rsidRDefault="0035531B" w:rsidP="0006499F">
      <w:pPr>
        <w:pStyle w:val="Textbezslovn"/>
      </w:pPr>
      <w:r w:rsidRPr="00F11CFB">
        <w:t>V případě společné účasti dodavatelů prokazuje základní způsobilost</w:t>
      </w:r>
      <w:r w:rsidR="00845C50" w:rsidRPr="00F11CFB">
        <w:t xml:space="preserve"> a </w:t>
      </w:r>
      <w:r w:rsidRPr="00F11CFB">
        <w:t>profesní způsobilost podle § 77 odst. 1 ZZVZ každý ze společníků</w:t>
      </w:r>
      <w:r w:rsidR="00092CC9" w:rsidRPr="00F11CFB">
        <w:t xml:space="preserve"> v </w:t>
      </w:r>
      <w:r w:rsidRPr="00F11CFB">
        <w:t>plném rozsahu samostatně. Prokázání splnění ostatní kvalifikace musí prokázat všichni společníci společně.</w:t>
      </w:r>
    </w:p>
    <w:p w14:paraId="552207B6" w14:textId="4A316C73" w:rsidR="0035531B" w:rsidRPr="00F11CFB" w:rsidRDefault="00AF32F5" w:rsidP="0006499F">
      <w:pPr>
        <w:pStyle w:val="Textbezslovn"/>
      </w:pPr>
      <w:r w:rsidRPr="00F11CFB">
        <w:t>Dodavatel může technickou kvalifikaci nebo profesní způsobilost s výjimkou kritéria podle § 77 odst. 1 ZZVZ prokázat prostřednictvím jiných osob.</w:t>
      </w:r>
      <w:r w:rsidR="0035531B" w:rsidRPr="00F11CFB">
        <w:t xml:space="preserve"> </w:t>
      </w:r>
      <w:r w:rsidR="005166E0" w:rsidRPr="00F11CFB">
        <w:t>Za jiné osoby považuje zadavatel jak poddodavatele, tak i osoby, které s dodavatelem tvoří koncern.</w:t>
      </w:r>
    </w:p>
    <w:p w14:paraId="158EC5A2" w14:textId="77777777" w:rsidR="0035531B" w:rsidRPr="00F11CFB" w:rsidRDefault="0035531B" w:rsidP="0006499F">
      <w:pPr>
        <w:pStyle w:val="Textbezslovn"/>
      </w:pPr>
      <w:r w:rsidRPr="00F11CFB">
        <w:t>Dodavatel je</w:t>
      </w:r>
      <w:r w:rsidR="00092CC9" w:rsidRPr="00F11CFB">
        <w:t xml:space="preserve"> v </w:t>
      </w:r>
      <w:r w:rsidRPr="00F11CFB">
        <w:t>takovém případě povinen zadavateli předložit:</w:t>
      </w:r>
    </w:p>
    <w:p w14:paraId="21409CA3" w14:textId="28788EF5" w:rsidR="0035531B" w:rsidRPr="00F11CFB" w:rsidRDefault="0035531B" w:rsidP="0006499F">
      <w:pPr>
        <w:pStyle w:val="Odrka1-1"/>
      </w:pPr>
      <w:r w:rsidRPr="00F11CFB">
        <w:t>doklady</w:t>
      </w:r>
      <w:r w:rsidR="00092CC9" w:rsidRPr="00F11CFB">
        <w:t xml:space="preserve"> o </w:t>
      </w:r>
      <w:r w:rsidRPr="00F11CFB">
        <w:t xml:space="preserve">splnění základní způsobilosti podle § 74 ZZVZ jinou </w:t>
      </w:r>
      <w:r w:rsidR="003F4C40" w:rsidRPr="00F11CFB">
        <w:t>o</w:t>
      </w:r>
      <w:r w:rsidRPr="00F11CFB">
        <w:t>sobou,</w:t>
      </w:r>
    </w:p>
    <w:p w14:paraId="46C5E950" w14:textId="77777777" w:rsidR="0035531B" w:rsidRPr="00F11CFB" w:rsidRDefault="0035531B" w:rsidP="0006499F">
      <w:pPr>
        <w:pStyle w:val="Odrka1-1"/>
      </w:pPr>
      <w:r w:rsidRPr="00F11CFB">
        <w:t xml:space="preserve">doklady prokazující splnění profesní způsobilosti podle § 77 odst. 1 ZZVZ jinou osobou, </w:t>
      </w:r>
    </w:p>
    <w:p w14:paraId="31948292" w14:textId="77777777" w:rsidR="0035531B" w:rsidRPr="00F11CFB" w:rsidRDefault="0035531B" w:rsidP="0006499F">
      <w:pPr>
        <w:pStyle w:val="Odrka1-1"/>
      </w:pPr>
      <w:r w:rsidRPr="00F11CFB">
        <w:t>doklady prokazující splnění chybějící části kvalifikace prostřednictvím jiné osoby a</w:t>
      </w:r>
    </w:p>
    <w:p w14:paraId="2961F315" w14:textId="2B0DE50E" w:rsidR="0035531B" w:rsidRPr="00F11CFB" w:rsidRDefault="00847393" w:rsidP="0006499F">
      <w:pPr>
        <w:pStyle w:val="Odrka1-1"/>
        <w:rPr>
          <w:rStyle w:val="Tun9b"/>
        </w:rPr>
      </w:pPr>
      <w:r w:rsidRPr="00F11CFB">
        <w:rPr>
          <w:rStyle w:val="Tun9b"/>
        </w:rPr>
        <w:t xml:space="preserve">smlouvu nebo jinou osobou podepsané potvrzení o její existenci, jejímž obsahem je závazek jiné osoby </w:t>
      </w:r>
      <w:r w:rsidR="00BC6D2B" w:rsidRPr="00F11CFB">
        <w:rPr>
          <w:rStyle w:val="Tun9b"/>
        </w:rPr>
        <w:t>k </w:t>
      </w:r>
      <w:r w:rsidR="0035531B" w:rsidRPr="00F11CFB">
        <w:rPr>
          <w:rStyle w:val="Tun9b"/>
        </w:rPr>
        <w:t>poskytnutí plnění určeného</w:t>
      </w:r>
      <w:r w:rsidR="00BC6D2B" w:rsidRPr="00F11CFB">
        <w:rPr>
          <w:rStyle w:val="Tun9b"/>
        </w:rPr>
        <w:t xml:space="preserve"> k </w:t>
      </w:r>
      <w:r w:rsidR="0035531B" w:rsidRPr="00F11CFB">
        <w:rPr>
          <w:rStyle w:val="Tun9b"/>
        </w:rPr>
        <w:t>plnění veřejné zakázky nebo</w:t>
      </w:r>
      <w:r w:rsidR="00BC6D2B" w:rsidRPr="00F11CFB">
        <w:rPr>
          <w:rStyle w:val="Tun9b"/>
        </w:rPr>
        <w:t xml:space="preserve"> k </w:t>
      </w:r>
      <w:r w:rsidR="0035531B" w:rsidRPr="00F11CFB">
        <w:rPr>
          <w:rStyle w:val="Tun9b"/>
        </w:rPr>
        <w:t>poskytnutí věcí či práv,</w:t>
      </w:r>
      <w:r w:rsidR="00845C50" w:rsidRPr="00F11CFB">
        <w:rPr>
          <w:rStyle w:val="Tun9b"/>
        </w:rPr>
        <w:t xml:space="preserve"> s </w:t>
      </w:r>
      <w:r w:rsidR="0035531B" w:rsidRPr="00F11CFB">
        <w:rPr>
          <w:rStyle w:val="Tun9b"/>
        </w:rPr>
        <w:t>nimiž bude dodavatel oprávněn disponovat</w:t>
      </w:r>
      <w:r w:rsidR="00092CC9" w:rsidRPr="00F11CFB">
        <w:rPr>
          <w:rStyle w:val="Tun9b"/>
        </w:rPr>
        <w:t xml:space="preserve"> </w:t>
      </w:r>
      <w:r w:rsidRPr="00F11CFB">
        <w:rPr>
          <w:rStyle w:val="Tun9b"/>
        </w:rPr>
        <w:t xml:space="preserve">při </w:t>
      </w:r>
      <w:r w:rsidR="0035531B" w:rsidRPr="00F11CFB">
        <w:rPr>
          <w:rStyle w:val="Tun9b"/>
        </w:rPr>
        <w:t>plnění veřejné zakázky,</w:t>
      </w:r>
      <w:r w:rsidR="00845C50" w:rsidRPr="00F11CFB">
        <w:rPr>
          <w:rStyle w:val="Tun9b"/>
        </w:rPr>
        <w:t xml:space="preserve"> a</w:t>
      </w:r>
      <w:r w:rsidR="0006499F" w:rsidRPr="00F11CFB">
        <w:rPr>
          <w:rStyle w:val="Tun9b"/>
        </w:rPr>
        <w:t xml:space="preserve"> </w:t>
      </w:r>
      <w:r w:rsidR="0035531B" w:rsidRPr="00F11CFB">
        <w:rPr>
          <w:rStyle w:val="Tun9b"/>
        </w:rPr>
        <w:t>to alespoň</w:t>
      </w:r>
      <w:r w:rsidR="00092CC9" w:rsidRPr="00F11CFB">
        <w:rPr>
          <w:rStyle w:val="Tun9b"/>
        </w:rPr>
        <w:t xml:space="preserve"> v </w:t>
      </w:r>
      <w:r w:rsidR="0035531B" w:rsidRPr="00F11CFB">
        <w:rPr>
          <w:rStyle w:val="Tun9b"/>
        </w:rPr>
        <w:t>rozsahu,</w:t>
      </w:r>
      <w:r w:rsidR="00092CC9" w:rsidRPr="00F11CFB">
        <w:rPr>
          <w:rStyle w:val="Tun9b"/>
        </w:rPr>
        <w:t xml:space="preserve"> v </w:t>
      </w:r>
      <w:r w:rsidR="0035531B" w:rsidRPr="00F11CFB">
        <w:rPr>
          <w:rStyle w:val="Tun9b"/>
        </w:rPr>
        <w:t xml:space="preserve">jakém jiná osoba prokázala kvalifikaci za dodavatele. </w:t>
      </w:r>
    </w:p>
    <w:p w14:paraId="2DB73084" w14:textId="4F1908F3" w:rsidR="0035531B" w:rsidRPr="00F11CFB" w:rsidRDefault="00847393" w:rsidP="0006499F">
      <w:pPr>
        <w:pStyle w:val="Odrka1-2-"/>
      </w:pPr>
      <w:r w:rsidRPr="00F11CFB">
        <w:lastRenderedPageBreak/>
        <w:t xml:space="preserve">Smlouva nebo potvrzení o její existenci </w:t>
      </w:r>
      <w:r w:rsidR="0035531B" w:rsidRPr="00F11CFB">
        <w:t xml:space="preserve">musí obsahovat </w:t>
      </w:r>
      <w:r w:rsidR="0035531B" w:rsidRPr="00F11CFB">
        <w:rPr>
          <w:rStyle w:val="Tun9b"/>
        </w:rPr>
        <w:t>konkrétní specifikaci plnění</w:t>
      </w:r>
      <w:r w:rsidR="0035531B" w:rsidRPr="00F11CFB">
        <w:t>, které jiná osoba dodavateli</w:t>
      </w:r>
      <w:r w:rsidR="00BC6D2B" w:rsidRPr="00F11CFB">
        <w:t xml:space="preserve"> k </w:t>
      </w:r>
      <w:r w:rsidR="0035531B" w:rsidRPr="00F11CFB">
        <w:t xml:space="preserve">plnění veřejné zakázky poskytne, nebo </w:t>
      </w:r>
      <w:r w:rsidR="0035531B" w:rsidRPr="00F11CFB">
        <w:rPr>
          <w:rStyle w:val="Tun9b"/>
        </w:rPr>
        <w:t>konkrétní specifikaci věcí</w:t>
      </w:r>
      <w:r w:rsidR="0035531B" w:rsidRPr="00F11CFB">
        <w:t xml:space="preserve"> či práv,</w:t>
      </w:r>
      <w:r w:rsidR="00845C50" w:rsidRPr="00F11CFB">
        <w:t xml:space="preserve"> s </w:t>
      </w:r>
      <w:r w:rsidR="0035531B" w:rsidRPr="00F11CFB">
        <w:t>nimiž bude dodavatel oprávněn disponovat</w:t>
      </w:r>
      <w:r w:rsidR="00092CC9" w:rsidRPr="00F11CFB">
        <w:t xml:space="preserve"> v </w:t>
      </w:r>
      <w:r w:rsidR="0035531B" w:rsidRPr="00F11CFB">
        <w:t>rámci plnění veřejné zakázky. Závazek musí být využitelný</w:t>
      </w:r>
      <w:r w:rsidR="00845C50" w:rsidRPr="00F11CFB">
        <w:t xml:space="preserve"> a </w:t>
      </w:r>
      <w:r w:rsidR="0035531B" w:rsidRPr="00F11CFB">
        <w:t>vymahatelný při vlastní realizaci veřejné zakázky,</w:t>
      </w:r>
      <w:r w:rsidR="00845C50" w:rsidRPr="00F11CFB">
        <w:t xml:space="preserve"> a </w:t>
      </w:r>
      <w:r w:rsidR="0035531B" w:rsidRPr="00F11CFB">
        <w:t>to</w:t>
      </w:r>
      <w:r w:rsidR="00092CC9" w:rsidRPr="00F11CFB">
        <w:t xml:space="preserve"> v </w:t>
      </w:r>
      <w:r w:rsidR="0035531B" w:rsidRPr="00F11CFB">
        <w:t>rozsahu,</w:t>
      </w:r>
      <w:r w:rsidR="00092CC9" w:rsidRPr="00F11CFB">
        <w:t xml:space="preserve"> v </w:t>
      </w:r>
      <w:r w:rsidR="0035531B" w:rsidRPr="00F11CFB">
        <w:t xml:space="preserve">jakém byla chybějící část kvalifikace dodavatele jinou osobou nahrazena. </w:t>
      </w:r>
    </w:p>
    <w:p w14:paraId="67CD0128" w14:textId="1FE3E999" w:rsidR="0035531B" w:rsidRPr="00F11CFB" w:rsidRDefault="0035531B" w:rsidP="00A066DE">
      <w:pPr>
        <w:pStyle w:val="Odrka1-2-"/>
      </w:pPr>
      <w:r w:rsidRPr="00F11CFB">
        <w:t xml:space="preserve">Požadavek ohledně </w:t>
      </w:r>
      <w:r w:rsidR="00847393" w:rsidRPr="00F11CFB">
        <w:t xml:space="preserve">předložení smlouvy nebo potvrzení o její existenci, jejímž obsahem je závazek </w:t>
      </w:r>
      <w:r w:rsidRPr="00F11CFB">
        <w:t>jiné osoby</w:t>
      </w:r>
      <w:r w:rsidR="00847393" w:rsidRPr="00F11CFB">
        <w:t>,</w:t>
      </w:r>
      <w:r w:rsidRPr="00F11CFB">
        <w:t xml:space="preserve"> je splněn, resp. poskytnutí plnění určeného</w:t>
      </w:r>
      <w:r w:rsidR="00BC6D2B" w:rsidRPr="00F11CFB">
        <w:t xml:space="preserve"> k </w:t>
      </w:r>
      <w:r w:rsidRPr="00F11CFB">
        <w:t>plnění veřejné zakázky nebo poskytnutí věcí nebo práv jinou osobou odpovídá rozsahu,</w:t>
      </w:r>
      <w:r w:rsidR="00092CC9" w:rsidRPr="00F11CFB">
        <w:t xml:space="preserve"> v </w:t>
      </w:r>
      <w:r w:rsidRPr="00F11CFB">
        <w:t>jakém tato osoba prokázala kvalifikaci za dodavatele, pokud</w:t>
      </w:r>
      <w:r w:rsidR="00847393" w:rsidRPr="00F11CFB">
        <w:t xml:space="preserve"> z obsahu smlouvy nebo potvrzení o její existenci vyplývá závazek jiné osoby plnit veřejnou zakázku </w:t>
      </w:r>
      <w:r w:rsidR="00847393" w:rsidRPr="00F11CFB">
        <w:rPr>
          <w:b/>
        </w:rPr>
        <w:t>společně a nerozdílně s dodavatelem</w:t>
      </w:r>
      <w:r w:rsidRPr="00F11CFB">
        <w:t xml:space="preserve">. </w:t>
      </w:r>
      <w:r w:rsidR="00A066DE" w:rsidRPr="00F11CFB">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F11CFB">
        <w:rPr>
          <w:b/>
          <w:color w:val="000000"/>
        </w:rPr>
        <w:t xml:space="preserve"> ze smlouvy nebo potvrzení o její existenci vyplývat závazek, že jiná osoba bude vykonávat</w:t>
      </w:r>
      <w:r w:rsidR="00E0719D" w:rsidRPr="00F11CFB">
        <w:rPr>
          <w:b/>
          <w:color w:val="000000"/>
        </w:rPr>
        <w:t xml:space="preserve"> služby</w:t>
      </w:r>
      <w:r w:rsidR="00847393" w:rsidRPr="00F11CFB">
        <w:rPr>
          <w:b/>
          <w:color w:val="000000"/>
        </w:rPr>
        <w:t>, ke kterým se prokazované kritérium kvalifikace vztahuje</w:t>
      </w:r>
      <w:r w:rsidRPr="00F11CFB">
        <w:rPr>
          <w:rStyle w:val="Tun9b"/>
        </w:rPr>
        <w:t>.</w:t>
      </w:r>
      <w:r w:rsidRPr="00F11CFB">
        <w:t xml:space="preserve"> </w:t>
      </w:r>
    </w:p>
    <w:p w14:paraId="3EB24721" w14:textId="63ADE7B8" w:rsidR="0035531B" w:rsidRPr="00F11CFB" w:rsidRDefault="00847393" w:rsidP="0006499F">
      <w:pPr>
        <w:pStyle w:val="Textbezslovn"/>
      </w:pPr>
      <w:r w:rsidRPr="00F11CFB">
        <w:t xml:space="preserve">Na kvalifikaci jiné osoby, jejímž prostřednictvím je prokazována kvalifikace, se vztahují pravidla stanovená ZZVZ nebo zadávacími podmínkami pro kvalifikaci dodavatele, za kterého je kvalifikace prokazována. </w:t>
      </w:r>
      <w:r w:rsidR="0035531B" w:rsidRPr="00F11CFB">
        <w:t>Jiná osoba prokazuje základní způsobilost podle § 74 ZZVZ</w:t>
      </w:r>
      <w:r w:rsidR="00845C50" w:rsidRPr="00F11CFB">
        <w:t xml:space="preserve"> a </w:t>
      </w:r>
      <w:r w:rsidR="0035531B" w:rsidRPr="00F11CFB">
        <w:t xml:space="preserve">profesní způsobilost podle § 77 odst. 1 obdobnými doklady, jež je povinen předložit dodavatel. </w:t>
      </w:r>
    </w:p>
    <w:p w14:paraId="585F9088" w14:textId="77777777" w:rsidR="0035531B" w:rsidRPr="00F11CFB" w:rsidRDefault="0035531B" w:rsidP="0006499F">
      <w:pPr>
        <w:pStyle w:val="Textbezslovn"/>
      </w:pPr>
      <w:r w:rsidRPr="00F11CFB">
        <w:t>Dodavatel není oprávněn prostřednictvím jiné osoby prokázat splnění základní způsobilosti</w:t>
      </w:r>
      <w:r w:rsidR="00845C50" w:rsidRPr="00F11CFB">
        <w:t xml:space="preserve"> a </w:t>
      </w:r>
      <w:r w:rsidRPr="00F11CFB">
        <w:t>výpisu</w:t>
      </w:r>
      <w:r w:rsidR="0060115D" w:rsidRPr="00F11CFB">
        <w:t xml:space="preserve"> z </w:t>
      </w:r>
      <w:r w:rsidRPr="00F11CFB">
        <w:t>obchodního rejstříku nebo jiné obdobné evidence.</w:t>
      </w:r>
    </w:p>
    <w:p w14:paraId="65389F8D" w14:textId="139AC742" w:rsidR="0035531B" w:rsidRPr="00F11CFB" w:rsidRDefault="0035531B" w:rsidP="00404EB5">
      <w:pPr>
        <w:pStyle w:val="Textbezslovn"/>
      </w:pPr>
      <w:r w:rsidRPr="00F11CFB">
        <w:t>Dodavatel není oprávněn prokazovat splnění kvalifikace prostřednictvím poddodavatele</w:t>
      </w:r>
      <w:r w:rsidR="00BB4AF2" w:rsidRPr="00F11CFB">
        <w:t xml:space="preserve"> u </w:t>
      </w:r>
      <w:r w:rsidRPr="00F11CFB">
        <w:t>těch částí veřejné zakázky,</w:t>
      </w:r>
      <w:r w:rsidR="00BB4AF2" w:rsidRPr="00F11CFB">
        <w:t xml:space="preserve"> u </w:t>
      </w:r>
      <w:r w:rsidRPr="00F11CFB">
        <w:t xml:space="preserve">kterých si zadavatel vyhradil ve smyslu § 105 odst. 2  ZZVZ, že musí být plněny vlastními prostředky dodavatele. </w:t>
      </w:r>
      <w:r w:rsidR="00A066DE" w:rsidRPr="00F11CFB">
        <w:t>Tyto části jsou podrobně specifikovány v čl. 9.3 těchto Pokynů</w:t>
      </w:r>
      <w:r w:rsidR="004018E3" w:rsidRPr="00F11CFB">
        <w:t xml:space="preserve"> (viz níže, je-li tak v čl. 9.3 těchto Pokynů stanoveno)</w:t>
      </w:r>
      <w:r w:rsidR="00A066DE" w:rsidRPr="00F11CFB">
        <w:t>. Toto omezení se nevztahuje na osoby, které s dodavatelem tvoří koncern</w:t>
      </w:r>
      <w:r w:rsidR="008B7E94" w:rsidRPr="00F11CFB">
        <w:t xml:space="preserve"> (za splnění podmínek uvedených v čl. 9.3 těchto Pokynů)</w:t>
      </w:r>
      <w:r w:rsidR="00A066DE" w:rsidRPr="00F11CFB">
        <w:t>. Jejich prostřednictvím dodavatel může za splnění ostatních podmínek dle § 83 ZZVZ prokazovat i tyto části kvalifikace</w:t>
      </w:r>
      <w:r w:rsidRPr="00F11CFB">
        <w:t>.</w:t>
      </w:r>
    </w:p>
    <w:p w14:paraId="19DF8125" w14:textId="651A4481" w:rsidR="00404EB5" w:rsidRPr="00F11CFB" w:rsidRDefault="00404EB5" w:rsidP="00404EB5">
      <w:pPr>
        <w:pStyle w:val="Text1-1"/>
        <w:rPr>
          <w:b/>
        </w:rPr>
      </w:pPr>
      <w:r w:rsidRPr="00F11CFB">
        <w:rPr>
          <w:rStyle w:val="Tun9b"/>
        </w:rPr>
        <w:t>Změny</w:t>
      </w:r>
      <w:r w:rsidRPr="00F11CFB">
        <w:rPr>
          <w:b/>
        </w:rPr>
        <w:t xml:space="preserve"> v kvalifikaci</w:t>
      </w:r>
      <w:r w:rsidR="00AF32F5" w:rsidRPr="00F11CFB">
        <w:rPr>
          <w:b/>
        </w:rPr>
        <w:t xml:space="preserve"> účastníka zadávacího řízení</w:t>
      </w:r>
    </w:p>
    <w:p w14:paraId="2E6A26C8" w14:textId="3BC2E2B4" w:rsidR="00404EB5" w:rsidRPr="00F11CFB" w:rsidRDefault="00404EB5" w:rsidP="00404EB5">
      <w:pPr>
        <w:pStyle w:val="Textbezslovn"/>
      </w:pPr>
      <w:r w:rsidRPr="00F11CFB">
        <w:t>Pokud po předložení dokladů nebo prohlášení o kvalifikaci dojde v průběhu zadávacího řízení ke změně kvalifikace</w:t>
      </w:r>
      <w:r w:rsidR="00AF32F5" w:rsidRPr="00F11CFB">
        <w:t xml:space="preserve"> účastníka zadávacího řízení</w:t>
      </w:r>
      <w:r w:rsidRPr="00F11CFB">
        <w:t xml:space="preserve">, je dodavatel </w:t>
      </w:r>
      <w:r w:rsidR="00AF32F5" w:rsidRPr="00F11CFB">
        <w:t xml:space="preserve">účastník zadávacího řízení </w:t>
      </w:r>
      <w:r w:rsidRPr="00F11CFB">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Pr="00F11CFB" w:rsidRDefault="00404EB5" w:rsidP="00404EB5">
      <w:pPr>
        <w:pStyle w:val="Textbezslovn"/>
        <w:spacing w:after="0"/>
      </w:pPr>
      <w:r w:rsidRPr="00F11CFB">
        <w:t>a) podmínky kvalifikace jsou nadále splněny a</w:t>
      </w:r>
    </w:p>
    <w:p w14:paraId="7EF7F187" w14:textId="77777777" w:rsidR="00404EB5" w:rsidRPr="00F11CFB" w:rsidRDefault="00404EB5" w:rsidP="00404EB5">
      <w:pPr>
        <w:pStyle w:val="Textbezslovn"/>
        <w:spacing w:after="0"/>
      </w:pPr>
      <w:r w:rsidRPr="00F11CFB">
        <w:t>b) nedošlo k ovlivnění kritérií hodnocení nabídek.</w:t>
      </w:r>
    </w:p>
    <w:p w14:paraId="08F9CC98" w14:textId="77777777" w:rsidR="00404EB5" w:rsidRPr="00F11CFB" w:rsidRDefault="00404EB5" w:rsidP="00404EB5">
      <w:pPr>
        <w:pStyle w:val="Textbezslovn"/>
        <w:spacing w:after="0"/>
      </w:pPr>
    </w:p>
    <w:p w14:paraId="7B3E06D7" w14:textId="722AA321" w:rsidR="00404EB5" w:rsidRPr="00F11CFB" w:rsidRDefault="00404EB5" w:rsidP="00404EB5">
      <w:pPr>
        <w:pStyle w:val="Textbezslovn"/>
      </w:pPr>
      <w:r w:rsidRPr="00F11CFB">
        <w:t>Zadavatel může vyloučit účastníka zadávacího řízení, pokud prokáže, že účastník zadávacího řízení nesplnil povinnost podle předchozího odstavce.</w:t>
      </w:r>
    </w:p>
    <w:p w14:paraId="69927CB5" w14:textId="77777777" w:rsidR="0035531B" w:rsidRPr="00F11CFB" w:rsidRDefault="0035531B" w:rsidP="00193D8F">
      <w:pPr>
        <w:pStyle w:val="Nadpis1-1"/>
      </w:pPr>
      <w:bookmarkStart w:id="12" w:name="_Toc159412599"/>
      <w:r w:rsidRPr="00F11CFB">
        <w:t>DALŠÍ INFORMACE/DOKUMENTY PŘEDKLÁDANÉ DODAVATELEM</w:t>
      </w:r>
      <w:r w:rsidR="00092CC9" w:rsidRPr="00F11CFB">
        <w:t xml:space="preserve"> v </w:t>
      </w:r>
      <w:r w:rsidRPr="00F11CFB">
        <w:t>NABÍDCE</w:t>
      </w:r>
      <w:bookmarkEnd w:id="12"/>
    </w:p>
    <w:p w14:paraId="33C712C8" w14:textId="77777777" w:rsidR="0035531B" w:rsidRPr="00F11CFB" w:rsidRDefault="00A066DE" w:rsidP="00A066DE">
      <w:pPr>
        <w:pStyle w:val="Text1-1"/>
      </w:pPr>
      <w:r w:rsidRPr="00F11CFB">
        <w:t>V rámci splnění dalších požadavků zadavatele na sestavení a podání nabídek musí všichni dodavatelé ve svých nabídkách předložit následující informace, dokumenty a doklady</w:t>
      </w:r>
      <w:r w:rsidR="0035531B" w:rsidRPr="00F11CFB">
        <w:t>:</w:t>
      </w:r>
    </w:p>
    <w:p w14:paraId="77285320" w14:textId="277D63A7" w:rsidR="0035531B" w:rsidRPr="00F11CFB" w:rsidRDefault="00A066DE" w:rsidP="00A066DE">
      <w:pPr>
        <w:pStyle w:val="Odrka1-1"/>
      </w:pPr>
      <w:r w:rsidRPr="00F11CFB">
        <w:t>Dokument obsahující informace o dodavateli, včetně prohlášení o akceptaci vzorové Smlouvy o dílo a jejích příloh. Tento dokument bude předložen ve formě formuláře obsaženého v Příloze č. 1 těchto Pokynů</w:t>
      </w:r>
      <w:r w:rsidR="0035531B" w:rsidRPr="00F11CFB">
        <w:t>.</w:t>
      </w:r>
      <w:r w:rsidR="000B548F" w:rsidRPr="00F11CFB">
        <w:t xml:space="preserve"> </w:t>
      </w:r>
      <w:r w:rsidR="00D30099" w:rsidRPr="00F11CFB">
        <w:t xml:space="preserve">Zadavatel stanovuje zadávací podmínku, že nabídka účastníka zadávacího řízení musí být mj. i v souladu se zákonem č. </w:t>
      </w:r>
      <w:r w:rsidR="00D30099" w:rsidRPr="00F11CFB">
        <w:lastRenderedPageBreak/>
        <w:t xml:space="preserve">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těchto Pokynů proto bude prohlášení ke střetu zájmů ve smyslu ustanovení § 4b zákona o střetu zájmů. </w:t>
      </w:r>
    </w:p>
    <w:p w14:paraId="6109F5F9" w14:textId="77777777" w:rsidR="0035531B" w:rsidRPr="00F11CFB" w:rsidRDefault="00A066DE" w:rsidP="00A066DE">
      <w:pPr>
        <w:pStyle w:val="Odrka1-1"/>
      </w:pPr>
      <w:r w:rsidRPr="00F11CFB">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F11CFB">
        <w:t>.</w:t>
      </w:r>
    </w:p>
    <w:p w14:paraId="562E3B54" w14:textId="5FB6CB32" w:rsidR="0035531B" w:rsidRPr="00F11CFB" w:rsidRDefault="00A066DE" w:rsidP="00A066DE">
      <w:pPr>
        <w:pStyle w:val="Odrka1-1"/>
      </w:pPr>
      <w:r w:rsidRPr="00F11CFB">
        <w:t>Doklady za účelem hodnocení</w:t>
      </w:r>
      <w:r w:rsidR="00577C2A" w:rsidRPr="00F11CFB">
        <w:t xml:space="preserve"> dílčího hodnotícího kritéria Zkušenosti vybraných členů odborného personálu dodavatele</w:t>
      </w:r>
      <w:r w:rsidRPr="00F11CFB">
        <w:t xml:space="preserve">, tj. </w:t>
      </w:r>
      <w:r w:rsidR="00B747F3" w:rsidRPr="00F11CFB">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rsidRPr="00F11CFB">
        <w:t xml:space="preserve">. </w:t>
      </w:r>
    </w:p>
    <w:p w14:paraId="46A6F89B" w14:textId="11D55032" w:rsidR="00A066DE" w:rsidRPr="00F11CFB" w:rsidRDefault="00A066DE" w:rsidP="00A066DE">
      <w:pPr>
        <w:pStyle w:val="Odrka1-1"/>
      </w:pPr>
      <w:r w:rsidRPr="00F11CFB">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rsidRPr="00F11CFB">
        <w:t>e</w:t>
      </w:r>
      <w:r w:rsidRPr="00F11CFB">
        <w:t> </w:t>
      </w:r>
      <w:r w:rsidR="00D80A5C" w:rsidRPr="00F11CFB">
        <w:t>Zvláštních technických podmínkách</w:t>
      </w:r>
      <w:r w:rsidRPr="00F11CFB">
        <w:t>.</w:t>
      </w:r>
    </w:p>
    <w:p w14:paraId="3F724E61" w14:textId="5A53895D" w:rsidR="009119DE" w:rsidRPr="00F11CFB" w:rsidRDefault="009119DE" w:rsidP="00A066DE">
      <w:pPr>
        <w:pStyle w:val="Odrka1-1"/>
      </w:pPr>
      <w:r w:rsidRPr="00F11CFB">
        <w:t xml:space="preserve">Dodavatel je povinen předložit ve své nabídce čestné prohlášení </w:t>
      </w:r>
      <w:r w:rsidRPr="00F11CFB">
        <w:rPr>
          <w:lang w:eastAsia="cs-CZ"/>
        </w:rPr>
        <w:t xml:space="preserve">o splnění podmínek v souvislosti </w:t>
      </w:r>
      <w:r w:rsidR="00600F67" w:rsidRPr="00F11CFB">
        <w:rPr>
          <w:lang w:eastAsia="cs-CZ"/>
        </w:rPr>
        <w:t>s mezinárodními sankcemi</w:t>
      </w:r>
      <w:r w:rsidR="002C7825" w:rsidRPr="00F11CFB">
        <w:rPr>
          <w:lang w:eastAsia="cs-CZ"/>
        </w:rPr>
        <w:t xml:space="preserve"> </w:t>
      </w:r>
      <w:r w:rsidRPr="00F11CFB">
        <w:t>zpracované ve formě formuláře dle Přílohy č. 10 těchto Pokynů.</w:t>
      </w:r>
    </w:p>
    <w:p w14:paraId="0E9C2C27" w14:textId="77777777" w:rsidR="0035531B" w:rsidRPr="00F11CFB" w:rsidRDefault="0035531B" w:rsidP="0035531B">
      <w:pPr>
        <w:pStyle w:val="Text1-1"/>
      </w:pPr>
      <w:r w:rsidRPr="00F11CFB">
        <w:t>Podání nabídky společně několika dodavateli:</w:t>
      </w:r>
    </w:p>
    <w:p w14:paraId="18567F7B" w14:textId="77777777" w:rsidR="00A066DE" w:rsidRPr="00F11CFB" w:rsidRDefault="00A066DE" w:rsidP="00A066DE">
      <w:pPr>
        <w:pStyle w:val="Odrka1-1"/>
      </w:pPr>
      <w:r w:rsidRPr="00F11CFB">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Pr="00F11CFB" w:rsidRDefault="00A066DE" w:rsidP="00A066DE">
      <w:pPr>
        <w:pStyle w:val="Odrka1-1"/>
      </w:pPr>
      <w:r w:rsidRPr="00F11CF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Pr="00F11CFB" w:rsidRDefault="00A066DE" w:rsidP="00A066DE">
      <w:pPr>
        <w:pStyle w:val="Odrka1-1"/>
      </w:pPr>
      <w:r w:rsidRPr="00F11CFB">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w:t>
      </w:r>
      <w:r w:rsidRPr="00F11CFB">
        <w:lastRenderedPageBreak/>
        <w:t>(identifikován)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77777777" w:rsidR="0035531B" w:rsidRPr="00F11CFB" w:rsidRDefault="00A066DE" w:rsidP="00A066DE">
      <w:pPr>
        <w:pStyle w:val="Odrka1-1"/>
      </w:pPr>
      <w:r w:rsidRPr="00F11CFB">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rsidRPr="00F11CFB">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F11CFB">
        <w:t>.</w:t>
      </w:r>
    </w:p>
    <w:p w14:paraId="3C30BC2F" w14:textId="77777777" w:rsidR="0035531B" w:rsidRPr="00F11CFB" w:rsidRDefault="0035531B" w:rsidP="0035531B">
      <w:pPr>
        <w:pStyle w:val="Text1-1"/>
        <w:rPr>
          <w:rStyle w:val="Tun9b"/>
        </w:rPr>
      </w:pPr>
      <w:r w:rsidRPr="00F11CFB">
        <w:rPr>
          <w:rStyle w:val="Tun9b"/>
        </w:rPr>
        <w:t>Poddodavatelské omezení</w:t>
      </w:r>
    </w:p>
    <w:p w14:paraId="02A6E263" w14:textId="77777777" w:rsidR="00470647" w:rsidRPr="00F11CFB" w:rsidRDefault="00470647" w:rsidP="00470647">
      <w:pPr>
        <w:pStyle w:val="Odrka1-1"/>
      </w:pPr>
      <w:r w:rsidRPr="00F11CFB">
        <w:t>Zadavatel nevymezuje žádné činnosti při plnění veřejné zakázky, které musí být plněny přímo vybraným dodavatelem.</w:t>
      </w:r>
    </w:p>
    <w:p w14:paraId="57479162" w14:textId="199C05A6" w:rsidR="00BC6D2B" w:rsidRPr="00F11CFB" w:rsidRDefault="002C1E7C" w:rsidP="00465FDD">
      <w:pPr>
        <w:pStyle w:val="Text1-1"/>
      </w:pPr>
      <w:r w:rsidRPr="00F11CFB">
        <w:t>Závazný n</w:t>
      </w:r>
      <w:r w:rsidR="00465FDD" w:rsidRPr="00F11CFB">
        <w:t>ávrh smlouvy na plnění této veřejné zakázky</w:t>
      </w:r>
      <w:r w:rsidR="00BC6D2B" w:rsidRPr="00F11CFB">
        <w:t>:</w:t>
      </w:r>
    </w:p>
    <w:p w14:paraId="6FA136E4" w14:textId="77777777" w:rsidR="00465FDD" w:rsidRPr="00F11CFB" w:rsidRDefault="00465FDD" w:rsidP="00465FDD">
      <w:pPr>
        <w:pStyle w:val="Odrka1-1"/>
      </w:pPr>
      <w:r w:rsidRPr="00F11CFB">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20AD7E95" w:rsidR="00465FDD" w:rsidRPr="00F11CFB" w:rsidRDefault="00465FDD" w:rsidP="00AA4EEF">
      <w:pPr>
        <w:pStyle w:val="Odrka1-2-"/>
      </w:pPr>
      <w:r w:rsidRPr="00F11CFB">
        <w:t xml:space="preserve">do těla závazného vzoru smlouvy </w:t>
      </w:r>
      <w:r w:rsidR="00B747F3" w:rsidRPr="00F11CFB">
        <w:t xml:space="preserve">v </w:t>
      </w:r>
      <w:r w:rsidRPr="00F11CFB">
        <w:t>čl. 3.3</w:t>
      </w:r>
      <w:r w:rsidR="002A5F8F" w:rsidRPr="00F11CFB">
        <w:t xml:space="preserve"> </w:t>
      </w:r>
      <w:r w:rsidRPr="00F11CFB">
        <w:t>Cenu Díla bez DPH</w:t>
      </w:r>
      <w:r w:rsidR="00AA4EEF" w:rsidRPr="00F11CFB">
        <w:t xml:space="preserve">, která představuje součet Ceny za zpracování </w:t>
      </w:r>
      <w:r w:rsidR="004C6E67">
        <w:t>Z</w:t>
      </w:r>
      <w:r w:rsidR="004C6E67" w:rsidRPr="00AA4EEF">
        <w:t>áměru projektu</w:t>
      </w:r>
      <w:r w:rsidR="004C6E67">
        <w:t xml:space="preserve"> s doprovodnou dokumentací</w:t>
      </w:r>
      <w:r w:rsidR="004C6E67" w:rsidRPr="00AA4EEF">
        <w:t xml:space="preserve"> </w:t>
      </w:r>
      <w:r w:rsidR="00AA4EEF" w:rsidRPr="00F11CFB">
        <w:t xml:space="preserve">bez DPH a Ceny za zpracování </w:t>
      </w:r>
      <w:r w:rsidR="007029B1" w:rsidRPr="00F11CFB">
        <w:t>DUSL</w:t>
      </w:r>
      <w:r w:rsidR="00BF77A7" w:rsidRPr="00F11CFB">
        <w:t xml:space="preserve"> </w:t>
      </w:r>
      <w:r w:rsidR="00AA4EEF" w:rsidRPr="00F11CFB">
        <w:t>bez DPH</w:t>
      </w:r>
      <w:r w:rsidR="009D45CC">
        <w:t xml:space="preserve"> </w:t>
      </w:r>
      <w:r w:rsidR="009D45CC" w:rsidRPr="001057BC">
        <w:t xml:space="preserve">a Ceny za výkon dozoru </w:t>
      </w:r>
      <w:r w:rsidR="009D45CC">
        <w:t xml:space="preserve">projektanta </w:t>
      </w:r>
      <w:r w:rsidR="009D45CC" w:rsidRPr="001057BC">
        <w:t>bez DPH</w:t>
      </w:r>
      <w:r w:rsidRPr="00F11CFB">
        <w:t>;</w:t>
      </w:r>
    </w:p>
    <w:p w14:paraId="6D01AC4F" w14:textId="77777777" w:rsidR="00465FDD" w:rsidRPr="00F11CFB" w:rsidRDefault="00465FDD" w:rsidP="00F348C0">
      <w:pPr>
        <w:pStyle w:val="Odrka1-2-"/>
      </w:pPr>
      <w:r w:rsidRPr="00F11CFB">
        <w:t>do Přílohy č. 4 závazného vzoru smlouvy s názvem Rozpis Ceny Díla:</w:t>
      </w:r>
    </w:p>
    <w:p w14:paraId="743C5153" w14:textId="0A8757CA" w:rsidR="00465FDD" w:rsidRPr="00F11CFB" w:rsidRDefault="00465FDD" w:rsidP="00F348C0">
      <w:pPr>
        <w:pStyle w:val="Odrka1-3"/>
        <w:numPr>
          <w:ilvl w:val="0"/>
          <w:numId w:val="0"/>
        </w:numPr>
        <w:ind w:left="1531"/>
      </w:pPr>
      <w:r w:rsidRPr="00F11CFB">
        <w:t xml:space="preserve">Cenu za zpracování </w:t>
      </w:r>
      <w:r w:rsidR="004C6E67">
        <w:t>Z</w:t>
      </w:r>
      <w:r w:rsidR="004C6E67" w:rsidRPr="00AA4EEF">
        <w:t>áměru projektu</w:t>
      </w:r>
      <w:r w:rsidR="004C6E67">
        <w:t xml:space="preserve"> s doprovodnou dokumentací </w:t>
      </w:r>
      <w:r w:rsidR="00AA4EEF" w:rsidRPr="00F11CFB">
        <w:t xml:space="preserve">a </w:t>
      </w:r>
      <w:r w:rsidR="007029B1" w:rsidRPr="00F11CFB">
        <w:t xml:space="preserve">DUSL </w:t>
      </w:r>
      <w:r w:rsidRPr="00F11CFB">
        <w:t>podle členění na základní a dodatečné služby</w:t>
      </w:r>
      <w:r w:rsidR="00AA4EEF" w:rsidRPr="00F11CFB">
        <w:t xml:space="preserve">, </w:t>
      </w:r>
      <w:r w:rsidR="009D45CC" w:rsidRPr="001057BC">
        <w:t>cenu za výkon dozoru</w:t>
      </w:r>
      <w:r w:rsidR="009D45CC">
        <w:t xml:space="preserve"> projektanta,</w:t>
      </w:r>
      <w:r w:rsidR="009D45CC" w:rsidRPr="00AA4EEF">
        <w:t xml:space="preserve"> </w:t>
      </w:r>
      <w:r w:rsidR="00AA4EEF" w:rsidRPr="00F11CFB">
        <w:t xml:space="preserve">dále Cenu Díla včetně členění na cenu za zpracování </w:t>
      </w:r>
      <w:r w:rsidR="00900F2A">
        <w:t>Z</w:t>
      </w:r>
      <w:r w:rsidR="00900F2A" w:rsidRPr="00AA4EEF">
        <w:t>áměru projektu</w:t>
      </w:r>
      <w:r w:rsidR="00900F2A">
        <w:t xml:space="preserve"> s doprovodnou dokumentací </w:t>
      </w:r>
      <w:r w:rsidR="00AA4EEF" w:rsidRPr="00F11CFB">
        <w:t xml:space="preserve">a </w:t>
      </w:r>
      <w:r w:rsidR="00381906" w:rsidRPr="00F11CFB">
        <w:t xml:space="preserve">DUSL </w:t>
      </w:r>
      <w:r w:rsidR="009D45CC">
        <w:t xml:space="preserve">a Cenu za výkon dozoru projektanta </w:t>
      </w:r>
      <w:r w:rsidRPr="00F11CFB">
        <w:t xml:space="preserve">a </w:t>
      </w:r>
      <w:r w:rsidR="00AA4EEF" w:rsidRPr="00F11CFB">
        <w:t>r</w:t>
      </w:r>
      <w:r w:rsidRPr="00F11CFB">
        <w:t xml:space="preserve">ozpis jednotlivých položek Ceny Díla podle členění na </w:t>
      </w:r>
      <w:r w:rsidR="00AA4EEF" w:rsidRPr="00F11CFB">
        <w:t>d</w:t>
      </w:r>
      <w:r w:rsidRPr="00F11CFB">
        <w:t>ílčí etapy</w:t>
      </w:r>
      <w:r w:rsidR="00AA4EEF" w:rsidRPr="00F11CFB">
        <w:t xml:space="preserve"> zpracování díla</w:t>
      </w:r>
      <w:r w:rsidRPr="00F11CFB">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4908DC75" w14:textId="77777777" w:rsidR="0035531B" w:rsidRPr="00F11CFB" w:rsidRDefault="00465FDD" w:rsidP="00465FDD">
      <w:pPr>
        <w:pStyle w:val="Odrka1-1"/>
      </w:pPr>
      <w:r w:rsidRPr="00F11CFB">
        <w:t>V případě nabídky podávané fyzickou a nikoliv právnickou osobou, jako dodavatelem, je dodavatel oprávněn upravit návrh smlouvy toliko s ohledem na tuto skutečnost</w:t>
      </w:r>
      <w:r w:rsidR="0035531B" w:rsidRPr="00F11CFB">
        <w:t>.</w:t>
      </w:r>
    </w:p>
    <w:p w14:paraId="73FE3F5B" w14:textId="77777777" w:rsidR="0035531B" w:rsidRPr="00F11CFB" w:rsidRDefault="0035531B" w:rsidP="00BC6D2B">
      <w:pPr>
        <w:pStyle w:val="Nadpis1-1"/>
      </w:pPr>
      <w:bookmarkStart w:id="13" w:name="_Toc159412600"/>
      <w:r w:rsidRPr="00F11CFB">
        <w:t>JAZYK NABÍDEK</w:t>
      </w:r>
      <w:r w:rsidR="00A56DEC" w:rsidRPr="00F11CFB">
        <w:t xml:space="preserve"> A KOMUNIKAČNÍ JAZYK</w:t>
      </w:r>
      <w:bookmarkEnd w:id="13"/>
    </w:p>
    <w:p w14:paraId="7BD17181" w14:textId="77777777" w:rsidR="00F348C0" w:rsidRPr="00F11CFB" w:rsidRDefault="00F348C0" w:rsidP="00F348C0">
      <w:pPr>
        <w:pStyle w:val="Text1-1"/>
      </w:pPr>
      <w:r w:rsidRPr="00F11CFB">
        <w:t xml:space="preserve">Nabídka, doklady a dokumenty předkládané v nabídce nebo se k nabídce vztahující, veškerá korespondence a komunikace se zadavatelem, včetně žádostí dodavatelů o </w:t>
      </w:r>
      <w:r w:rsidRPr="00F11CFB">
        <w:lastRenderedPageBreak/>
        <w:t xml:space="preserve">vysvětlení zadávací dokumentace, musí být předloženy a budou prováděny v českém jazyce. </w:t>
      </w:r>
    </w:p>
    <w:p w14:paraId="2CFC4DFC" w14:textId="6B65ED28" w:rsidR="0035531B" w:rsidRPr="00F11CFB" w:rsidRDefault="00F348C0" w:rsidP="00F348C0">
      <w:pPr>
        <w:pStyle w:val="Text1-1"/>
      </w:pPr>
      <w:r w:rsidRPr="00F11CF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rsidRPr="00F11CFB">
        <w:t>ý</w:t>
      </w:r>
      <w:r w:rsidRPr="00F11CFB">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rsidRPr="00F11CFB">
        <w:t xml:space="preserve">písemným </w:t>
      </w:r>
      <w:r w:rsidRPr="00F11CFB">
        <w:t>čestným prohlášením</w:t>
      </w:r>
      <w:r w:rsidR="0035531B" w:rsidRPr="00F11CFB">
        <w:t>.</w:t>
      </w:r>
    </w:p>
    <w:p w14:paraId="66489A94" w14:textId="77777777" w:rsidR="0035531B" w:rsidRPr="00F11CFB" w:rsidRDefault="0035531B" w:rsidP="00BC6D2B">
      <w:pPr>
        <w:pStyle w:val="Nadpis1-1"/>
      </w:pPr>
      <w:bookmarkStart w:id="14" w:name="_Toc159412601"/>
      <w:r w:rsidRPr="00F11CFB">
        <w:t>OBSAH</w:t>
      </w:r>
      <w:r w:rsidR="00845C50" w:rsidRPr="00F11CFB">
        <w:t xml:space="preserve"> a </w:t>
      </w:r>
      <w:r w:rsidRPr="00F11CFB">
        <w:t>PODÁVÁNÍ NABÍDEK</w:t>
      </w:r>
      <w:bookmarkEnd w:id="14"/>
    </w:p>
    <w:p w14:paraId="0A5F1E66" w14:textId="454F9BAF" w:rsidR="00F348C0" w:rsidRPr="00F11CFB" w:rsidRDefault="00F348C0" w:rsidP="00F348C0">
      <w:pPr>
        <w:pStyle w:val="Text1-1"/>
      </w:pPr>
      <w:r w:rsidRPr="00F11CFB">
        <w:t>Dodavatel může podat v zadávacím řízení jen jednu nabídku</w:t>
      </w:r>
      <w:r w:rsidR="00B747F3" w:rsidRPr="00F11CFB">
        <w:t xml:space="preserve"> </w:t>
      </w:r>
      <w:r w:rsidR="00EE4459" w:rsidRPr="00F11CFB">
        <w:t xml:space="preserve">(samostatně nebo společně s dalšími dodavateli) </w:t>
      </w:r>
      <w:r w:rsidR="00B747F3" w:rsidRPr="00F11CFB">
        <w:t>pokrývající celý předmět veřejné zakázky. Dodavatel, který podal nabídku v zadávacím řízení, nesmí být současně osobou, jejímž prostřednictvím jiný dodavatel v tomtéž zadávacím řízení prokazuje kvalifikaci</w:t>
      </w:r>
      <w:r w:rsidRPr="00F11CFB">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11CFB">
        <w:t xml:space="preserve"> sektorová veřejná zakázka</w:t>
      </w:r>
      <w:r w:rsidRPr="00F11CFB">
        <w:t xml:space="preserve">, a to prostřednictvím elektronického nástroje E-ZAK na níže uvedenou elektronickou adresu </w:t>
      </w:r>
      <w:hyperlink r:id="rId20" w:history="1">
        <w:r w:rsidR="00D01AF3" w:rsidRPr="00F11CFB">
          <w:rPr>
            <w:rStyle w:val="Hypertextovodkaz"/>
            <w:noProof w:val="0"/>
          </w:rPr>
          <w:t>https://zakazky.spravazeleznic.cz/</w:t>
        </w:r>
      </w:hyperlink>
      <w:r w:rsidRPr="00F11CF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7E1DE17A" w14:textId="48D2CCF9" w:rsidR="00F348C0" w:rsidRPr="00F11CFB" w:rsidRDefault="00F348C0" w:rsidP="00F348C0">
      <w:pPr>
        <w:pStyle w:val="Text1-1"/>
      </w:pPr>
      <w:r w:rsidRPr="00F11CF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F11CFB">
          <w:rPr>
            <w:rStyle w:val="Hypertextovodkaz"/>
            <w:noProof w:val="0"/>
          </w:rPr>
          <w:t>https://zakazky.spravazeleznic.cz/</w:t>
        </w:r>
      </w:hyperlink>
      <w:r w:rsidR="00D01AF3" w:rsidRPr="00F11CFB">
        <w:rPr>
          <w:rStyle w:val="Hypertextovodkaz"/>
          <w:noProof w:val="0"/>
        </w:rPr>
        <w:t>manual.html</w:t>
      </w:r>
      <w:r w:rsidRPr="00F11CFB">
        <w:t xml:space="preserve">. Nabídka nemusí být opatřena elektronickým podpisem osoby oprávněné jednat za dodavatele. </w:t>
      </w:r>
      <w:r w:rsidR="0081521C" w:rsidRPr="00F11CFB">
        <w:t>Uznávaný e</w:t>
      </w:r>
      <w:r w:rsidRPr="00F11CFB">
        <w:t xml:space="preserve">lektronický podpis </w:t>
      </w:r>
      <w:r w:rsidR="0081521C" w:rsidRPr="00F11CFB">
        <w:t xml:space="preserve">založený na kvalifikovaném certifikátu </w:t>
      </w:r>
      <w:r w:rsidRPr="00F11CFB">
        <w:t>je vyžadován pouze při registraci dodavatele do elektronického nástroje</w:t>
      </w:r>
      <w:r w:rsidR="0081521C" w:rsidRPr="00F11CFB">
        <w:t xml:space="preserve"> zadavatele</w:t>
      </w:r>
      <w:r w:rsidRPr="00F11CFB">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F11CFB">
        <w:t>Nabídka může obsahovat více dokumentů (souborů), jednotlivé d</w:t>
      </w:r>
      <w:r w:rsidRPr="00F11CFB">
        <w:t xml:space="preserve">okumenty musí být do systému E-ZAK vkládány jako jeden soubor </w:t>
      </w:r>
      <w:r w:rsidR="003616E0" w:rsidRPr="00F11CFB">
        <w:t>(ve formátech analogicky k § 1</w:t>
      </w:r>
      <w:r w:rsidR="001579FA" w:rsidRPr="00F11CFB">
        <w:t>1</w:t>
      </w:r>
      <w:r w:rsidR="003616E0" w:rsidRPr="00F11CFB">
        <w:t xml:space="preserve"> odst. 2 a 3 vyhl. č. </w:t>
      </w:r>
      <w:r w:rsidR="001579FA" w:rsidRPr="00F11CFB">
        <w:t>345</w:t>
      </w:r>
      <w:r w:rsidR="003616E0" w:rsidRPr="00F11CFB">
        <w:t>/20</w:t>
      </w:r>
      <w:r w:rsidR="001579FA" w:rsidRPr="00F11CFB">
        <w:t>23</w:t>
      </w:r>
      <w:r w:rsidR="003616E0" w:rsidRPr="00F11CFB">
        <w:t xml:space="preserve"> Sb., ve znění pozdějších předpisů) </w:t>
      </w:r>
      <w:r w:rsidRPr="00F11CFB">
        <w:t xml:space="preserve">nebo více souborů </w:t>
      </w:r>
      <w:r w:rsidR="0012178F" w:rsidRPr="00F11CFB">
        <w:t xml:space="preserve">zkomprimovaných </w:t>
      </w:r>
      <w:r w:rsidRPr="00F11CF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rsidRPr="00F11CFB">
        <w:t>50</w:t>
      </w:r>
      <w:r w:rsidRPr="00F11CFB">
        <w:t>MB za jeden takový soubor, příp. zkomprimované soubory. Soubory většího rozsahu je nutno před jejich odesláním prostřednictvím E-ZAK vhodným způsobem rozdělit. Velikost samotné nabídky jako celku není nijak omezena.</w:t>
      </w:r>
    </w:p>
    <w:p w14:paraId="5B600EE3" w14:textId="77777777" w:rsidR="0035531B" w:rsidRPr="00F11CFB" w:rsidRDefault="0035531B" w:rsidP="0035531B">
      <w:pPr>
        <w:pStyle w:val="Text1-1"/>
      </w:pPr>
      <w:r w:rsidRPr="00F11CFB">
        <w:t>Nabídka bude předložena</w:t>
      </w:r>
      <w:r w:rsidR="00092CC9" w:rsidRPr="00F11CFB">
        <w:t xml:space="preserve"> v </w:t>
      </w:r>
      <w:r w:rsidRPr="00F11CFB">
        <w:t>následující struktuře:</w:t>
      </w:r>
    </w:p>
    <w:p w14:paraId="0F280730" w14:textId="77777777" w:rsidR="00F348C0" w:rsidRPr="00F11CFB" w:rsidRDefault="00F348C0" w:rsidP="00F348C0">
      <w:pPr>
        <w:pStyle w:val="Odrka1-1"/>
      </w:pPr>
      <w:r w:rsidRPr="00F11CFB">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Pr="00F11CFB" w:rsidRDefault="00F348C0" w:rsidP="00F348C0">
      <w:pPr>
        <w:pStyle w:val="Odrka1-1"/>
      </w:pPr>
      <w:r w:rsidRPr="00F11CFB">
        <w:t>Všeobecné informace o dodavateli včetně prohlášení o akceptaci zadávacích podmínek</w:t>
      </w:r>
      <w:r w:rsidR="009B733B" w:rsidRPr="00F11CFB">
        <w:t>, prohlášení k zakázaným dohodám</w:t>
      </w:r>
      <w:r w:rsidR="003B0F0D" w:rsidRPr="00F11CFB">
        <w:t xml:space="preserve"> a</w:t>
      </w:r>
      <w:r w:rsidR="009B733B" w:rsidRPr="00F11CFB">
        <w:t xml:space="preserve"> prohlášení ke střetu zájmů </w:t>
      </w:r>
      <w:r w:rsidRPr="00F11CFB">
        <w:t>ve formě formuláře obsaženého v Příloze č. 1 těchto Pokynů.</w:t>
      </w:r>
    </w:p>
    <w:p w14:paraId="15133091" w14:textId="77777777" w:rsidR="00F348C0" w:rsidRPr="00F11CFB" w:rsidRDefault="00F348C0" w:rsidP="00F348C0">
      <w:pPr>
        <w:pStyle w:val="Odrka1-1"/>
      </w:pPr>
      <w:r w:rsidRPr="00F11CFB">
        <w:lastRenderedPageBreak/>
        <w:t>Plná moc, dohoda o plné moci či pověření, je-li tohoto dokumentu třeba.</w:t>
      </w:r>
    </w:p>
    <w:p w14:paraId="1C3AE439" w14:textId="77777777" w:rsidR="00F348C0" w:rsidRPr="00F11CFB" w:rsidRDefault="00F348C0" w:rsidP="00F348C0">
      <w:pPr>
        <w:pStyle w:val="Odrka1-1"/>
      </w:pPr>
      <w:r w:rsidRPr="00F11CFB">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Pr="00F11CFB" w:rsidRDefault="00F348C0" w:rsidP="00F348C0">
      <w:pPr>
        <w:pStyle w:val="Odrka1-1"/>
      </w:pPr>
      <w:r w:rsidRPr="00F11CFB">
        <w:t>Doklady prokazující splnění základní způsobilosti; čestné prohlášení může být poskytnuto ve formě formuláře obsaženého v Příloze č. 7 těchto Pokynů.</w:t>
      </w:r>
    </w:p>
    <w:p w14:paraId="5C7045A3" w14:textId="77777777" w:rsidR="00F348C0" w:rsidRPr="00F11CFB" w:rsidRDefault="00F348C0" w:rsidP="00F348C0">
      <w:pPr>
        <w:pStyle w:val="Odrka1-1"/>
      </w:pPr>
      <w:r w:rsidRPr="00F11CFB">
        <w:t>Doklady prokazující splnění profesní způsobilosti.</w:t>
      </w:r>
    </w:p>
    <w:p w14:paraId="5A2C6AC9" w14:textId="77777777" w:rsidR="00F348C0" w:rsidRPr="00F11CFB" w:rsidRDefault="00F348C0" w:rsidP="00F348C0">
      <w:pPr>
        <w:pStyle w:val="Odrka1-1"/>
      </w:pPr>
      <w:r w:rsidRPr="00F11CFB">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Pr="00F11CFB" w:rsidRDefault="00F348C0" w:rsidP="00F348C0">
      <w:pPr>
        <w:pStyle w:val="Odrka1-1"/>
      </w:pPr>
      <w:r w:rsidRPr="00F11CFB">
        <w:t>Seznam jiných osob, jejichž prostřednictvím prokazuje dodavatel určitou část kvalifikace, ve formě formuláře obsaženého v Příloze č. 8 těchto Pokynů a doklady vztahující se k jiným osobám.</w:t>
      </w:r>
    </w:p>
    <w:p w14:paraId="08DD6E89" w14:textId="77777777" w:rsidR="00F348C0" w:rsidRPr="00F11CFB" w:rsidRDefault="00F348C0" w:rsidP="00F348C0">
      <w:pPr>
        <w:pStyle w:val="Odrka1-1"/>
      </w:pPr>
      <w:r w:rsidRPr="00F11CFB">
        <w:t>Údaje o poddodavatelích ve formě formuláře obsaženého v Příloze č. 2 těchto Pokynů.</w:t>
      </w:r>
    </w:p>
    <w:p w14:paraId="31E636A4" w14:textId="76D03E57" w:rsidR="00F348C0" w:rsidRPr="00F11CFB" w:rsidRDefault="00F348C0" w:rsidP="00F348C0">
      <w:pPr>
        <w:pStyle w:val="Odrka1-1"/>
      </w:pPr>
      <w:r w:rsidRPr="00F11CFB">
        <w:t xml:space="preserve">Doklady za účelem hodnocení </w:t>
      </w:r>
      <w:r w:rsidR="000B17EE" w:rsidRPr="00F11CFB">
        <w:t>dílčího hodnotícího kritéria Z</w:t>
      </w:r>
      <w:r w:rsidRPr="00F11CFB">
        <w:t xml:space="preserve">kušenosti vybraných členů odborného personálu dodavatele, tj. </w:t>
      </w:r>
      <w:r w:rsidR="000B17EE" w:rsidRPr="00F11CFB">
        <w:t>Seznam zkušeností hodnocených členů odborného personálu dodavatele předložený v nabídce ve formě obsažené v Příloze č. 9 těchto Pokynů včetně zadavatelem požadovaných dokladů, jež mají být k tomuto seznamu přiloženy</w:t>
      </w:r>
      <w:r w:rsidRPr="00F11CFB">
        <w:t>.</w:t>
      </w:r>
    </w:p>
    <w:p w14:paraId="67CB063F" w14:textId="77777777" w:rsidR="00F348C0" w:rsidRPr="00F11CFB" w:rsidRDefault="00F348C0" w:rsidP="00F348C0">
      <w:pPr>
        <w:pStyle w:val="Odrka1-1"/>
      </w:pPr>
      <w:r w:rsidRPr="00F11CFB">
        <w:t>Požadavek dodavatele na výluky (omezení provozování dráhy) pro provedení geotechnického průzkumu nebo uvedení informace, že výluky na tento průzkum nepožaduje.</w:t>
      </w:r>
    </w:p>
    <w:p w14:paraId="0C9E78BF" w14:textId="3DA7D3D5" w:rsidR="009119DE" w:rsidRPr="00F11CFB" w:rsidRDefault="009119DE" w:rsidP="00F348C0">
      <w:pPr>
        <w:pStyle w:val="Odrka1-1"/>
      </w:pPr>
      <w:r w:rsidRPr="00F11CFB">
        <w:rPr>
          <w:lang w:eastAsia="cs-CZ"/>
        </w:rPr>
        <w:t xml:space="preserve">Čestné prohlášení o splnění podmínek v souvislosti </w:t>
      </w:r>
      <w:r w:rsidR="00600F67" w:rsidRPr="00F11CFB">
        <w:rPr>
          <w:lang w:eastAsia="cs-CZ"/>
        </w:rPr>
        <w:t>s mezinárodními sankcemi</w:t>
      </w:r>
      <w:r w:rsidR="0081521C" w:rsidRPr="00F11CFB">
        <w:rPr>
          <w:lang w:eastAsia="cs-CZ"/>
        </w:rPr>
        <w:t xml:space="preserve"> </w:t>
      </w:r>
      <w:r w:rsidRPr="00F11CFB">
        <w:t>zpracované ve formě formuláře obsaženého v příloze č. 10 těchto Pokynů.</w:t>
      </w:r>
    </w:p>
    <w:p w14:paraId="72BB8277" w14:textId="17755DDC" w:rsidR="00F348C0" w:rsidRPr="00F11CFB" w:rsidRDefault="00F348C0" w:rsidP="00F348C0">
      <w:pPr>
        <w:pStyle w:val="Odrka1-1"/>
      </w:pPr>
      <w:r w:rsidRPr="00F11CFB">
        <w:t>Doklad o poskytnutí jistoty za nabídku.</w:t>
      </w:r>
    </w:p>
    <w:p w14:paraId="1E88F86F" w14:textId="77777777" w:rsidR="0035531B" w:rsidRPr="00F11CFB" w:rsidRDefault="00F348C0" w:rsidP="00F348C0">
      <w:pPr>
        <w:pStyle w:val="Odrka1-1"/>
      </w:pPr>
      <w:r w:rsidRPr="00F11CFB">
        <w:t>Další dokumenty, dle uvážení dodavatele, na které nebyl prostor v předcházejících částech nabídky (např. označení údajů nebo sdělení, které dodavatel považuje za důvěrné nebo chráněné podle zvláštních právních předpisů)</w:t>
      </w:r>
      <w:r w:rsidR="0035531B" w:rsidRPr="00F11CFB">
        <w:t>.</w:t>
      </w:r>
    </w:p>
    <w:p w14:paraId="07AF6EB4" w14:textId="2D029742" w:rsidR="00F348C0" w:rsidRPr="00F11CFB" w:rsidRDefault="00F348C0" w:rsidP="00F348C0">
      <w:pPr>
        <w:pStyle w:val="Text1-1"/>
      </w:pPr>
      <w:r w:rsidRPr="00F11CFB">
        <w:t xml:space="preserve">Nabídky podané po uplynutí lhůty pro podání nabídky nebo podané jiným, než výše uvedeným způsobem, nebudou otevřeny a v průběhu zadávacího řízení se k nim nepřihlíží. </w:t>
      </w:r>
    </w:p>
    <w:p w14:paraId="7036A197" w14:textId="77777777" w:rsidR="00F348C0" w:rsidRPr="00F11CFB" w:rsidRDefault="00F348C0" w:rsidP="00F348C0">
      <w:pPr>
        <w:pStyle w:val="Text1-1"/>
      </w:pPr>
      <w:r w:rsidRPr="00F11CFB">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F11CFB" w:rsidRDefault="00F348C0" w:rsidP="00F348C0">
      <w:pPr>
        <w:pStyle w:val="Text1-1"/>
        <w:rPr>
          <w:rStyle w:val="Tun9b"/>
          <w:b w:val="0"/>
        </w:rPr>
      </w:pPr>
      <w:r w:rsidRPr="00F11CFB">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w:t>
      </w:r>
      <w:r w:rsidRPr="00F11CFB">
        <w:lastRenderedPageBreak/>
        <w:t>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F11CFB">
        <w:rPr>
          <w:rStyle w:val="Tun9b"/>
          <w:b w:val="0"/>
        </w:rPr>
        <w:t xml:space="preserve">. </w:t>
      </w:r>
    </w:p>
    <w:p w14:paraId="4DED4B1D" w14:textId="77777777" w:rsidR="0035531B" w:rsidRPr="00F11CFB" w:rsidRDefault="0035531B" w:rsidP="007038DC">
      <w:pPr>
        <w:pStyle w:val="Nadpis1-1"/>
      </w:pPr>
      <w:bookmarkStart w:id="15" w:name="_Toc159412602"/>
      <w:r w:rsidRPr="00F11CFB">
        <w:t>POŽADAVKY NA ZPRACOVÁNÍ NABÍDKOVÉ CENY</w:t>
      </w:r>
      <w:bookmarkEnd w:id="15"/>
      <w:r w:rsidRPr="00F11CFB">
        <w:t xml:space="preserve"> </w:t>
      </w:r>
    </w:p>
    <w:p w14:paraId="23676670" w14:textId="77777777" w:rsidR="00F348C0" w:rsidRPr="00F11CFB" w:rsidRDefault="00F348C0" w:rsidP="00F348C0">
      <w:pPr>
        <w:pStyle w:val="Text1-1"/>
      </w:pPr>
      <w:r w:rsidRPr="00F11CFB">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Pr="00F11CFB" w:rsidRDefault="00F348C0" w:rsidP="00F348C0">
      <w:pPr>
        <w:pStyle w:val="Text1-1"/>
      </w:pPr>
      <w:r w:rsidRPr="00F11CFB">
        <w:t>Nabídková cena bude ve smlouvě v čl. 3.3 uvedena následujícím způsobem:</w:t>
      </w:r>
    </w:p>
    <w:p w14:paraId="13380D37" w14:textId="77777777" w:rsidR="00F348C0" w:rsidRPr="00F11CFB" w:rsidRDefault="00F348C0" w:rsidP="00F348C0">
      <w:pPr>
        <w:pStyle w:val="Text1-1"/>
        <w:numPr>
          <w:ilvl w:val="0"/>
          <w:numId w:val="0"/>
        </w:numPr>
        <w:spacing w:after="0"/>
        <w:ind w:left="737"/>
      </w:pPr>
      <w:r w:rsidRPr="00F11CFB">
        <w:t xml:space="preserve">Cena Díla bez DPH: </w:t>
      </w:r>
      <w:r w:rsidRPr="00F11CFB">
        <w:tab/>
      </w:r>
      <w:r w:rsidRPr="007D75CF">
        <w:t>"[VLOŽÍ ZHOTOVITEL]"</w:t>
      </w:r>
      <w:r w:rsidRPr="00F11CFB">
        <w:t xml:space="preserve"> Kč</w:t>
      </w:r>
    </w:p>
    <w:p w14:paraId="685FB4DE" w14:textId="77777777" w:rsidR="00F348C0" w:rsidRPr="00F11CFB" w:rsidRDefault="00F348C0" w:rsidP="00F348C0">
      <w:pPr>
        <w:pStyle w:val="Text1-1"/>
        <w:numPr>
          <w:ilvl w:val="0"/>
          <w:numId w:val="0"/>
        </w:numPr>
        <w:spacing w:after="0"/>
        <w:ind w:left="737"/>
      </w:pPr>
      <w:r w:rsidRPr="00F11CFB">
        <w:t xml:space="preserve">slovy: </w:t>
      </w:r>
      <w:r w:rsidRPr="00F11CFB">
        <w:tab/>
      </w:r>
      <w:r w:rsidRPr="00F11CFB">
        <w:tab/>
      </w:r>
      <w:r w:rsidRPr="00F11CFB">
        <w:tab/>
      </w:r>
      <w:r w:rsidRPr="007D75CF">
        <w:t>"[VLOŽÍ ZHOTOVITEL]"</w:t>
      </w:r>
      <w:r w:rsidRPr="00F11CFB">
        <w:t xml:space="preserve"> korun českých</w:t>
      </w:r>
    </w:p>
    <w:p w14:paraId="3AAAAA33" w14:textId="7CA841DB" w:rsidR="0035531B" w:rsidRPr="00F11CFB" w:rsidRDefault="00F348C0" w:rsidP="00F348C0">
      <w:pPr>
        <w:pStyle w:val="Text1-1"/>
        <w:numPr>
          <w:ilvl w:val="0"/>
          <w:numId w:val="0"/>
        </w:numPr>
        <w:spacing w:before="240"/>
        <w:ind w:left="737"/>
      </w:pPr>
      <w:r w:rsidRPr="00F11CFB">
        <w:t xml:space="preserve">Cena Díla bez DPH vkládaná ve smyslu těchto Pokynů do čl. 3.3 závazného vzoru smlouvy, která představuje </w:t>
      </w:r>
      <w:r w:rsidR="00894F55" w:rsidRPr="00F11CFB">
        <w:t xml:space="preserve">součet Ceny za zpracování </w:t>
      </w:r>
      <w:r w:rsidR="00E97869">
        <w:t>Z</w:t>
      </w:r>
      <w:r w:rsidR="00E97869" w:rsidRPr="00AA4EEF">
        <w:t>áměru projektu</w:t>
      </w:r>
      <w:r w:rsidR="00E97869">
        <w:t xml:space="preserve"> s doprovodnou dokumentací </w:t>
      </w:r>
      <w:r w:rsidR="00894F55" w:rsidRPr="00F11CFB">
        <w:t xml:space="preserve">bez DPH a </w:t>
      </w:r>
      <w:r w:rsidRPr="00F11CFB">
        <w:t>Cen</w:t>
      </w:r>
      <w:r w:rsidR="00894F55" w:rsidRPr="00F11CFB">
        <w:t>y</w:t>
      </w:r>
      <w:r w:rsidRPr="00F11CFB">
        <w:t xml:space="preserve"> za zpracování </w:t>
      </w:r>
      <w:r w:rsidR="00381906" w:rsidRPr="00F11CFB">
        <w:t xml:space="preserve">DUSL </w:t>
      </w:r>
      <w:r w:rsidRPr="00F11CFB">
        <w:t>bez DPH</w:t>
      </w:r>
      <w:r w:rsidR="009D45CC">
        <w:t xml:space="preserve"> a C</w:t>
      </w:r>
      <w:r w:rsidR="009D45CC" w:rsidRPr="00C7508C">
        <w:t>en</w:t>
      </w:r>
      <w:r w:rsidR="009D45CC">
        <w:t>y</w:t>
      </w:r>
      <w:r w:rsidR="009D45CC" w:rsidRPr="00C7508C">
        <w:t xml:space="preserve"> za</w:t>
      </w:r>
      <w:r w:rsidR="009D45CC">
        <w:t xml:space="preserve"> výkon Dozoru projektanta </w:t>
      </w:r>
      <w:r w:rsidR="009D45CC" w:rsidRPr="009F085C">
        <w:t>bez D</w:t>
      </w:r>
      <w:r w:rsidR="009D45CC">
        <w:t>PH</w:t>
      </w:r>
      <w:r w:rsidRPr="00F11CFB">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rsidRPr="00F11CFB">
        <w:t>.</w:t>
      </w:r>
    </w:p>
    <w:p w14:paraId="4050428A" w14:textId="77777777" w:rsidR="0035531B" w:rsidRPr="00F11CFB" w:rsidRDefault="0035531B" w:rsidP="007038DC">
      <w:pPr>
        <w:pStyle w:val="Nadpis1-1"/>
      </w:pPr>
      <w:bookmarkStart w:id="16" w:name="_Toc159412603"/>
      <w:r w:rsidRPr="00F11CFB">
        <w:t>VARIANTY NABÍDKY</w:t>
      </w:r>
      <w:bookmarkEnd w:id="16"/>
    </w:p>
    <w:p w14:paraId="62158411" w14:textId="77777777" w:rsidR="0035531B" w:rsidRPr="00F11CFB" w:rsidRDefault="0035531B" w:rsidP="0035531B">
      <w:pPr>
        <w:pStyle w:val="Text1-1"/>
      </w:pPr>
      <w:r w:rsidRPr="00F11CFB">
        <w:t xml:space="preserve">Zadavatel nepřipouští předložení varianty nabídky. </w:t>
      </w:r>
    </w:p>
    <w:p w14:paraId="6E787B81" w14:textId="77777777" w:rsidR="0035531B" w:rsidRPr="00F11CFB" w:rsidRDefault="0035531B" w:rsidP="007038DC">
      <w:pPr>
        <w:pStyle w:val="Nadpis1-1"/>
      </w:pPr>
      <w:bookmarkStart w:id="17" w:name="_Toc159412604"/>
      <w:r w:rsidRPr="00F11CFB">
        <w:t>OTEVÍRÁNÍ NABÍDEK</w:t>
      </w:r>
      <w:bookmarkEnd w:id="17"/>
      <w:r w:rsidRPr="00F11CFB">
        <w:t xml:space="preserve"> </w:t>
      </w:r>
    </w:p>
    <w:p w14:paraId="1F270352" w14:textId="77777777" w:rsidR="0035531B" w:rsidRPr="00F11CFB" w:rsidRDefault="0035531B" w:rsidP="0035531B">
      <w:pPr>
        <w:pStyle w:val="Text1-1"/>
      </w:pPr>
      <w:r w:rsidRPr="00F11CFB">
        <w:t>Otevírání nabídek</w:t>
      </w:r>
      <w:r w:rsidR="00092CC9" w:rsidRPr="00F11CFB">
        <w:t xml:space="preserve"> v </w:t>
      </w:r>
      <w:r w:rsidRPr="00F11CFB">
        <w:t>elektronické podobě bude probíhat</w:t>
      </w:r>
      <w:r w:rsidR="00092CC9" w:rsidRPr="00F11CFB">
        <w:t xml:space="preserve"> v </w:t>
      </w:r>
      <w:r w:rsidRPr="00F11CFB">
        <w:t xml:space="preserve">souladu se ZZVZ bez účasti veřejnosti, resp. dodavatelů. </w:t>
      </w:r>
    </w:p>
    <w:p w14:paraId="36B71337" w14:textId="77777777" w:rsidR="0035531B" w:rsidRPr="00F11CFB" w:rsidRDefault="0035531B" w:rsidP="007038DC">
      <w:pPr>
        <w:pStyle w:val="Nadpis1-1"/>
      </w:pPr>
      <w:bookmarkStart w:id="18" w:name="_Toc159412605"/>
      <w:r w:rsidRPr="00F11CFB">
        <w:t>POSOUZENÍ SPLNĚNÍ PODMÍNEK ÚČASTI</w:t>
      </w:r>
      <w:bookmarkEnd w:id="18"/>
    </w:p>
    <w:p w14:paraId="28690830" w14:textId="545E16C4" w:rsidR="00F348C0" w:rsidRPr="00F11CFB" w:rsidRDefault="00F348C0" w:rsidP="00F348C0">
      <w:pPr>
        <w:pStyle w:val="Text1-1"/>
      </w:pPr>
      <w:r w:rsidRPr="00F11CFB">
        <w:t xml:space="preserve">Zadavatel je oprávněn ověřovat věrohodnost </w:t>
      </w:r>
      <w:r w:rsidR="0081521C" w:rsidRPr="00F11CFB">
        <w:t xml:space="preserve">účastníkem </w:t>
      </w:r>
      <w:r w:rsidRPr="00F11CFB">
        <w:t>poskytnutých údajů a dokladů a rovněž si je i sám opatřovat</w:t>
      </w:r>
      <w:r w:rsidR="0081521C" w:rsidRPr="00F11CFB">
        <w:t>, pokud nejde o údaje a doklady, které budou hodnoceny podle kritérií hodnocení</w:t>
      </w:r>
      <w:r w:rsidRPr="00F11CFB">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rsidRPr="00F11CFB">
        <w:t>, to však neplatí pro</w:t>
      </w:r>
      <w:r w:rsidR="0081521C" w:rsidRPr="00F11CFB">
        <w:rPr>
          <w:b/>
        </w:rPr>
        <w:t xml:space="preserve"> </w:t>
      </w:r>
      <w:r w:rsidR="0081521C" w:rsidRPr="00F11CFB">
        <w:t>posouzení skutečností rozhodných pro složení jistoty za nabídku</w:t>
      </w:r>
      <w:r w:rsidRPr="00F11CFB">
        <w:t>.</w:t>
      </w:r>
    </w:p>
    <w:p w14:paraId="606BDFCB" w14:textId="77777777" w:rsidR="00F348C0" w:rsidRPr="00F11CFB" w:rsidRDefault="00F348C0" w:rsidP="00F348C0">
      <w:pPr>
        <w:pStyle w:val="Text1-1"/>
      </w:pPr>
      <w:r w:rsidRPr="00F11CFB">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w:t>
      </w:r>
      <w:r w:rsidRPr="00F11CFB">
        <w:lastRenderedPageBreak/>
        <w:t xml:space="preserve">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Pr="00F11CFB" w:rsidRDefault="00F348C0" w:rsidP="00F348C0">
      <w:pPr>
        <w:pStyle w:val="Text1-1"/>
      </w:pPr>
      <w:r w:rsidRPr="00F11CFB">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rsidRPr="00F11CFB">
        <w:t>.</w:t>
      </w:r>
    </w:p>
    <w:p w14:paraId="22A76F0D" w14:textId="77777777" w:rsidR="0035531B" w:rsidRPr="00F11CFB" w:rsidRDefault="0035531B" w:rsidP="007038DC">
      <w:pPr>
        <w:pStyle w:val="Nadpis1-1"/>
      </w:pPr>
      <w:bookmarkStart w:id="19" w:name="_Toc159412606"/>
      <w:r w:rsidRPr="00F11CFB">
        <w:t>HODNOCENÍ NABÍDEK</w:t>
      </w:r>
      <w:bookmarkEnd w:id="19"/>
    </w:p>
    <w:p w14:paraId="0C5BFF45" w14:textId="77777777" w:rsidR="00804D39" w:rsidRPr="00F11CFB" w:rsidRDefault="00804D39" w:rsidP="00804D39">
      <w:pPr>
        <w:pStyle w:val="Text1-1"/>
        <w:spacing w:after="0"/>
      </w:pPr>
      <w:r w:rsidRPr="00F11CFB">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Pr="00F11CFB"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F11CFB" w:rsidRDefault="00804D39" w:rsidP="00631EAA">
            <w:pPr>
              <w:pStyle w:val="Textbezslovn"/>
              <w:ind w:left="0"/>
              <w:jc w:val="left"/>
              <w:rPr>
                <w:b/>
                <w:sz w:val="16"/>
                <w:szCs w:val="16"/>
              </w:rPr>
            </w:pPr>
            <w:r w:rsidRPr="00F11CFB">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537689"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11CFB">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20B996A9"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w:t>
      </w:r>
      <w:r w:rsidRPr="003859AE">
        <w:t xml:space="preserve">DPH, která představuje </w:t>
      </w:r>
      <w:r w:rsidR="00894F55" w:rsidRPr="003859AE">
        <w:t xml:space="preserve">součet Ceny za zpracování </w:t>
      </w:r>
      <w:r w:rsidR="00B93DEB" w:rsidRPr="003859AE">
        <w:t>Z</w:t>
      </w:r>
      <w:r w:rsidR="00894F55" w:rsidRPr="003859AE">
        <w:t xml:space="preserve">áměru projektu </w:t>
      </w:r>
      <w:r w:rsidR="009D45CC">
        <w:t>s doprovodnou dokumentací</w:t>
      </w:r>
      <w:r w:rsidR="009D45CC" w:rsidRPr="00894F55">
        <w:t xml:space="preserve"> </w:t>
      </w:r>
      <w:r w:rsidR="00894F55" w:rsidRPr="003859AE">
        <w:t xml:space="preserve">bez DPH a </w:t>
      </w:r>
      <w:r w:rsidRPr="003859AE">
        <w:t>Cen</w:t>
      </w:r>
      <w:r w:rsidR="00894F55" w:rsidRPr="003859AE">
        <w:t>y</w:t>
      </w:r>
      <w:r w:rsidRPr="003859AE">
        <w:t xml:space="preserve"> za zpracování </w:t>
      </w:r>
      <w:r w:rsidR="00381906" w:rsidRPr="003859AE">
        <w:t xml:space="preserve">DUSL </w:t>
      </w:r>
      <w:r w:rsidRPr="003859AE">
        <w:t>bez</w:t>
      </w:r>
      <w:r>
        <w:t xml:space="preserve"> DPH</w:t>
      </w:r>
      <w:r w:rsidR="009D45CC">
        <w:t xml:space="preserve"> a C</w:t>
      </w:r>
      <w:r w:rsidR="009D45CC" w:rsidRPr="00C7508C">
        <w:t>en</w:t>
      </w:r>
      <w:r w:rsidR="009D45CC">
        <w:t>y</w:t>
      </w:r>
      <w:r w:rsidR="009D45CC" w:rsidRPr="00C7508C">
        <w:t xml:space="preserve"> za</w:t>
      </w:r>
      <w:r w:rsidR="009D45CC">
        <w:t xml:space="preserve"> výkon Dozoru projektanta </w:t>
      </w:r>
      <w:r w:rsidR="009D45CC" w:rsidRPr="009F085C">
        <w:t>bez D</w:t>
      </w:r>
      <w:r w:rsidR="009D45CC">
        <w:t>PH</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w:t>
      </w:r>
      <w:r w:rsidR="000B17EE" w:rsidRPr="001A3F53">
        <w:lastRenderedPageBreak/>
        <w:t>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8BC6F89" w:rsidR="00B77110" w:rsidRPr="00B77110" w:rsidRDefault="009B733B" w:rsidP="009B733B">
            <w:pPr>
              <w:rPr>
                <w:rFonts w:cs="Arial"/>
                <w:bCs/>
              </w:rPr>
            </w:pPr>
            <w:r>
              <w:rPr>
                <w:rFonts w:cs="Arial"/>
                <w:bCs/>
              </w:rPr>
              <w:t>hlavní projektant</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6F8E3C36" w:rsidR="00B77110" w:rsidRPr="00B77110" w:rsidRDefault="00C313BF" w:rsidP="00664669">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ve funkci vedoucího týmu </w:t>
            </w:r>
            <w:r w:rsidR="00ED34EC" w:rsidRPr="00ED34EC">
              <w:t>nebo zástupce vedoucího týmu</w:t>
            </w:r>
            <w:r w:rsidR="00ED34EC" w:rsidRPr="00ED34E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7A7EF0">
              <w:rPr>
                <w:rFonts w:cs="Arial"/>
                <w:b/>
              </w:rPr>
              <w:t xml:space="preserve">18 </w:t>
            </w:r>
            <w:r w:rsidR="004B748F">
              <w:rPr>
                <w:rFonts w:cs="Arial"/>
                <w:b/>
              </w:rPr>
              <w:t>mil.</w:t>
            </w:r>
            <w:r w:rsidR="004B748F" w:rsidRPr="00B77110">
              <w:rPr>
                <w:rFonts w:cs="Arial"/>
                <w:b/>
                <w:bCs/>
              </w:rPr>
              <w:t xml:space="preserve"> </w:t>
            </w:r>
            <w:r w:rsidR="004B748F" w:rsidRPr="009F085C">
              <w:rPr>
                <w:rFonts w:cs="Arial"/>
                <w:b/>
              </w:rPr>
              <w:t>Kč</w:t>
            </w:r>
            <w:r w:rsidR="004B748F"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7375FFF8" w:rsidR="00B77110" w:rsidRPr="00B77110" w:rsidRDefault="00A373A7" w:rsidP="00A373A7">
            <w:pPr>
              <w:rPr>
                <w:rFonts w:cs="Arial"/>
                <w:bCs/>
              </w:rPr>
            </w:pPr>
            <w:r>
              <w:rPr>
                <w:rFonts w:cs="Arial"/>
                <w:bCs/>
              </w:rPr>
              <w:t>6</w:t>
            </w:r>
          </w:p>
        </w:tc>
      </w:tr>
      <w:tr w:rsidR="00B77110" w:rsidRPr="00465F4C" w14:paraId="2B99BD66"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955330C" w14:textId="77777777" w:rsidR="00B77110" w:rsidRPr="005E4771" w:rsidRDefault="00B77110" w:rsidP="00631EAA">
            <w:pPr>
              <w:rPr>
                <w:rFonts w:cs="Arial"/>
                <w:bCs/>
              </w:rPr>
            </w:pPr>
            <w:r w:rsidRPr="005E4771">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4940CC0" w14:textId="4BDD09B2" w:rsidR="00B77110" w:rsidRPr="00B77110" w:rsidRDefault="00C313BF" w:rsidP="00664669">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(železniční svršek a spodek) ve funkci </w:t>
            </w:r>
            <w:r w:rsidRPr="00B77110">
              <w:rPr>
                <w:rFonts w:cs="Arial"/>
                <w:bCs/>
              </w:rPr>
              <w:t xml:space="preserve">specialisty </w:t>
            </w:r>
            <w:r>
              <w:rPr>
                <w:rFonts w:cs="Arial"/>
                <w:bCs/>
              </w:rPr>
              <w:t>nebo odpovědného projektanta v</w:t>
            </w:r>
            <w:r w:rsidR="004B748F">
              <w:rPr>
                <w:rFonts w:cs="Arial"/>
                <w:bCs/>
              </w:rPr>
              <w:t xml:space="preserve"> </w:t>
            </w:r>
            <w:r>
              <w:rPr>
                <w:rFonts w:cs="Arial"/>
                <w:bCs/>
              </w:rPr>
              <w:t>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7A7EF0">
              <w:rPr>
                <w:rFonts w:cs="Arial"/>
                <w:b/>
              </w:rPr>
              <w:t xml:space="preserve">18 </w:t>
            </w:r>
            <w:r w:rsidR="004B748F">
              <w:rPr>
                <w:rFonts w:cs="Arial"/>
                <w:b/>
              </w:rPr>
              <w:t>mil.</w:t>
            </w:r>
            <w:r w:rsidR="004B748F" w:rsidRPr="00B77110">
              <w:rPr>
                <w:rFonts w:cs="Arial"/>
                <w:b/>
                <w:bCs/>
              </w:rPr>
              <w:t xml:space="preserve"> </w:t>
            </w:r>
            <w:r w:rsidR="004B748F" w:rsidRPr="009F085C">
              <w:rPr>
                <w:rFonts w:cs="Arial"/>
                <w:b/>
              </w:rPr>
              <w:t>Kč</w:t>
            </w:r>
            <w:r w:rsidR="004B748F"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A2732" w14:textId="7EE760F6"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A2DBE" w14:textId="2339538F" w:rsidR="00B77110" w:rsidRPr="00B77110" w:rsidRDefault="00B77110" w:rsidP="00A373A7">
            <w:pPr>
              <w:rPr>
                <w:rFonts w:cs="Arial"/>
                <w:bCs/>
              </w:rPr>
            </w:pPr>
            <w:r w:rsidRPr="00B77110">
              <w:rPr>
                <w:rFonts w:cs="Arial"/>
                <w:bCs/>
              </w:rPr>
              <w:t xml:space="preserve"> </w:t>
            </w:r>
            <w:r w:rsidR="00A373A7">
              <w:rPr>
                <w:rFonts w:cs="Arial"/>
                <w:bCs/>
              </w:rPr>
              <w:t>3</w:t>
            </w:r>
          </w:p>
        </w:tc>
      </w:tr>
      <w:tr w:rsidR="00B77110" w:rsidRPr="00465F4C" w14:paraId="160198D8" w14:textId="77777777" w:rsidTr="00B77110">
        <w:trPr>
          <w:trHeight w:val="565"/>
        </w:trPr>
        <w:tc>
          <w:tcPr>
            <w:tcW w:w="1843" w:type="dxa"/>
            <w:tcBorders>
              <w:top w:val="single" w:sz="4" w:space="0" w:color="auto"/>
              <w:left w:val="single" w:sz="4" w:space="0" w:color="auto"/>
              <w:right w:val="single" w:sz="4" w:space="0" w:color="auto"/>
            </w:tcBorders>
          </w:tcPr>
          <w:p w14:paraId="225A9450" w14:textId="77777777" w:rsidR="00B77110" w:rsidRPr="005E4771" w:rsidRDefault="00B77110" w:rsidP="00631EAA">
            <w:pPr>
              <w:rPr>
                <w:rFonts w:cs="Arial"/>
                <w:bCs/>
              </w:rPr>
            </w:pPr>
            <w:r w:rsidRPr="005E4771">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07F888B3" w14:textId="518698CE" w:rsidR="00B77110" w:rsidRPr="00B77110" w:rsidRDefault="00C313B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w:t>
            </w:r>
            <w:r>
              <w:rPr>
                <w:rFonts w:cs="Arial"/>
                <w:bCs/>
              </w:rPr>
              <w:lastRenderedPageBreak/>
              <w:t xml:space="preserve">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7A7EF0">
              <w:rPr>
                <w:rFonts w:cs="Arial"/>
                <w:b/>
              </w:rPr>
              <w:t xml:space="preserve">18 </w:t>
            </w:r>
            <w:r w:rsidR="005B40BD">
              <w:rPr>
                <w:rFonts w:cs="Arial"/>
                <w:b/>
              </w:rPr>
              <w:t>mil.</w:t>
            </w:r>
            <w:r w:rsidR="005B40BD" w:rsidRPr="00B77110">
              <w:rPr>
                <w:rFonts w:cs="Arial"/>
                <w:b/>
                <w:bCs/>
              </w:rPr>
              <w:t xml:space="preserve"> </w:t>
            </w:r>
            <w:r w:rsidR="005B40BD" w:rsidRPr="009F085C">
              <w:rPr>
                <w:rFonts w:cs="Arial"/>
                <w:b/>
              </w:rPr>
              <w:t>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64A0E104" w14:textId="5FA3AC2A" w:rsidR="00B77110" w:rsidRPr="00B77110" w:rsidRDefault="00C313BF" w:rsidP="00631EAA">
            <w:pPr>
              <w:rPr>
                <w:rFonts w:cs="Arial"/>
                <w:bCs/>
              </w:rPr>
            </w:pPr>
            <w:r w:rsidRPr="00B77110">
              <w:rPr>
                <w:rFonts w:cs="Arial"/>
                <w:bCs/>
              </w:rPr>
              <w:lastRenderedPageBreak/>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AE533D1" w14:textId="67A11812" w:rsidR="00B77110" w:rsidRPr="00B77110" w:rsidDel="00DA194B" w:rsidRDefault="00A373A7" w:rsidP="00631EAA">
            <w:pPr>
              <w:rPr>
                <w:rFonts w:cs="Arial"/>
                <w:bCs/>
              </w:rPr>
            </w:pPr>
            <w:r>
              <w:rPr>
                <w:rFonts w:cs="Arial"/>
                <w:bCs/>
              </w:rPr>
              <w:t>3</w:t>
            </w:r>
          </w:p>
        </w:tc>
      </w:tr>
      <w:tr w:rsidR="00B77110" w:rsidRPr="00465F4C" w14:paraId="44FF689B" w14:textId="77777777" w:rsidTr="00B77110">
        <w:trPr>
          <w:trHeight w:val="1210"/>
        </w:trPr>
        <w:tc>
          <w:tcPr>
            <w:tcW w:w="1843" w:type="dxa"/>
            <w:tcBorders>
              <w:top w:val="single" w:sz="4" w:space="0" w:color="auto"/>
              <w:left w:val="single" w:sz="4" w:space="0" w:color="auto"/>
              <w:right w:val="single" w:sz="4" w:space="0" w:color="auto"/>
            </w:tcBorders>
          </w:tcPr>
          <w:p w14:paraId="690507F1" w14:textId="77777777" w:rsidR="00B77110" w:rsidRPr="005E4771" w:rsidRDefault="00B77110" w:rsidP="00631EAA">
            <w:pPr>
              <w:rPr>
                <w:rFonts w:cs="Arial"/>
                <w:bCs/>
              </w:rPr>
            </w:pPr>
            <w:r w:rsidRPr="005E4771">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10E9C18" w14:textId="7B83DCE4" w:rsidR="00B77110" w:rsidRPr="00B77110" w:rsidRDefault="00C313B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(sdělovací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7A7EF0">
              <w:rPr>
                <w:rFonts w:cs="Arial"/>
                <w:b/>
              </w:rPr>
              <w:t xml:space="preserve">18 </w:t>
            </w:r>
            <w:r w:rsidR="005B40BD">
              <w:rPr>
                <w:rFonts w:cs="Arial"/>
                <w:b/>
              </w:rPr>
              <w:t>mil.</w:t>
            </w:r>
            <w:r w:rsidR="005B40BD" w:rsidRPr="00B77110">
              <w:rPr>
                <w:rFonts w:cs="Arial"/>
                <w:b/>
                <w:bCs/>
              </w:rPr>
              <w:t xml:space="preserve"> </w:t>
            </w:r>
            <w:r w:rsidR="005B40BD" w:rsidRPr="009F085C">
              <w:rPr>
                <w:rFonts w:cs="Arial"/>
                <w:b/>
              </w:rPr>
              <w:t>Kč</w:t>
            </w:r>
            <w:r w:rsidR="005B40BD"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903C1DD" w14:textId="77777777" w:rsidR="00C313BF" w:rsidRDefault="00C313BF" w:rsidP="00631EAA">
            <w:pPr>
              <w:rPr>
                <w:rFonts w:cs="Arial"/>
                <w:bCs/>
              </w:rPr>
            </w:pPr>
          </w:p>
          <w:p w14:paraId="63829C31" w14:textId="77777777" w:rsidR="00C313BF" w:rsidRDefault="00C313BF" w:rsidP="00631EAA">
            <w:pPr>
              <w:rPr>
                <w:rFonts w:cs="Arial"/>
                <w:bCs/>
              </w:rPr>
            </w:pPr>
          </w:p>
          <w:p w14:paraId="2886FBA5" w14:textId="768B9290" w:rsidR="00B77110" w:rsidRPr="00B77110" w:rsidRDefault="00C313B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5D70A1E3" w14:textId="3BCB4665" w:rsidR="00B77110" w:rsidRPr="00B77110" w:rsidRDefault="00A373A7" w:rsidP="00631EAA">
            <w:pPr>
              <w:rPr>
                <w:rFonts w:cs="Arial"/>
                <w:bCs/>
              </w:rPr>
            </w:pPr>
            <w:r>
              <w:rPr>
                <w:rFonts w:cs="Arial"/>
                <w:bCs/>
              </w:rPr>
              <w:t>3</w:t>
            </w:r>
          </w:p>
        </w:tc>
      </w:tr>
      <w:tr w:rsidR="00B77110" w:rsidRPr="00465F4C" w14:paraId="6F34470B" w14:textId="77777777" w:rsidTr="00B77110">
        <w:trPr>
          <w:trHeight w:val="1210"/>
        </w:trPr>
        <w:tc>
          <w:tcPr>
            <w:tcW w:w="1843" w:type="dxa"/>
            <w:tcBorders>
              <w:top w:val="single" w:sz="4" w:space="0" w:color="auto"/>
              <w:left w:val="single" w:sz="4" w:space="0" w:color="auto"/>
              <w:right w:val="single" w:sz="4" w:space="0" w:color="auto"/>
            </w:tcBorders>
          </w:tcPr>
          <w:p w14:paraId="758EAFE1" w14:textId="77777777" w:rsidR="00B77110" w:rsidRPr="005E4771" w:rsidRDefault="00B77110" w:rsidP="00631EAA">
            <w:pPr>
              <w:rPr>
                <w:rFonts w:cs="Arial"/>
                <w:bCs/>
              </w:rPr>
            </w:pPr>
            <w:r w:rsidRPr="005E4771">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DFE4278" w14:textId="0A9F7AB9" w:rsidR="00B77110" w:rsidRPr="00B77110" w:rsidRDefault="00E44DD4"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(trakční vedení)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7A7EF0">
              <w:rPr>
                <w:rFonts w:cs="Arial"/>
                <w:b/>
              </w:rPr>
              <w:t xml:space="preserve">18 </w:t>
            </w:r>
            <w:r w:rsidR="005B40BD">
              <w:rPr>
                <w:rFonts w:cs="Arial"/>
                <w:b/>
              </w:rPr>
              <w:t>mil.</w:t>
            </w:r>
            <w:r w:rsidR="005B40BD" w:rsidRPr="00B77110">
              <w:rPr>
                <w:rFonts w:cs="Arial"/>
                <w:b/>
                <w:bCs/>
              </w:rPr>
              <w:t xml:space="preserve"> </w:t>
            </w:r>
            <w:r w:rsidR="005B40BD" w:rsidRPr="009F085C">
              <w:rPr>
                <w:rFonts w:cs="Arial"/>
                <w:b/>
              </w:rPr>
              <w:t>Kč</w:t>
            </w:r>
            <w:r w:rsidR="005B40BD"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744B5DF" w14:textId="77777777" w:rsidR="00E44DD4" w:rsidRDefault="00E44DD4" w:rsidP="00631EAA">
            <w:pPr>
              <w:rPr>
                <w:rFonts w:cs="Arial"/>
                <w:bCs/>
              </w:rPr>
            </w:pPr>
          </w:p>
          <w:p w14:paraId="4C0B5A98" w14:textId="77777777" w:rsidR="00E44DD4" w:rsidRDefault="00E44DD4" w:rsidP="00631EAA">
            <w:pPr>
              <w:rPr>
                <w:rFonts w:cs="Arial"/>
                <w:bCs/>
              </w:rPr>
            </w:pPr>
          </w:p>
          <w:p w14:paraId="1E48FFFD" w14:textId="2825C535" w:rsidR="00B77110" w:rsidRPr="00B77110" w:rsidRDefault="00E44DD4"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1915344" w14:textId="4A52B2CE" w:rsidR="00B77110" w:rsidRPr="00B77110" w:rsidRDefault="00A373A7" w:rsidP="00631EAA">
            <w:pPr>
              <w:rPr>
                <w:rFonts w:cs="Arial"/>
                <w:bCs/>
              </w:rPr>
            </w:pPr>
            <w:r>
              <w:rPr>
                <w:rFonts w:cs="Arial"/>
                <w:bCs/>
              </w:rPr>
              <w:t>3</w:t>
            </w:r>
          </w:p>
        </w:tc>
      </w:tr>
      <w:tr w:rsidR="00390E38" w:rsidRPr="00465F4C" w14:paraId="5090A608" w14:textId="77777777" w:rsidTr="00E44DD4">
        <w:trPr>
          <w:trHeight w:val="1210"/>
        </w:trPr>
        <w:tc>
          <w:tcPr>
            <w:tcW w:w="1843" w:type="dxa"/>
            <w:tcBorders>
              <w:top w:val="single" w:sz="4" w:space="0" w:color="auto"/>
              <w:left w:val="single" w:sz="4" w:space="0" w:color="auto"/>
              <w:bottom w:val="single" w:sz="4" w:space="0" w:color="auto"/>
              <w:right w:val="single" w:sz="4" w:space="0" w:color="auto"/>
            </w:tcBorders>
          </w:tcPr>
          <w:p w14:paraId="2FC724E3" w14:textId="77777777" w:rsidR="00390E38" w:rsidRPr="00B77110" w:rsidRDefault="00390E38" w:rsidP="00631EAA">
            <w:pPr>
              <w:rPr>
                <w:rFonts w:cs="Arial"/>
                <w:bCs/>
              </w:rPr>
            </w:pPr>
            <w:r w:rsidRPr="000D25DB">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5DEE0C6" w14:textId="7DADA55A" w:rsidR="00390E38" w:rsidRPr="00B77110" w:rsidRDefault="00E44DD4" w:rsidP="00C95863">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FF7CD3">
              <w:rPr>
                <w:rFonts w:cs="Arial"/>
                <w:bCs/>
              </w:rPr>
              <w:t xml:space="preserve">pro vydání </w:t>
            </w:r>
            <w:r w:rsidR="00381906">
              <w:rPr>
                <w:rFonts w:cs="Arial"/>
                <w:bCs/>
              </w:rPr>
              <w:t xml:space="preserve">stavebního povolení </w:t>
            </w:r>
            <w:r w:rsidRPr="00FF7CD3">
              <w:rPr>
                <w:rFonts w:cs="Arial"/>
                <w:bCs/>
              </w:rPr>
              <w:t xml:space="preserve">nebo společného povolení </w:t>
            </w:r>
            <w:r w:rsidR="00381906">
              <w:t xml:space="preserve">nebo povolení </w:t>
            </w:r>
            <w:r w:rsidR="00CA2357">
              <w:t xml:space="preserve">záměru (povolení </w:t>
            </w:r>
            <w:r w:rsidR="00381906">
              <w:t>stavby</w:t>
            </w:r>
            <w:r w:rsidR="00CA2357">
              <w:t>)</w:t>
            </w:r>
            <w:r w:rsidR="00381906">
              <w:t>,</w:t>
            </w:r>
            <w:r w:rsidR="00381906" w:rsidRPr="00FF7CD3">
              <w:rPr>
                <w:rFonts w:cs="Arial"/>
                <w:bCs/>
              </w:rPr>
              <w:t xml:space="preserve"> </w:t>
            </w:r>
            <w:r w:rsidRPr="00FF7CD3">
              <w:rPr>
                <w:rFonts w:cs="Arial"/>
                <w:bCs/>
              </w:rPr>
              <w:t xml:space="preserve">včetně majetkoprávní přípravy staveb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ve vý</w:t>
            </w:r>
            <w:r w:rsidR="007A5918">
              <w:rPr>
                <w:rFonts w:cs="Arial"/>
                <w:bCs/>
              </w:rPr>
              <w:t>š</w:t>
            </w:r>
            <w:r>
              <w:rPr>
                <w:rFonts w:cs="Arial"/>
                <w:bCs/>
              </w:rPr>
              <w:t xml:space="preserve">i </w:t>
            </w:r>
            <w:r w:rsidRPr="00B77110">
              <w:rPr>
                <w:rFonts w:cs="Arial"/>
                <w:bCs/>
              </w:rPr>
              <w:t xml:space="preserve">nejméně </w:t>
            </w:r>
            <w:r w:rsidR="007A7EF0">
              <w:rPr>
                <w:rFonts w:cs="Arial"/>
                <w:b/>
              </w:rPr>
              <w:t xml:space="preserve">18 </w:t>
            </w:r>
            <w:r w:rsidR="002A34B8">
              <w:rPr>
                <w:rFonts w:cs="Arial"/>
                <w:b/>
              </w:rPr>
              <w:t>mil.</w:t>
            </w:r>
            <w:r w:rsidR="002A34B8" w:rsidRPr="00B77110">
              <w:rPr>
                <w:rFonts w:cs="Arial"/>
                <w:b/>
                <w:bCs/>
              </w:rPr>
              <w:t xml:space="preserve"> </w:t>
            </w:r>
            <w:r w:rsidR="002A34B8" w:rsidRPr="009F085C">
              <w:rPr>
                <w:rFonts w:cs="Arial"/>
                <w:b/>
              </w:rPr>
              <w:t>Kč</w:t>
            </w:r>
            <w:r w:rsidR="002A34B8" w:rsidRPr="00B77110">
              <w:rPr>
                <w:rFonts w:cs="Arial"/>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47AD17F" w14:textId="77777777" w:rsidR="00E44DD4" w:rsidRDefault="00E44DD4" w:rsidP="00631EAA">
            <w:pPr>
              <w:rPr>
                <w:rFonts w:cs="Arial"/>
                <w:bCs/>
              </w:rPr>
            </w:pPr>
          </w:p>
          <w:p w14:paraId="0E807608" w14:textId="77777777" w:rsidR="00E44DD4" w:rsidRDefault="00E44DD4" w:rsidP="00631EAA">
            <w:pPr>
              <w:rPr>
                <w:rFonts w:cs="Arial"/>
                <w:bCs/>
              </w:rPr>
            </w:pPr>
          </w:p>
          <w:p w14:paraId="5261CA45" w14:textId="214C7DBD" w:rsidR="00390E38" w:rsidRPr="00B77110" w:rsidRDefault="00E44DD4"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B5D97AC" w14:textId="78E69461" w:rsidR="00390E38" w:rsidRPr="00B77110" w:rsidRDefault="00A373A7" w:rsidP="00631EAA">
            <w:pPr>
              <w:rPr>
                <w:rFonts w:cs="Arial"/>
                <w:bCs/>
              </w:rPr>
            </w:pPr>
            <w:r>
              <w:rPr>
                <w:rFonts w:cs="Arial"/>
                <w:bCs/>
              </w:rPr>
              <w:t>3</w:t>
            </w:r>
          </w:p>
        </w:tc>
      </w:tr>
    </w:tbl>
    <w:p w14:paraId="781EA5AC" w14:textId="77777777" w:rsidR="00B77110" w:rsidRDefault="00B77110" w:rsidP="00B77110">
      <w:pPr>
        <w:pStyle w:val="Odstavecseseznamem"/>
        <w:ind w:left="1418"/>
        <w:jc w:val="both"/>
        <w:rPr>
          <w:rFonts w:ascii="Calibri" w:hAnsi="Calibri" w:cs="Calibri"/>
          <w:sz w:val="20"/>
          <w:szCs w:val="20"/>
        </w:rPr>
      </w:pPr>
    </w:p>
    <w:p w14:paraId="57413269" w14:textId="7777777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1745F15A" w:rsidR="00B77110" w:rsidRDefault="00B77110" w:rsidP="00B77110">
      <w:pPr>
        <w:pStyle w:val="Text1-1"/>
        <w:numPr>
          <w:ilvl w:val="0"/>
          <w:numId w:val="0"/>
        </w:numPr>
        <w:ind w:left="737"/>
      </w:pPr>
      <w:r>
        <w:t>Dodavatel může u každé funkce člena odborného personálu dodavatele</w:t>
      </w:r>
      <w:r w:rsidR="006F639C">
        <w:t>,</w:t>
      </w:r>
      <w:r>
        <w:t xml:space="preserve"> určit pouze jednu osobu, kterou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xml:space="preserve">. Pokud by však dodavatel u </w:t>
      </w:r>
      <w:r>
        <w:lastRenderedPageBreak/>
        <w:t>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2879EBC3"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(HIP)</w:t>
      </w:r>
      <w:r w:rsidR="006F639C">
        <w:rPr>
          <w:rFonts w:cs="Arial"/>
          <w:bCs/>
        </w:rPr>
        <w:t xml:space="preserve">,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4DF4956F"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w:t>
      </w:r>
      <w:r w:rsidR="001C040C">
        <w:lastRenderedPageBreak/>
        <w:t xml:space="preserve">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ceny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1C71E7FE"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DUR nebo DSP nebo DSP+PDPS nebo DUSP</w:t>
      </w:r>
      <w:r w:rsidR="007250A8">
        <w:t>/DUSL</w:t>
      </w:r>
      <w:r>
        <w:t xml:space="preserve"> nebo DUSP</w:t>
      </w:r>
      <w:r w:rsidR="007250A8">
        <w:t>/DUSL</w:t>
      </w:r>
      <w:r>
        <w:t xml:space="preserve">+PDPS </w:t>
      </w:r>
      <w:r w:rsidR="00C95863">
        <w:t xml:space="preserve">nebo DUR+DSP nebo DUR+DSP+PDPS </w:t>
      </w:r>
      <w:r>
        <w:t>považuje za dokončenou definitivním předáním DUR nebo 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w:t>
      </w:r>
      <w:r>
        <w:lastRenderedPageBreak/>
        <w:t>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113207EF"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0" w:name="_Toc159412607"/>
      <w:r>
        <w:t>ZRUŠENÍ ZADÁVACÍHO ŘÍZENÍ</w:t>
      </w:r>
      <w:bookmarkEnd w:id="20"/>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1" w:name="_Toc159412608"/>
      <w:r>
        <w:lastRenderedPageBreak/>
        <w:t>UZAVŘENÍ SMLOUVY</w:t>
      </w:r>
      <w:bookmarkEnd w:id="21"/>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46F0694B"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4C341E7B" w:rsidR="00572F04" w:rsidRDefault="00572F04" w:rsidP="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 xml:space="preserve">písemných závazků poddodavatelů uvedených v Příloze č. 8 Smlouvy </w:t>
      </w:r>
      <w:r>
        <w:lastRenderedPageBreak/>
        <w:t>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1A5C0AEF" w:rsidR="00572F04" w:rsidRDefault="00572F04" w:rsidP="00572F04">
      <w:pPr>
        <w:pStyle w:val="Odrka1-1"/>
      </w:pPr>
      <w:r>
        <w:t xml:space="preserve">kopie </w:t>
      </w:r>
      <w:r w:rsidR="00A373A7">
        <w:t xml:space="preserve">dokladu </w:t>
      </w:r>
      <w:r w:rsidR="00A373A7" w:rsidRPr="00B118B5">
        <w:t>o úspěšném složení zkoušky z odborné způsobilosti k výkonu činností v</w:t>
      </w:r>
      <w:r w:rsidR="00A373A7">
        <w:t> </w:t>
      </w:r>
      <w:r w:rsidR="00A373A7" w:rsidRPr="00B118B5">
        <w:t>elektrotechnice</w:t>
      </w:r>
      <w:r w:rsidR="00A373A7">
        <w:t xml:space="preserve"> pro osobu znalou pro řízení činnosti dle § 19 odst. 2 zák. 250/2021 Sb., </w:t>
      </w:r>
      <w:r w:rsidR="00A373A7" w:rsidRPr="008979C9">
        <w:t>o bezpečnosti práce v souvislosti s provozem vyhrazených technických zařízení a o změně souvisejících zákonů</w:t>
      </w:r>
      <w:r w:rsidR="00A373A7">
        <w:t xml:space="preserve">, </w:t>
      </w:r>
      <w:r w:rsidR="001D3805">
        <w:t xml:space="preserve">resp. pro vedoucího elektrotechnika dle § 7 nařízení vlády </w:t>
      </w:r>
      <w:r w:rsidR="001D3805" w:rsidRPr="00705E91">
        <w:t>č. 194/2022 Sb., o požadavcích na odbornou způsobilost k výkonu činnosti na elektrických zařízeních a na odbornou způsobilost v elektrotechnice</w:t>
      </w:r>
      <w:r w:rsidR="001D3805">
        <w:t xml:space="preserve">, </w:t>
      </w:r>
      <w:r w:rsidR="00A373A7">
        <w:t xml:space="preserve">nebo </w:t>
      </w:r>
      <w:r>
        <w:t xml:space="preserve">dokladu o elektrotechnické kvalifikaci při činnostech na </w:t>
      </w:r>
      <w:r w:rsidR="001D3805">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7407E1D9" w14:textId="4B3286EE" w:rsidR="0035531B" w:rsidRDefault="00572F04" w:rsidP="00572F04">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 xml:space="preserve">pokud nepředložil údaje nebo doklady vyžádané zadavatelem dle </w:t>
      </w:r>
      <w:r>
        <w:lastRenderedPageBreak/>
        <w:t>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54FB0262" w:rsidR="00A020CC" w:rsidRDefault="00A020CC"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7C03B3">
        <w:t>čl. 8.9 těchto</w:t>
      </w:r>
      <w:r>
        <w:t xml:space="preserve"> Pokynů ve vztahu k této jiné osobě.</w:t>
      </w:r>
    </w:p>
    <w:p w14:paraId="6479CE3D" w14:textId="77777777" w:rsidR="0035531B" w:rsidRDefault="0035531B" w:rsidP="00B77C6D">
      <w:pPr>
        <w:pStyle w:val="Nadpis1-1"/>
      </w:pPr>
      <w:bookmarkStart w:id="22" w:name="_Toc159412609"/>
      <w:r>
        <w:t>OCHRANA INFORMACÍ</w:t>
      </w:r>
      <w:bookmarkEnd w:id="22"/>
    </w:p>
    <w:p w14:paraId="2FE9D86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3" w:name="_Toc159412610"/>
      <w:r>
        <w:lastRenderedPageBreak/>
        <w:t>ZADÁVACÍ LHŮTA</w:t>
      </w:r>
      <w:r w:rsidR="00845C50">
        <w:t xml:space="preserve"> </w:t>
      </w:r>
      <w:r w:rsidR="00092CC9">
        <w:t>A</w:t>
      </w:r>
      <w:r w:rsidR="00845C50">
        <w:t> </w:t>
      </w:r>
      <w:r>
        <w:t>JISTOTA ZA NABÍDKU</w:t>
      </w:r>
      <w:bookmarkEnd w:id="23"/>
    </w:p>
    <w:p w14:paraId="59980578" w14:textId="21485346" w:rsidR="0035531B" w:rsidRDefault="008F3265"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16A4A3" w14:textId="135F55E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466D5">
        <w:br/>
      </w:r>
      <w:r w:rsidR="00710C0B">
        <w:rPr>
          <w:b/>
          <w:bCs/>
        </w:rPr>
        <w:t>900 </w:t>
      </w:r>
      <w:r w:rsidR="009F3966">
        <w:rPr>
          <w:b/>
          <w:bCs/>
        </w:rPr>
        <w:t>000,-</w:t>
      </w:r>
      <w:r w:rsidR="009F3966">
        <w:t xml:space="preserve"> </w:t>
      </w:r>
      <w:r w:rsidR="009F3966" w:rsidRPr="00B035B6">
        <w:rPr>
          <w:b/>
        </w:rPr>
        <w:t xml:space="preserve">Kč </w:t>
      </w:r>
      <w:r w:rsidR="009F3966">
        <w:t xml:space="preserve">(slovy: </w:t>
      </w:r>
      <w:r w:rsidR="00D466D5">
        <w:t>devět</w:t>
      </w:r>
      <w:r w:rsidR="00AA2A0B">
        <w:t xml:space="preserve"> </w:t>
      </w:r>
      <w:r w:rsidR="00D466D5">
        <w:t>set</w:t>
      </w:r>
      <w:r w:rsidR="00AA2A0B">
        <w:t xml:space="preserve"> </w:t>
      </w:r>
      <w:r w:rsidR="009F3966">
        <w:t>tisíc korun českých)</w:t>
      </w:r>
      <w:r>
        <w:t>.</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5DB0AAC1"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následující</w:t>
      </w:r>
      <w:r w:rsidR="00607CAD">
        <w:t xml:space="preserve">: č.ú. </w:t>
      </w:r>
      <w:r w:rsidR="00607CAD" w:rsidRPr="00E66226">
        <w:t>30007-22307011/0710, Česká národní banka se sídlem Na Příkopě 28, 115 03 Praha 1</w:t>
      </w:r>
      <w:r w:rsidR="00607CAD">
        <w:t>, variabilní symbol 5003520262.</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4" w:name="_Toc59538672"/>
      <w:bookmarkStart w:id="25" w:name="_Toc61510465"/>
      <w:bookmarkStart w:id="26" w:name="_Toc159412611"/>
      <w:r>
        <w:t>SOCIÁLNĚ A ENVIRO</w:t>
      </w:r>
      <w:r w:rsidR="003F4C40">
        <w:t>N</w:t>
      </w:r>
      <w:r>
        <w:t>MENTÁLNĚ ODPOVĚDNÉ ZADÁVÁNÍ, INOVACE</w:t>
      </w:r>
      <w:bookmarkEnd w:id="24"/>
      <w:bookmarkEnd w:id="25"/>
      <w:bookmarkEnd w:id="26"/>
    </w:p>
    <w:p w14:paraId="4D934D4F" w14:textId="66694AA5"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3C4E2EF5" w:rsidR="00617041" w:rsidRDefault="00617041" w:rsidP="009621CD">
      <w:pPr>
        <w:pStyle w:val="Odrka1-1"/>
      </w:pPr>
      <w:r>
        <w:t>studentské</w:t>
      </w:r>
      <w:r w:rsidR="00164B08">
        <w:t xml:space="preserve"> exkurze</w:t>
      </w:r>
    </w:p>
    <w:p w14:paraId="50A8A1D4" w14:textId="793C31C5" w:rsidR="00164B08" w:rsidRDefault="00164B08" w:rsidP="008E3B01">
      <w:pPr>
        <w:pStyle w:val="Odrka1-1"/>
      </w:pPr>
      <w:r w:rsidRPr="007E1B88">
        <w:t xml:space="preserve">využití metody BIM jako souhrnu všech dokumentů zahrnujících grafické a negrafické informace vztahující se k </w:t>
      </w:r>
      <w:r w:rsidR="00EF4F1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EF4F18">
        <w:t>d</w:t>
      </w:r>
      <w:r w:rsidRPr="007E1B88">
        <w:t>íla</w:t>
      </w:r>
      <w:r>
        <w:t xml:space="preserve"> </w:t>
      </w:r>
    </w:p>
    <w:p w14:paraId="07597B07" w14:textId="6AB21BCF" w:rsidR="00617041" w:rsidRPr="00617041" w:rsidRDefault="00617041" w:rsidP="00617041">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A81210">
        <w:t xml:space="preserve">článku </w:t>
      </w:r>
      <w:r w:rsidR="00D526CD" w:rsidRPr="001D7BFE">
        <w:t>4.7</w:t>
      </w:r>
      <w:r w:rsidRPr="00A81210">
        <w:t xml:space="preserve"> závazného</w:t>
      </w:r>
      <w:r>
        <w:t xml:space="preserve"> vzoru smlouvy, který je dílem 2 zadávací dokumentace.</w:t>
      </w:r>
    </w:p>
    <w:p w14:paraId="63DC7E6F" w14:textId="2C700D73" w:rsidR="0051049A" w:rsidRDefault="0051049A" w:rsidP="0051049A">
      <w:pPr>
        <w:pStyle w:val="Nadpis1-1"/>
        <w:jc w:val="both"/>
      </w:pPr>
      <w:bookmarkStart w:id="27" w:name="_Toc102380477"/>
      <w:bookmarkStart w:id="28" w:name="_Toc103683200"/>
      <w:bookmarkStart w:id="29" w:name="_Toc103932243"/>
      <w:bookmarkStart w:id="30" w:name="_Toc159412612"/>
      <w:r>
        <w:t xml:space="preserve">Další zadávací podmínky v návaznosti na </w:t>
      </w:r>
      <w:bookmarkEnd w:id="27"/>
      <w:bookmarkEnd w:id="28"/>
      <w:bookmarkEnd w:id="29"/>
      <w:r w:rsidR="00A55030">
        <w:t>MEZINÁRODNÍ sankce, zákaz zadání veřejné zakázky</w:t>
      </w:r>
      <w:bookmarkEnd w:id="30"/>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w:t>
      </w:r>
      <w:r w:rsidR="0030398B">
        <w:rPr>
          <w:rStyle w:val="normaltextrun"/>
          <w:rFonts w:ascii="Verdana" w:hAnsi="Verdana"/>
          <w:bdr w:val="none" w:sz="0" w:space="0" w:color="auto" w:frame="1"/>
        </w:rPr>
        <w:lastRenderedPageBreak/>
        <w:t>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1" w:name="_Toc159412613"/>
      <w:r>
        <w:t>PŘÍLOHY TĚCHTO POKYNŮ</w:t>
      </w:r>
      <w:bookmarkEnd w:id="31"/>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B90C523" w14:textId="77777777" w:rsidR="00354730" w:rsidRDefault="00354730"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Default="0035531B" w:rsidP="00564DDD">
      <w:pPr>
        <w:pStyle w:val="Textbezslovn"/>
        <w:spacing w:after="0"/>
      </w:pPr>
      <w: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830D942" w14:textId="77777777" w:rsidR="0035531B" w:rsidRDefault="0035531B" w:rsidP="00564DDD">
      <w:pPr>
        <w:pStyle w:val="Textbezslovn"/>
      </w:pPr>
      <w:r>
        <w:t xml:space="preserve"> </w:t>
      </w:r>
    </w:p>
    <w:p w14:paraId="650B9C8E" w14:textId="5149B216" w:rsidR="006A540D" w:rsidRDefault="006A540D" w:rsidP="006A540D">
      <w:pPr>
        <w:pStyle w:val="Textbezslovn"/>
        <w:ind w:left="0"/>
      </w:pPr>
      <w:r w:rsidRPr="006A6AF2">
        <w:t xml:space="preserve">Řádně jsme se seznámili se zněním zadávacích podmínek veřejné zakázky s názvem </w:t>
      </w:r>
      <w:r w:rsidR="00877933">
        <w:t>„</w:t>
      </w:r>
      <w:r w:rsidR="003D665E" w:rsidRPr="003D665E">
        <w:rPr>
          <w:b/>
          <w:bCs/>
        </w:rPr>
        <w:t xml:space="preserve">Prostá elektrizace traťového úseku Zdice </w:t>
      </w:r>
      <w:r w:rsidR="00877933">
        <w:rPr>
          <w:b/>
          <w:bCs/>
        </w:rPr>
        <w:t>–</w:t>
      </w:r>
      <w:r w:rsidR="003D665E" w:rsidRPr="003D665E">
        <w:rPr>
          <w:b/>
          <w:bCs/>
        </w:rPr>
        <w:t xml:space="preserve"> Písek</w:t>
      </w:r>
      <w:r w:rsidR="00877933">
        <w:rPr>
          <w:b/>
          <w:bCs/>
        </w:rPr>
        <w:t>“</w:t>
      </w:r>
      <w:r w:rsidR="003D665E" w:rsidRPr="003D665E">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4C9B488"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E03672" w:rsidRPr="00EE3C5F" w14:paraId="28B581E0" w14:textId="77777777" w:rsidTr="00E036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12ADAA15" w14:textId="77777777" w:rsidR="00E03672" w:rsidRDefault="00E03672" w:rsidP="00E44DD4">
            <w:pPr>
              <w:rPr>
                <w:b/>
                <w:sz w:val="16"/>
                <w:szCs w:val="16"/>
              </w:rPr>
            </w:pPr>
            <w:r>
              <w:rPr>
                <w:b/>
                <w:sz w:val="16"/>
                <w:szCs w:val="16"/>
              </w:rPr>
              <w:t>Funkce</w:t>
            </w:r>
          </w:p>
          <w:p w14:paraId="78071254" w14:textId="40B0276E" w:rsidR="00E03672" w:rsidRPr="00EE3C5F" w:rsidRDefault="00E03672"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FC65040"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16016FEF"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02FDEA4"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577D29F8"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77BFFA9D"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1AFE4BFA" w14:textId="77777777" w:rsidR="00E03672" w:rsidRPr="00EE3C5F" w:rsidRDefault="00E03672"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03672" w:rsidRPr="00454716" w14:paraId="022D2334"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56442FDC"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6F666C9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760CAC6"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74FF9C0"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3EBA475C"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18AC3D50"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28BAC91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0C1643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62EDBF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18AF058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507515"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673A8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63D3D5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667D6F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2BE33E7"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D738AD9"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3F9542B"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F1EA2A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552C0E1"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DBDB14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5DA1FA8"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69622F0"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8C7222F"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A774C79"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3CB8E5D" w14:textId="77777777" w:rsidTr="00E0367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14692CF" w14:textId="77777777" w:rsidR="00E03672" w:rsidRPr="00454716" w:rsidRDefault="00E03672"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7FCD757"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9DE0D5B"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6B33381" w14:textId="77777777" w:rsidR="00E03672" w:rsidRPr="00454716"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14D0F2AF" w14:textId="3D99CCAF"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6749AD">
        <w:t xml:space="preserve">se </w:t>
      </w:r>
      <w:r w:rsidR="007E6155" w:rsidRPr="007E6155">
        <w:t>tento sloupec proškrtne, nevyplní nebo jinak označí, že se netýká.</w:t>
      </w:r>
    </w:p>
    <w:p w14:paraId="2EFACD89" w14:textId="77777777" w:rsidR="0035531B" w:rsidRDefault="0035531B"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4297084C"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w:t>
      </w:r>
      <w:r w:rsidR="00164B08">
        <w:rPr>
          <w:b/>
        </w:rPr>
        <w:t>hlavního projektanta</w:t>
      </w:r>
      <w:r w:rsidRPr="00543F07">
        <w:rPr>
          <w:b/>
        </w:rPr>
        <w:t xml:space="preserve"> </w:t>
      </w:r>
      <w:r w:rsidR="00CB00D4">
        <w:rPr>
          <w:b/>
        </w:rPr>
        <w:t xml:space="preserve">(HIP), </w:t>
      </w:r>
      <w:r w:rsidR="006D5C5A" w:rsidRPr="00DB3E15">
        <w:rPr>
          <w:b/>
        </w:rPr>
        <w:t>K</w:t>
      </w:r>
      <w:r w:rsidR="00CB00D4" w:rsidRPr="00DB3E15">
        <w:rPr>
          <w:b/>
        </w:rPr>
        <w:t>oordinátora</w:t>
      </w:r>
      <w:r w:rsidR="000E27AC" w:rsidRPr="00DB3E15">
        <w:rPr>
          <w:b/>
        </w:rPr>
        <w:t xml:space="preserve"> BIM</w:t>
      </w:r>
      <w:r w:rsidR="00CB00D4" w:rsidRPr="00DB3E15">
        <w:rPr>
          <w:b/>
        </w:rPr>
        <w:t xml:space="preserve">, </w:t>
      </w:r>
      <w:r w:rsidR="000E27AC" w:rsidRPr="00DB3E15">
        <w:rPr>
          <w:b/>
        </w:rPr>
        <w:t>M</w:t>
      </w:r>
      <w:r w:rsidR="00CB00D4" w:rsidRPr="00DB3E15">
        <w:rPr>
          <w:b/>
        </w:rPr>
        <w:t>anažera informací</w:t>
      </w:r>
      <w:r w:rsidR="00CB00D4" w:rsidRPr="00DB3E15">
        <w:t xml:space="preserve"> </w:t>
      </w:r>
      <w:r w:rsidRPr="00DB3E15">
        <w:rPr>
          <w:b/>
        </w:rPr>
        <w:t>za</w:t>
      </w:r>
      <w:r w:rsidRPr="00543F07">
        <w:rPr>
          <w:b/>
        </w:rPr>
        <w:t xml:space="preserve"> účelem prokázání kvalifikace </w:t>
      </w:r>
      <w:r w:rsidRPr="00543F07">
        <w:t>(u ostatních osob se tabulka proškrtne nebo nevyplní)</w:t>
      </w:r>
      <w:r w:rsidR="00307641">
        <w:rPr>
          <w:rStyle w:val="Znakapoznpodarou"/>
        </w:rPr>
        <w:footnoteReference w:id="7"/>
      </w:r>
      <w:r w:rsidR="0035531B">
        <w:t>:</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lastRenderedPageBreak/>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59183816" w:rsidR="00CB00D4" w:rsidRPr="00833899" w:rsidRDefault="00CB00D4" w:rsidP="006F639C">
            <w:pPr>
              <w:rPr>
                <w:sz w:val="16"/>
                <w:szCs w:val="16"/>
              </w:rPr>
            </w:pPr>
            <w:r w:rsidRPr="00543F07">
              <w:rPr>
                <w:sz w:val="16"/>
                <w:szCs w:val="16"/>
              </w:rPr>
              <w:t>Termín dokončení zakázky, resp. té části plnění zakázky, kter</w:t>
            </w:r>
            <w:r>
              <w:rPr>
                <w:sz w:val="16"/>
                <w:szCs w:val="16"/>
              </w:rPr>
              <w:t>á</w:t>
            </w:r>
            <w:r w:rsidRPr="00543F07">
              <w:rPr>
                <w:sz w:val="16"/>
                <w:szCs w:val="16"/>
              </w:rPr>
              <w:t xml:space="preserve"> v případě zakázky na více </w:t>
            </w:r>
            <w:r>
              <w:rPr>
                <w:sz w:val="16"/>
                <w:szCs w:val="16"/>
              </w:rPr>
              <w:t xml:space="preserve">činností či stupňů dokumentace </w:t>
            </w:r>
            <w:r w:rsidRPr="00543F07">
              <w:rPr>
                <w:sz w:val="16"/>
                <w:szCs w:val="16"/>
              </w:rPr>
              <w:t xml:space="preserve">obsahově odpovídá zadavatelem stanovené </w:t>
            </w:r>
            <w:r>
              <w:rPr>
                <w:sz w:val="16"/>
                <w:szCs w:val="16"/>
              </w:rPr>
              <w:t xml:space="preserve">definici </w:t>
            </w:r>
            <w:r w:rsidRPr="00543F07">
              <w:rPr>
                <w:sz w:val="16"/>
                <w:szCs w:val="16"/>
              </w:rPr>
              <w:t xml:space="preserve">požadované </w:t>
            </w:r>
            <w:r>
              <w:rPr>
                <w:sz w:val="16"/>
                <w:szCs w:val="16"/>
              </w:rPr>
              <w:t xml:space="preserve">zkušenosti </w:t>
            </w:r>
            <w:r w:rsidRPr="00543F07">
              <w:rPr>
                <w:sz w:val="16"/>
                <w:szCs w:val="16"/>
              </w:rPr>
              <w:t>(</w:t>
            </w:r>
            <w:r w:rsidR="005A45D1">
              <w:rPr>
                <w:sz w:val="16"/>
                <w:szCs w:val="16"/>
              </w:rPr>
              <w:t>např.</w:t>
            </w:r>
            <w:r w:rsidRPr="00543F07">
              <w:rPr>
                <w:sz w:val="16"/>
                <w:szCs w:val="16"/>
              </w:rPr>
              <w:t xml:space="preserve"> projektových prací</w:t>
            </w:r>
            <w:r>
              <w:rPr>
                <w:sz w:val="16"/>
                <w:szCs w:val="16"/>
              </w:rPr>
              <w:t xml:space="preserve"> spočívajících ve zpracování dokumentace</w:t>
            </w:r>
            <w:r w:rsidR="00DA7766">
              <w:rPr>
                <w:sz w:val="16"/>
                <w:szCs w:val="16"/>
              </w:rPr>
              <w:t>)</w:t>
            </w:r>
            <w:r>
              <w:rPr>
                <w:sz w:val="16"/>
                <w:szCs w:val="16"/>
              </w:rPr>
              <w:t>; odečtěte dobu provádění dozoru</w:t>
            </w:r>
            <w:r w:rsidR="00381906">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9D45C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648ADFA" w14:textId="4B92A13F" w:rsidR="00CB00D4" w:rsidRPr="006D7E02" w:rsidRDefault="00CB00D4" w:rsidP="00CB00D4">
            <w:pPr>
              <w:rPr>
                <w:b w:val="0"/>
                <w:bCs/>
                <w:sz w:val="16"/>
                <w:szCs w:val="16"/>
              </w:rPr>
            </w:pPr>
            <w:r w:rsidRPr="006D7E02">
              <w:rPr>
                <w:b w:val="0"/>
                <w:bCs/>
                <w:sz w:val="16"/>
                <w:szCs w:val="16"/>
              </w:rPr>
              <w:t>Vykonávaná funkce/pozice a popis pracovních činností vykonávaných členem odborného personálu - v detailu potřebném pro ověření splnění požadavků</w:t>
            </w:r>
          </w:p>
        </w:tc>
        <w:tc>
          <w:tcPr>
            <w:tcW w:w="2835" w:type="dxa"/>
            <w:tcBorders>
              <w:top w:val="single" w:sz="2" w:space="0" w:color="auto"/>
            </w:tcBorders>
            <w:shd w:val="clear" w:color="auto" w:fill="auto"/>
          </w:tcPr>
          <w:p w14:paraId="7D471D84" w14:textId="77777777" w:rsidR="00CB00D4" w:rsidRPr="00833899" w:rsidRDefault="00CB00D4" w:rsidP="00CB00D4">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750531E1"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1A501D5"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243FE2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57AEE3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77777777"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9D45CC" w14:paraId="5B371E30"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77777777" w:rsidR="009E003E" w:rsidRPr="009D45CC" w:rsidRDefault="009E003E" w:rsidP="00C313BF">
            <w:pPr>
              <w:rPr>
                <w:b w:val="0"/>
                <w:sz w:val="16"/>
                <w:szCs w:val="16"/>
              </w:rPr>
            </w:pPr>
            <w:r w:rsidRPr="009D45CC">
              <w:rPr>
                <w:b w:val="0"/>
                <w:sz w:val="16"/>
                <w:szCs w:val="16"/>
              </w:rPr>
              <w:t>Vykonávaná funkce/pozice a popis pracovních činností vykonávaných členem odborného personálu dodavatele - v detailu potřebném pro ověření splnění požadavků</w:t>
            </w:r>
            <w:r w:rsidRPr="009D45CC">
              <w:rPr>
                <w:b w:val="0"/>
              </w:rPr>
              <w:t xml:space="preserve"> </w:t>
            </w:r>
            <w:r w:rsidRPr="009D45CC">
              <w:rPr>
                <w:b w:val="0"/>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9D45CC" w:rsidRDefault="009E003E" w:rsidP="00C313BF">
            <w:pPr>
              <w:cnfStyle w:val="010000000000" w:firstRow="0" w:lastRow="1" w:firstColumn="0" w:lastColumn="0" w:oddVBand="0" w:evenVBand="0" w:oddHBand="0" w:evenHBand="0" w:firstRowFirstColumn="0" w:firstRowLastColumn="0" w:lastRowFirstColumn="0" w:lastRowLastColumn="0"/>
              <w:rPr>
                <w:b w:val="0"/>
                <w:sz w:val="16"/>
                <w:szCs w:val="16"/>
              </w:rPr>
            </w:pPr>
            <w:r w:rsidRPr="009D45CC">
              <w:rPr>
                <w:b w:val="0"/>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 xml:space="preserve">úvodní strana dokumentace s </w:t>
      </w:r>
      <w:r>
        <w:lastRenderedPageBreak/>
        <w:t>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lastRenderedPageBreak/>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2E4C170F" w14:textId="77777777" w:rsidR="001F1BFA" w:rsidRPr="00833899" w:rsidRDefault="001F1BFA" w:rsidP="001F1BFA">
      <w:pPr>
        <w:pStyle w:val="Textbezslovn"/>
        <w:ind w:left="0"/>
      </w:pPr>
      <w:r w:rsidRPr="00833899">
        <w:t>společnost zapsaná v obchodním rejstříku vedeném [</w:t>
      </w:r>
      <w:r w:rsidRPr="00833899">
        <w:rPr>
          <w:highlight w:val="yellow"/>
        </w:rPr>
        <w:t>DOPLNÍ DODAVATEL</w:t>
      </w:r>
      <w:r w:rsidRPr="00833899">
        <w:t>],</w:t>
      </w:r>
    </w:p>
    <w:p w14:paraId="381D6E38" w14:textId="77777777" w:rsidR="001F1BFA" w:rsidRPr="00833899" w:rsidRDefault="001F1BFA" w:rsidP="001F1BFA">
      <w:pPr>
        <w:pStyle w:val="Textbezslovn"/>
        <w:ind w:left="0"/>
      </w:pPr>
      <w:r w:rsidRPr="00833899">
        <w:t>spisová značka [</w:t>
      </w:r>
      <w:r w:rsidRPr="00833899">
        <w:rPr>
          <w:highlight w:val="yellow"/>
        </w:rPr>
        <w:t>DOPLNÍ DODAVATEL</w:t>
      </w:r>
      <w:r w:rsidRPr="00833899">
        <w:t>]</w:t>
      </w:r>
    </w:p>
    <w:p w14:paraId="5C1A3707" w14:textId="77777777" w:rsidR="001F1BFA" w:rsidRPr="00833899" w:rsidRDefault="001F1BFA" w:rsidP="001F1BFA">
      <w:pPr>
        <w:pStyle w:val="Textbezslovn"/>
        <w:ind w:left="0"/>
      </w:pPr>
      <w:r w:rsidRPr="00833899">
        <w:t>zastoupená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7709AB4F"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B61F8C" w:rsidRPr="00B61F8C">
        <w:rPr>
          <w:rFonts w:eastAsia="Times New Roman" w:cs="Times New Roman"/>
          <w:b/>
          <w:bCs/>
          <w:lang w:eastAsia="cs-CZ"/>
        </w:rPr>
        <w:t>„</w:t>
      </w:r>
      <w:r w:rsidR="00B61F8C" w:rsidRPr="00B61F8C">
        <w:rPr>
          <w:b/>
          <w:bCs/>
        </w:rPr>
        <w:t>Prostá elektrizace traťového úseku Zdice – Písek“</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C46102">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213CB" w14:textId="77777777" w:rsidR="00C46102" w:rsidRDefault="00C46102" w:rsidP="00962258">
      <w:pPr>
        <w:spacing w:after="0" w:line="240" w:lineRule="auto"/>
      </w:pPr>
      <w:r>
        <w:separator/>
      </w:r>
    </w:p>
  </w:endnote>
  <w:endnote w:type="continuationSeparator" w:id="0">
    <w:p w14:paraId="55F91460" w14:textId="77777777" w:rsidR="00C46102" w:rsidRDefault="00C461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66FEF" w14:paraId="2882F859" w14:textId="77777777" w:rsidTr="00EB46E5">
      <w:tc>
        <w:tcPr>
          <w:tcW w:w="1361" w:type="dxa"/>
          <w:tcMar>
            <w:left w:w="0" w:type="dxa"/>
            <w:right w:w="0" w:type="dxa"/>
          </w:tcMar>
          <w:vAlign w:val="bottom"/>
        </w:tcPr>
        <w:p w14:paraId="39515EC6" w14:textId="0056C878" w:rsidR="00266FEF" w:rsidRPr="00B8518B" w:rsidRDefault="00266FE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45CC">
            <w:rPr>
              <w:rStyle w:val="slostrnky"/>
              <w:noProof/>
            </w:rPr>
            <w:t>47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45CC">
            <w:rPr>
              <w:rStyle w:val="slostrnky"/>
              <w:noProof/>
            </w:rPr>
            <w:t>48</w:t>
          </w:r>
          <w:r w:rsidRPr="00B8518B">
            <w:rPr>
              <w:rStyle w:val="slostrnky"/>
            </w:rPr>
            <w:fldChar w:fldCharType="end"/>
          </w:r>
        </w:p>
      </w:tc>
      <w:tc>
        <w:tcPr>
          <w:tcW w:w="284" w:type="dxa"/>
          <w:shd w:val="clear" w:color="auto" w:fill="auto"/>
          <w:tcMar>
            <w:left w:w="0" w:type="dxa"/>
            <w:right w:w="0" w:type="dxa"/>
          </w:tcMar>
        </w:tcPr>
        <w:p w14:paraId="01ADA1E2" w14:textId="77777777" w:rsidR="00266FEF" w:rsidRDefault="00266FEF" w:rsidP="00B8518B">
          <w:pPr>
            <w:pStyle w:val="Zpat"/>
          </w:pPr>
        </w:p>
      </w:tc>
      <w:tc>
        <w:tcPr>
          <w:tcW w:w="425" w:type="dxa"/>
          <w:shd w:val="clear" w:color="auto" w:fill="auto"/>
          <w:tcMar>
            <w:left w:w="0" w:type="dxa"/>
            <w:right w:w="0" w:type="dxa"/>
          </w:tcMar>
        </w:tcPr>
        <w:p w14:paraId="7D28074E" w14:textId="77777777" w:rsidR="00266FEF" w:rsidRDefault="00266FEF" w:rsidP="00B8518B">
          <w:pPr>
            <w:pStyle w:val="Zpat"/>
          </w:pPr>
        </w:p>
      </w:tc>
      <w:tc>
        <w:tcPr>
          <w:tcW w:w="8505" w:type="dxa"/>
        </w:tcPr>
        <w:p w14:paraId="03AD41FD" w14:textId="3DDCE398" w:rsidR="00266FEF" w:rsidRDefault="00266FEF" w:rsidP="00EB46E5">
          <w:pPr>
            <w:pStyle w:val="Zpat0"/>
          </w:pPr>
          <w:r w:rsidRPr="00580F01">
            <w:t>„Prostá elektrizace traťového úseku Zdice - Písek“</w:t>
          </w:r>
        </w:p>
        <w:p w14:paraId="28C93AB0" w14:textId="77777777" w:rsidR="00266FEF" w:rsidRDefault="00266FEF" w:rsidP="00EB46E5">
          <w:pPr>
            <w:pStyle w:val="Zpat0"/>
          </w:pPr>
          <w:r>
            <w:t xml:space="preserve">Díl 1 – </w:t>
          </w:r>
          <w:r w:rsidRPr="0035531B">
            <w:rPr>
              <w:caps/>
            </w:rPr>
            <w:t>Požadavky</w:t>
          </w:r>
          <w:r>
            <w:rPr>
              <w:caps/>
            </w:rPr>
            <w:t xml:space="preserve"> a </w:t>
          </w:r>
          <w:r w:rsidRPr="0035531B">
            <w:rPr>
              <w:caps/>
            </w:rPr>
            <w:t>podmínky pro zpracování nabídky</w:t>
          </w:r>
        </w:p>
        <w:p w14:paraId="4ADD391E" w14:textId="77777777" w:rsidR="00266FEF" w:rsidRDefault="00266FEF" w:rsidP="00392730">
          <w:pPr>
            <w:pStyle w:val="Zpat0"/>
          </w:pPr>
          <w:r>
            <w:t xml:space="preserve">Část 2 – </w:t>
          </w:r>
          <w:r w:rsidRPr="0035531B">
            <w:rPr>
              <w:caps/>
            </w:rPr>
            <w:t>Pokyny pro dodavatele</w:t>
          </w:r>
        </w:p>
        <w:p w14:paraId="23E5232B" w14:textId="77777777" w:rsidR="00266FEF" w:rsidRDefault="00266FEF" w:rsidP="00392730">
          <w:pPr>
            <w:pStyle w:val="Zpat0"/>
          </w:pPr>
        </w:p>
      </w:tc>
    </w:tr>
  </w:tbl>
  <w:p w14:paraId="437E2C00" w14:textId="77777777" w:rsidR="00266FEF" w:rsidRPr="00B8518B" w:rsidRDefault="00266FE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005E9" w14:textId="77777777" w:rsidR="00266FEF" w:rsidRPr="00B8518B" w:rsidRDefault="00266FEF" w:rsidP="00460660">
    <w:pPr>
      <w:pStyle w:val="Zpat"/>
      <w:rPr>
        <w:sz w:val="2"/>
        <w:szCs w:val="2"/>
      </w:rPr>
    </w:pPr>
  </w:p>
  <w:p w14:paraId="40EF9A81" w14:textId="5A06B45C" w:rsidR="00266FEF" w:rsidRPr="00460660" w:rsidRDefault="00266F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28231" w14:textId="77777777" w:rsidR="00C46102" w:rsidRDefault="00C46102" w:rsidP="00962258">
      <w:pPr>
        <w:spacing w:after="0" w:line="240" w:lineRule="auto"/>
      </w:pPr>
      <w:r>
        <w:separator/>
      </w:r>
    </w:p>
  </w:footnote>
  <w:footnote w:type="continuationSeparator" w:id="0">
    <w:p w14:paraId="40099B54" w14:textId="77777777" w:rsidR="00C46102" w:rsidRDefault="00C46102" w:rsidP="00962258">
      <w:pPr>
        <w:spacing w:after="0" w:line="240" w:lineRule="auto"/>
      </w:pPr>
      <w:r>
        <w:continuationSeparator/>
      </w:r>
    </w:p>
  </w:footnote>
  <w:footnote w:id="1">
    <w:p w14:paraId="48CBE6E6" w14:textId="77777777" w:rsidR="00266FEF" w:rsidRDefault="00266FEF" w:rsidP="00C6720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81AB419" w14:textId="48AE7FF2" w:rsidR="00266FEF" w:rsidRDefault="00266FEF"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266FEF" w:rsidRPr="00EB54C9" w:rsidRDefault="00266FEF"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266FEF" w:rsidRDefault="00266FEF"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266FEF" w:rsidRDefault="00266FEF"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266FEF" w:rsidRDefault="00266FE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266FEF" w:rsidRDefault="00266FE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266FEF" w:rsidRDefault="00266F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266FEF" w:rsidRDefault="00266FEF"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2149D35" w14:textId="77777777" w:rsidR="00266FEF" w:rsidRDefault="00266FEF"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66FEF" w14:paraId="59210BC2" w14:textId="77777777" w:rsidTr="00C02D0A">
      <w:trPr>
        <w:trHeight w:hRule="exact" w:val="454"/>
      </w:trPr>
      <w:tc>
        <w:tcPr>
          <w:tcW w:w="1361" w:type="dxa"/>
          <w:tcMar>
            <w:top w:w="57" w:type="dxa"/>
            <w:left w:w="0" w:type="dxa"/>
            <w:right w:w="0" w:type="dxa"/>
          </w:tcMar>
        </w:tcPr>
        <w:p w14:paraId="47C8A776" w14:textId="77777777" w:rsidR="00266FEF" w:rsidRPr="00B8518B" w:rsidRDefault="00266FEF" w:rsidP="00523EA7">
          <w:pPr>
            <w:pStyle w:val="Zpat"/>
            <w:rPr>
              <w:rStyle w:val="slostrnky"/>
            </w:rPr>
          </w:pPr>
        </w:p>
      </w:tc>
      <w:tc>
        <w:tcPr>
          <w:tcW w:w="3458" w:type="dxa"/>
          <w:shd w:val="clear" w:color="auto" w:fill="auto"/>
          <w:tcMar>
            <w:top w:w="57" w:type="dxa"/>
            <w:left w:w="0" w:type="dxa"/>
            <w:right w:w="0" w:type="dxa"/>
          </w:tcMar>
        </w:tcPr>
        <w:p w14:paraId="77CD26E4" w14:textId="77777777" w:rsidR="00266FEF" w:rsidRDefault="00266FEF" w:rsidP="00523EA7">
          <w:pPr>
            <w:pStyle w:val="Zpat"/>
          </w:pPr>
        </w:p>
      </w:tc>
      <w:tc>
        <w:tcPr>
          <w:tcW w:w="5698" w:type="dxa"/>
          <w:shd w:val="clear" w:color="auto" w:fill="auto"/>
          <w:tcMar>
            <w:top w:w="57" w:type="dxa"/>
            <w:left w:w="0" w:type="dxa"/>
            <w:right w:w="0" w:type="dxa"/>
          </w:tcMar>
        </w:tcPr>
        <w:p w14:paraId="1459EE8B" w14:textId="77777777" w:rsidR="00266FEF" w:rsidRPr="00D6163D" w:rsidRDefault="00266FEF" w:rsidP="00D6163D">
          <w:pPr>
            <w:pStyle w:val="Druhdokumentu"/>
          </w:pPr>
        </w:p>
      </w:tc>
    </w:tr>
  </w:tbl>
  <w:p w14:paraId="63CCF355" w14:textId="77777777" w:rsidR="00266FEF" w:rsidRPr="00D6163D" w:rsidRDefault="00266F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66FEF" w14:paraId="79FAD0EA" w14:textId="77777777" w:rsidTr="00B22106">
      <w:trPr>
        <w:trHeight w:hRule="exact" w:val="936"/>
      </w:trPr>
      <w:tc>
        <w:tcPr>
          <w:tcW w:w="1361" w:type="dxa"/>
          <w:tcMar>
            <w:left w:w="0" w:type="dxa"/>
            <w:right w:w="0" w:type="dxa"/>
          </w:tcMar>
        </w:tcPr>
        <w:p w14:paraId="4CAC2C88" w14:textId="77777777" w:rsidR="00266FEF" w:rsidRPr="00B8518B" w:rsidRDefault="00266FEF" w:rsidP="00FC6389">
          <w:pPr>
            <w:pStyle w:val="Zpat"/>
            <w:rPr>
              <w:rStyle w:val="slostrnky"/>
            </w:rPr>
          </w:pPr>
        </w:p>
      </w:tc>
      <w:tc>
        <w:tcPr>
          <w:tcW w:w="3458" w:type="dxa"/>
          <w:shd w:val="clear" w:color="auto" w:fill="auto"/>
          <w:tcMar>
            <w:left w:w="0" w:type="dxa"/>
            <w:right w:w="0" w:type="dxa"/>
          </w:tcMar>
        </w:tcPr>
        <w:p w14:paraId="04353839" w14:textId="77777777" w:rsidR="00266FEF" w:rsidRDefault="00266FEF" w:rsidP="00FC6389">
          <w:pPr>
            <w:pStyle w:val="Zpat"/>
          </w:pPr>
        </w:p>
      </w:tc>
      <w:tc>
        <w:tcPr>
          <w:tcW w:w="5756" w:type="dxa"/>
          <w:shd w:val="clear" w:color="auto" w:fill="auto"/>
          <w:tcMar>
            <w:left w:w="0" w:type="dxa"/>
            <w:right w:w="0" w:type="dxa"/>
          </w:tcMar>
        </w:tcPr>
        <w:p w14:paraId="08BA9BE2" w14:textId="77777777" w:rsidR="00266FEF" w:rsidRPr="00D6163D" w:rsidRDefault="00266FEF" w:rsidP="00FC6389">
          <w:pPr>
            <w:pStyle w:val="Druhdokumentu"/>
          </w:pPr>
        </w:p>
      </w:tc>
    </w:tr>
    <w:tr w:rsidR="00266FEF" w14:paraId="67F7C94B" w14:textId="77777777" w:rsidTr="00B22106">
      <w:trPr>
        <w:trHeight w:hRule="exact" w:val="936"/>
      </w:trPr>
      <w:tc>
        <w:tcPr>
          <w:tcW w:w="1361" w:type="dxa"/>
          <w:tcMar>
            <w:left w:w="0" w:type="dxa"/>
            <w:right w:w="0" w:type="dxa"/>
          </w:tcMar>
        </w:tcPr>
        <w:p w14:paraId="262D9A78" w14:textId="77777777" w:rsidR="00266FEF" w:rsidRPr="00B8518B" w:rsidRDefault="00266FEF" w:rsidP="00FC6389">
          <w:pPr>
            <w:pStyle w:val="Zpat"/>
            <w:rPr>
              <w:rStyle w:val="slostrnky"/>
            </w:rPr>
          </w:pPr>
        </w:p>
      </w:tc>
      <w:tc>
        <w:tcPr>
          <w:tcW w:w="3458" w:type="dxa"/>
          <w:shd w:val="clear" w:color="auto" w:fill="auto"/>
          <w:tcMar>
            <w:left w:w="0" w:type="dxa"/>
            <w:right w:w="0" w:type="dxa"/>
          </w:tcMar>
        </w:tcPr>
        <w:p w14:paraId="3E8BB201" w14:textId="77777777" w:rsidR="00266FEF" w:rsidRDefault="00266FEF" w:rsidP="00FC6389">
          <w:pPr>
            <w:pStyle w:val="Zpat"/>
          </w:pPr>
        </w:p>
      </w:tc>
      <w:tc>
        <w:tcPr>
          <w:tcW w:w="5756" w:type="dxa"/>
          <w:shd w:val="clear" w:color="auto" w:fill="auto"/>
          <w:tcMar>
            <w:left w:w="0" w:type="dxa"/>
            <w:right w:w="0" w:type="dxa"/>
          </w:tcMar>
        </w:tcPr>
        <w:p w14:paraId="1038A3FD" w14:textId="77777777" w:rsidR="00266FEF" w:rsidRPr="00D6163D" w:rsidRDefault="00266FEF" w:rsidP="00FC6389">
          <w:pPr>
            <w:pStyle w:val="Druhdokumentu"/>
          </w:pPr>
        </w:p>
      </w:tc>
    </w:tr>
  </w:tbl>
  <w:p w14:paraId="27F23EC7" w14:textId="77777777" w:rsidR="00266FEF" w:rsidRPr="00D6163D" w:rsidRDefault="00266FEF"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266FEF" w:rsidRPr="00460660" w:rsidRDefault="00266F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4AEA42F9"/>
    <w:multiLevelType w:val="hybridMultilevel"/>
    <w:tmpl w:val="CECE4780"/>
    <w:lvl w:ilvl="0" w:tplc="5BD458C8">
      <w:start w:val="13"/>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89094968">
    <w:abstractNumId w:val="3"/>
  </w:num>
  <w:num w:numId="2" w16cid:durableId="1790511158">
    <w:abstractNumId w:val="1"/>
  </w:num>
  <w:num w:numId="3" w16cid:durableId="1830243566">
    <w:abstractNumId w:val="14"/>
  </w:num>
  <w:num w:numId="4" w16cid:durableId="118233576">
    <w:abstractNumId w:val="2"/>
  </w:num>
  <w:num w:numId="5" w16cid:durableId="694579521">
    <w:abstractNumId w:val="0"/>
  </w:num>
  <w:num w:numId="6" w16cid:durableId="482043346">
    <w:abstractNumId w:val="7"/>
  </w:num>
  <w:num w:numId="7" w16cid:durableId="155073267">
    <w:abstractNumId w:val="12"/>
  </w:num>
  <w:num w:numId="8" w16cid:durableId="971206204">
    <w:abstractNumId w:val="8"/>
  </w:num>
  <w:num w:numId="9" w16cid:durableId="855461800">
    <w:abstractNumId w:val="16"/>
  </w:num>
  <w:num w:numId="10" w16cid:durableId="438373250">
    <w:abstractNumId w:val="13"/>
  </w:num>
  <w:num w:numId="11" w16cid:durableId="17227113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731306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613401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8259305">
    <w:abstractNumId w:val="12"/>
  </w:num>
  <w:num w:numId="15" w16cid:durableId="1024287169">
    <w:abstractNumId w:val="9"/>
  </w:num>
  <w:num w:numId="16" w16cid:durableId="924876756">
    <w:abstractNumId w:val="10"/>
  </w:num>
  <w:num w:numId="17" w16cid:durableId="1219244676">
    <w:abstractNumId w:val="6"/>
  </w:num>
  <w:num w:numId="18" w16cid:durableId="2007855264">
    <w:abstractNumId w:val="6"/>
  </w:num>
  <w:num w:numId="19" w16cid:durableId="2767181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21459611">
    <w:abstractNumId w:val="8"/>
  </w:num>
  <w:num w:numId="21" w16cid:durableId="1663508251">
    <w:abstractNumId w:val="8"/>
  </w:num>
  <w:num w:numId="22" w16cid:durableId="1171216321">
    <w:abstractNumId w:val="12"/>
  </w:num>
  <w:num w:numId="23" w16cid:durableId="1924339673">
    <w:abstractNumId w:val="12"/>
  </w:num>
  <w:num w:numId="24" w16cid:durableId="1361861053">
    <w:abstractNumId w:val="12"/>
  </w:num>
  <w:num w:numId="25" w16cid:durableId="10573155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98435781">
    <w:abstractNumId w:val="5"/>
  </w:num>
  <w:num w:numId="27" w16cid:durableId="1436824238">
    <w:abstractNumId w:val="15"/>
  </w:num>
  <w:num w:numId="28" w16cid:durableId="248736568">
    <w:abstractNumId w:val="4"/>
  </w:num>
  <w:num w:numId="29" w16cid:durableId="476725140">
    <w:abstractNumId w:val="12"/>
  </w:num>
  <w:num w:numId="30" w16cid:durableId="466899789">
    <w:abstractNumId w:val="8"/>
  </w:num>
  <w:num w:numId="31" w16cid:durableId="1913546043">
    <w:abstractNumId w:val="12"/>
  </w:num>
  <w:num w:numId="32" w16cid:durableId="232200049">
    <w:abstractNumId w:val="12"/>
  </w:num>
  <w:num w:numId="33" w16cid:durableId="568463972">
    <w:abstractNumId w:val="8"/>
  </w:num>
  <w:num w:numId="34" w16cid:durableId="5716195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76410333">
    <w:abstractNumId w:val="12"/>
  </w:num>
  <w:num w:numId="36" w16cid:durableId="1076123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06A80"/>
    <w:rsid w:val="00012A22"/>
    <w:rsid w:val="00012DD2"/>
    <w:rsid w:val="0001483A"/>
    <w:rsid w:val="00016DBF"/>
    <w:rsid w:val="000174E8"/>
    <w:rsid w:val="00017520"/>
    <w:rsid w:val="00017F3C"/>
    <w:rsid w:val="00020AF4"/>
    <w:rsid w:val="000210D2"/>
    <w:rsid w:val="00023063"/>
    <w:rsid w:val="0002621B"/>
    <w:rsid w:val="0002626A"/>
    <w:rsid w:val="000264EA"/>
    <w:rsid w:val="00030559"/>
    <w:rsid w:val="00031005"/>
    <w:rsid w:val="0003127C"/>
    <w:rsid w:val="00031CF6"/>
    <w:rsid w:val="000338E9"/>
    <w:rsid w:val="00040961"/>
    <w:rsid w:val="00041EC8"/>
    <w:rsid w:val="000438DA"/>
    <w:rsid w:val="00044A58"/>
    <w:rsid w:val="000466BC"/>
    <w:rsid w:val="000468E2"/>
    <w:rsid w:val="00056038"/>
    <w:rsid w:val="00062F21"/>
    <w:rsid w:val="0006499F"/>
    <w:rsid w:val="0006588D"/>
    <w:rsid w:val="00067A5E"/>
    <w:rsid w:val="00067EE3"/>
    <w:rsid w:val="00070956"/>
    <w:rsid w:val="00070A9E"/>
    <w:rsid w:val="00070F9A"/>
    <w:rsid w:val="000719BB"/>
    <w:rsid w:val="00072A65"/>
    <w:rsid w:val="00072C1E"/>
    <w:rsid w:val="000749E8"/>
    <w:rsid w:val="00074B08"/>
    <w:rsid w:val="00075902"/>
    <w:rsid w:val="00077596"/>
    <w:rsid w:val="000818A5"/>
    <w:rsid w:val="000825DE"/>
    <w:rsid w:val="000839DD"/>
    <w:rsid w:val="00084642"/>
    <w:rsid w:val="00087825"/>
    <w:rsid w:val="00087E1A"/>
    <w:rsid w:val="00092CC9"/>
    <w:rsid w:val="00094930"/>
    <w:rsid w:val="00094F26"/>
    <w:rsid w:val="000960A0"/>
    <w:rsid w:val="000A21E8"/>
    <w:rsid w:val="000A784D"/>
    <w:rsid w:val="000B17EE"/>
    <w:rsid w:val="000B1ED6"/>
    <w:rsid w:val="000B4EB8"/>
    <w:rsid w:val="000B548F"/>
    <w:rsid w:val="000B6471"/>
    <w:rsid w:val="000B7E61"/>
    <w:rsid w:val="000C04F0"/>
    <w:rsid w:val="000C1A47"/>
    <w:rsid w:val="000C270B"/>
    <w:rsid w:val="000C3384"/>
    <w:rsid w:val="000C41F2"/>
    <w:rsid w:val="000C4676"/>
    <w:rsid w:val="000C5CBA"/>
    <w:rsid w:val="000C685D"/>
    <w:rsid w:val="000D22C4"/>
    <w:rsid w:val="000D25DB"/>
    <w:rsid w:val="000D27D1"/>
    <w:rsid w:val="000D4EB8"/>
    <w:rsid w:val="000D5E72"/>
    <w:rsid w:val="000D6B89"/>
    <w:rsid w:val="000E0315"/>
    <w:rsid w:val="000E125F"/>
    <w:rsid w:val="000E1442"/>
    <w:rsid w:val="000E1A7F"/>
    <w:rsid w:val="000E27AC"/>
    <w:rsid w:val="000E41C6"/>
    <w:rsid w:val="000E48A0"/>
    <w:rsid w:val="000E6038"/>
    <w:rsid w:val="000E7FA0"/>
    <w:rsid w:val="000F7498"/>
    <w:rsid w:val="001017A2"/>
    <w:rsid w:val="00106A0E"/>
    <w:rsid w:val="00112864"/>
    <w:rsid w:val="00114472"/>
    <w:rsid w:val="00114988"/>
    <w:rsid w:val="00115069"/>
    <w:rsid w:val="001150F2"/>
    <w:rsid w:val="00115125"/>
    <w:rsid w:val="001159F2"/>
    <w:rsid w:val="00120E74"/>
    <w:rsid w:val="0012178F"/>
    <w:rsid w:val="00125101"/>
    <w:rsid w:val="0012513D"/>
    <w:rsid w:val="00125BFC"/>
    <w:rsid w:val="001341BB"/>
    <w:rsid w:val="0014107B"/>
    <w:rsid w:val="00143057"/>
    <w:rsid w:val="00143F7B"/>
    <w:rsid w:val="00145889"/>
    <w:rsid w:val="00145895"/>
    <w:rsid w:val="00146BCB"/>
    <w:rsid w:val="00147827"/>
    <w:rsid w:val="0015012F"/>
    <w:rsid w:val="001501B9"/>
    <w:rsid w:val="001518EF"/>
    <w:rsid w:val="001579FA"/>
    <w:rsid w:val="001625E1"/>
    <w:rsid w:val="00164B08"/>
    <w:rsid w:val="0016521E"/>
    <w:rsid w:val="001656A2"/>
    <w:rsid w:val="00165E72"/>
    <w:rsid w:val="00170EC5"/>
    <w:rsid w:val="0017263A"/>
    <w:rsid w:val="001728E7"/>
    <w:rsid w:val="001747C1"/>
    <w:rsid w:val="00176255"/>
    <w:rsid w:val="00177D6B"/>
    <w:rsid w:val="00184075"/>
    <w:rsid w:val="00184564"/>
    <w:rsid w:val="001851B9"/>
    <w:rsid w:val="001867AA"/>
    <w:rsid w:val="00187E44"/>
    <w:rsid w:val="00190AC5"/>
    <w:rsid w:val="00191F90"/>
    <w:rsid w:val="00192264"/>
    <w:rsid w:val="0019293B"/>
    <w:rsid w:val="00193804"/>
    <w:rsid w:val="00193D8F"/>
    <w:rsid w:val="001950C2"/>
    <w:rsid w:val="00195CAC"/>
    <w:rsid w:val="00197BDC"/>
    <w:rsid w:val="001A591E"/>
    <w:rsid w:val="001B04B9"/>
    <w:rsid w:val="001B23A1"/>
    <w:rsid w:val="001B38FB"/>
    <w:rsid w:val="001B3C8F"/>
    <w:rsid w:val="001B4E74"/>
    <w:rsid w:val="001B651A"/>
    <w:rsid w:val="001C040C"/>
    <w:rsid w:val="001C19F3"/>
    <w:rsid w:val="001C5178"/>
    <w:rsid w:val="001C645F"/>
    <w:rsid w:val="001C761A"/>
    <w:rsid w:val="001D0751"/>
    <w:rsid w:val="001D0E8B"/>
    <w:rsid w:val="001D3805"/>
    <w:rsid w:val="001D5318"/>
    <w:rsid w:val="001D5A76"/>
    <w:rsid w:val="001D6E71"/>
    <w:rsid w:val="001D7BFE"/>
    <w:rsid w:val="001E0C6C"/>
    <w:rsid w:val="001E18A8"/>
    <w:rsid w:val="001E28C7"/>
    <w:rsid w:val="001E2EA8"/>
    <w:rsid w:val="001E6320"/>
    <w:rsid w:val="001E651D"/>
    <w:rsid w:val="001E678E"/>
    <w:rsid w:val="001E75BD"/>
    <w:rsid w:val="001E77F3"/>
    <w:rsid w:val="001F15F6"/>
    <w:rsid w:val="001F1BFA"/>
    <w:rsid w:val="001F3CE7"/>
    <w:rsid w:val="001F500B"/>
    <w:rsid w:val="0020423B"/>
    <w:rsid w:val="002050E8"/>
    <w:rsid w:val="002071BB"/>
    <w:rsid w:val="00207DF5"/>
    <w:rsid w:val="00210AB8"/>
    <w:rsid w:val="00211D0C"/>
    <w:rsid w:val="0021645B"/>
    <w:rsid w:val="00216521"/>
    <w:rsid w:val="002179EA"/>
    <w:rsid w:val="00223DE6"/>
    <w:rsid w:val="00226CB9"/>
    <w:rsid w:val="00231A0D"/>
    <w:rsid w:val="00233A53"/>
    <w:rsid w:val="002350CA"/>
    <w:rsid w:val="002370E3"/>
    <w:rsid w:val="00240B81"/>
    <w:rsid w:val="0024255A"/>
    <w:rsid w:val="00242EF7"/>
    <w:rsid w:val="00243A0C"/>
    <w:rsid w:val="00245345"/>
    <w:rsid w:val="00247160"/>
    <w:rsid w:val="00247949"/>
    <w:rsid w:val="00247D01"/>
    <w:rsid w:val="0025030F"/>
    <w:rsid w:val="00250CCF"/>
    <w:rsid w:val="00255E47"/>
    <w:rsid w:val="00261A5B"/>
    <w:rsid w:val="00262AE4"/>
    <w:rsid w:val="00262E5B"/>
    <w:rsid w:val="0026385B"/>
    <w:rsid w:val="00266F38"/>
    <w:rsid w:val="00266FEF"/>
    <w:rsid w:val="002679A6"/>
    <w:rsid w:val="002742CB"/>
    <w:rsid w:val="00276AFE"/>
    <w:rsid w:val="002821CE"/>
    <w:rsid w:val="00287A86"/>
    <w:rsid w:val="002924B8"/>
    <w:rsid w:val="00293CFD"/>
    <w:rsid w:val="002A125E"/>
    <w:rsid w:val="002A216E"/>
    <w:rsid w:val="002A34B8"/>
    <w:rsid w:val="002A3B57"/>
    <w:rsid w:val="002A4521"/>
    <w:rsid w:val="002A530C"/>
    <w:rsid w:val="002A5F8F"/>
    <w:rsid w:val="002A75B1"/>
    <w:rsid w:val="002B1CBD"/>
    <w:rsid w:val="002B4BD4"/>
    <w:rsid w:val="002B76DF"/>
    <w:rsid w:val="002C04EE"/>
    <w:rsid w:val="002C1E7C"/>
    <w:rsid w:val="002C31BF"/>
    <w:rsid w:val="002C391B"/>
    <w:rsid w:val="002C4521"/>
    <w:rsid w:val="002C5F8A"/>
    <w:rsid w:val="002C7825"/>
    <w:rsid w:val="002D5D95"/>
    <w:rsid w:val="002D5F95"/>
    <w:rsid w:val="002D6136"/>
    <w:rsid w:val="002D7FD6"/>
    <w:rsid w:val="002E0CD7"/>
    <w:rsid w:val="002E0CFB"/>
    <w:rsid w:val="002E232C"/>
    <w:rsid w:val="002E5B61"/>
    <w:rsid w:val="002E5C7B"/>
    <w:rsid w:val="002E5F48"/>
    <w:rsid w:val="002F2B6A"/>
    <w:rsid w:val="002F4333"/>
    <w:rsid w:val="002F6BCE"/>
    <w:rsid w:val="00300EE9"/>
    <w:rsid w:val="003038E0"/>
    <w:rsid w:val="0030398B"/>
    <w:rsid w:val="003057BB"/>
    <w:rsid w:val="00307641"/>
    <w:rsid w:val="00311136"/>
    <w:rsid w:val="003119CD"/>
    <w:rsid w:val="00311F11"/>
    <w:rsid w:val="00316901"/>
    <w:rsid w:val="00321D01"/>
    <w:rsid w:val="00327047"/>
    <w:rsid w:val="00327EEF"/>
    <w:rsid w:val="0033239F"/>
    <w:rsid w:val="00333290"/>
    <w:rsid w:val="00333C1C"/>
    <w:rsid w:val="00334557"/>
    <w:rsid w:val="0034274B"/>
    <w:rsid w:val="00342BD7"/>
    <w:rsid w:val="003468DC"/>
    <w:rsid w:val="0034719F"/>
    <w:rsid w:val="00350A35"/>
    <w:rsid w:val="00353AEB"/>
    <w:rsid w:val="0035410B"/>
    <w:rsid w:val="00354730"/>
    <w:rsid w:val="0035531B"/>
    <w:rsid w:val="00355D2A"/>
    <w:rsid w:val="0035601E"/>
    <w:rsid w:val="003571D8"/>
    <w:rsid w:val="00357BC6"/>
    <w:rsid w:val="00360597"/>
    <w:rsid w:val="00361422"/>
    <w:rsid w:val="003616E0"/>
    <w:rsid w:val="00361A66"/>
    <w:rsid w:val="0036288F"/>
    <w:rsid w:val="003656CD"/>
    <w:rsid w:val="0036607A"/>
    <w:rsid w:val="003703E9"/>
    <w:rsid w:val="003717A3"/>
    <w:rsid w:val="003742CB"/>
    <w:rsid w:val="0037545D"/>
    <w:rsid w:val="003771EB"/>
    <w:rsid w:val="00381130"/>
    <w:rsid w:val="00381452"/>
    <w:rsid w:val="00381906"/>
    <w:rsid w:val="00381BF9"/>
    <w:rsid w:val="00381C5C"/>
    <w:rsid w:val="0038545D"/>
    <w:rsid w:val="003859AE"/>
    <w:rsid w:val="00385C59"/>
    <w:rsid w:val="00386FF1"/>
    <w:rsid w:val="00390E38"/>
    <w:rsid w:val="0039216C"/>
    <w:rsid w:val="00392730"/>
    <w:rsid w:val="00392EB6"/>
    <w:rsid w:val="00394D03"/>
    <w:rsid w:val="003956C6"/>
    <w:rsid w:val="003A2C23"/>
    <w:rsid w:val="003A4513"/>
    <w:rsid w:val="003A52AD"/>
    <w:rsid w:val="003A681E"/>
    <w:rsid w:val="003B0F0D"/>
    <w:rsid w:val="003B1926"/>
    <w:rsid w:val="003B6601"/>
    <w:rsid w:val="003B7D0F"/>
    <w:rsid w:val="003C33F2"/>
    <w:rsid w:val="003C6067"/>
    <w:rsid w:val="003C7D57"/>
    <w:rsid w:val="003D0CF7"/>
    <w:rsid w:val="003D55A0"/>
    <w:rsid w:val="003D6153"/>
    <w:rsid w:val="003D665E"/>
    <w:rsid w:val="003D6AF9"/>
    <w:rsid w:val="003D756E"/>
    <w:rsid w:val="003E09E4"/>
    <w:rsid w:val="003E18AA"/>
    <w:rsid w:val="003E3CE3"/>
    <w:rsid w:val="003E420D"/>
    <w:rsid w:val="003E4C13"/>
    <w:rsid w:val="003E67D1"/>
    <w:rsid w:val="003E74E3"/>
    <w:rsid w:val="003E79F5"/>
    <w:rsid w:val="003F1536"/>
    <w:rsid w:val="003F2228"/>
    <w:rsid w:val="003F2937"/>
    <w:rsid w:val="003F2D92"/>
    <w:rsid w:val="003F4C40"/>
    <w:rsid w:val="003F62FB"/>
    <w:rsid w:val="00400932"/>
    <w:rsid w:val="004018E3"/>
    <w:rsid w:val="00403C99"/>
    <w:rsid w:val="00404BA2"/>
    <w:rsid w:val="00404EB5"/>
    <w:rsid w:val="0040621A"/>
    <w:rsid w:val="00406512"/>
    <w:rsid w:val="00406B77"/>
    <w:rsid w:val="004078F3"/>
    <w:rsid w:val="00407AAB"/>
    <w:rsid w:val="00410B6A"/>
    <w:rsid w:val="00411BFD"/>
    <w:rsid w:val="00412678"/>
    <w:rsid w:val="004137A8"/>
    <w:rsid w:val="00413AE6"/>
    <w:rsid w:val="00413F39"/>
    <w:rsid w:val="00420341"/>
    <w:rsid w:val="0042061D"/>
    <w:rsid w:val="00424DB1"/>
    <w:rsid w:val="00427794"/>
    <w:rsid w:val="004343DB"/>
    <w:rsid w:val="004354CE"/>
    <w:rsid w:val="004373BF"/>
    <w:rsid w:val="004407F0"/>
    <w:rsid w:val="00440F7E"/>
    <w:rsid w:val="004411F7"/>
    <w:rsid w:val="004423DC"/>
    <w:rsid w:val="00443D15"/>
    <w:rsid w:val="00446757"/>
    <w:rsid w:val="00450F07"/>
    <w:rsid w:val="00452F69"/>
    <w:rsid w:val="00453CD3"/>
    <w:rsid w:val="00454716"/>
    <w:rsid w:val="00454BB9"/>
    <w:rsid w:val="00454E97"/>
    <w:rsid w:val="00454F7F"/>
    <w:rsid w:val="00457346"/>
    <w:rsid w:val="00460660"/>
    <w:rsid w:val="004628BC"/>
    <w:rsid w:val="0046348D"/>
    <w:rsid w:val="00464BA9"/>
    <w:rsid w:val="00465FDD"/>
    <w:rsid w:val="00467D26"/>
    <w:rsid w:val="00470647"/>
    <w:rsid w:val="00473696"/>
    <w:rsid w:val="00474F4D"/>
    <w:rsid w:val="00483969"/>
    <w:rsid w:val="004851CD"/>
    <w:rsid w:val="00485895"/>
    <w:rsid w:val="00486107"/>
    <w:rsid w:val="00486C5E"/>
    <w:rsid w:val="0048759A"/>
    <w:rsid w:val="00487B15"/>
    <w:rsid w:val="00491827"/>
    <w:rsid w:val="00491EC0"/>
    <w:rsid w:val="004944E4"/>
    <w:rsid w:val="004B0AE4"/>
    <w:rsid w:val="004B319E"/>
    <w:rsid w:val="004B34E9"/>
    <w:rsid w:val="004B3824"/>
    <w:rsid w:val="004B6E4A"/>
    <w:rsid w:val="004B748F"/>
    <w:rsid w:val="004C06AD"/>
    <w:rsid w:val="004C1C73"/>
    <w:rsid w:val="004C3238"/>
    <w:rsid w:val="004C4399"/>
    <w:rsid w:val="004C6E67"/>
    <w:rsid w:val="004C7419"/>
    <w:rsid w:val="004C787C"/>
    <w:rsid w:val="004C7A75"/>
    <w:rsid w:val="004D010F"/>
    <w:rsid w:val="004D2F4C"/>
    <w:rsid w:val="004D5285"/>
    <w:rsid w:val="004D743F"/>
    <w:rsid w:val="004D767F"/>
    <w:rsid w:val="004E170C"/>
    <w:rsid w:val="004E285D"/>
    <w:rsid w:val="004E7A1F"/>
    <w:rsid w:val="004F1D17"/>
    <w:rsid w:val="004F3871"/>
    <w:rsid w:val="004F3EEF"/>
    <w:rsid w:val="004F4597"/>
    <w:rsid w:val="004F4B9B"/>
    <w:rsid w:val="004F5F53"/>
    <w:rsid w:val="004F6DC5"/>
    <w:rsid w:val="004F7299"/>
    <w:rsid w:val="00501B32"/>
    <w:rsid w:val="0050666E"/>
    <w:rsid w:val="005071D8"/>
    <w:rsid w:val="005072B4"/>
    <w:rsid w:val="00507822"/>
    <w:rsid w:val="0051049A"/>
    <w:rsid w:val="0051122E"/>
    <w:rsid w:val="00511AB9"/>
    <w:rsid w:val="005166E0"/>
    <w:rsid w:val="00520ADC"/>
    <w:rsid w:val="005210B3"/>
    <w:rsid w:val="00523096"/>
    <w:rsid w:val="00523BB5"/>
    <w:rsid w:val="00523BDA"/>
    <w:rsid w:val="00523EA7"/>
    <w:rsid w:val="00537086"/>
    <w:rsid w:val="00537689"/>
    <w:rsid w:val="005406EB"/>
    <w:rsid w:val="00540C01"/>
    <w:rsid w:val="005434A6"/>
    <w:rsid w:val="00543F07"/>
    <w:rsid w:val="0054609D"/>
    <w:rsid w:val="00546192"/>
    <w:rsid w:val="00552127"/>
    <w:rsid w:val="00553375"/>
    <w:rsid w:val="005543C6"/>
    <w:rsid w:val="00554BFB"/>
    <w:rsid w:val="00555884"/>
    <w:rsid w:val="00561931"/>
    <w:rsid w:val="00561A0E"/>
    <w:rsid w:val="0056360F"/>
    <w:rsid w:val="00564169"/>
    <w:rsid w:val="00564BCA"/>
    <w:rsid w:val="00564DDD"/>
    <w:rsid w:val="00565CE5"/>
    <w:rsid w:val="00571DE2"/>
    <w:rsid w:val="00572B6C"/>
    <w:rsid w:val="00572F04"/>
    <w:rsid w:val="00572F11"/>
    <w:rsid w:val="005736B7"/>
    <w:rsid w:val="00573F86"/>
    <w:rsid w:val="0057465D"/>
    <w:rsid w:val="00575E5A"/>
    <w:rsid w:val="005769DB"/>
    <w:rsid w:val="0057765F"/>
    <w:rsid w:val="00577A3C"/>
    <w:rsid w:val="00577C2A"/>
    <w:rsid w:val="00580245"/>
    <w:rsid w:val="00580F01"/>
    <w:rsid w:val="0058386D"/>
    <w:rsid w:val="0058678B"/>
    <w:rsid w:val="0058793D"/>
    <w:rsid w:val="00596E4E"/>
    <w:rsid w:val="0059798D"/>
    <w:rsid w:val="005A1F44"/>
    <w:rsid w:val="005A3D2F"/>
    <w:rsid w:val="005A45D1"/>
    <w:rsid w:val="005A595A"/>
    <w:rsid w:val="005B222D"/>
    <w:rsid w:val="005B40BD"/>
    <w:rsid w:val="005B4EC0"/>
    <w:rsid w:val="005B6DDE"/>
    <w:rsid w:val="005B73B8"/>
    <w:rsid w:val="005C1A97"/>
    <w:rsid w:val="005C38C4"/>
    <w:rsid w:val="005C3CAC"/>
    <w:rsid w:val="005D3964"/>
    <w:rsid w:val="005D3C39"/>
    <w:rsid w:val="005D5049"/>
    <w:rsid w:val="005E0759"/>
    <w:rsid w:val="005E4771"/>
    <w:rsid w:val="005E4952"/>
    <w:rsid w:val="005E6218"/>
    <w:rsid w:val="005F1BC7"/>
    <w:rsid w:val="005F1E2E"/>
    <w:rsid w:val="005F3295"/>
    <w:rsid w:val="005F7FF8"/>
    <w:rsid w:val="006001BE"/>
    <w:rsid w:val="00600F67"/>
    <w:rsid w:val="0060115D"/>
    <w:rsid w:val="006014F5"/>
    <w:rsid w:val="00601A8C"/>
    <w:rsid w:val="00607C86"/>
    <w:rsid w:val="00607CAD"/>
    <w:rsid w:val="0061068E"/>
    <w:rsid w:val="006115D3"/>
    <w:rsid w:val="006118C4"/>
    <w:rsid w:val="00617041"/>
    <w:rsid w:val="0062045C"/>
    <w:rsid w:val="00621949"/>
    <w:rsid w:val="00624EB2"/>
    <w:rsid w:val="006251AC"/>
    <w:rsid w:val="0062669A"/>
    <w:rsid w:val="0062741F"/>
    <w:rsid w:val="00627A39"/>
    <w:rsid w:val="00631633"/>
    <w:rsid w:val="00631EAA"/>
    <w:rsid w:val="00634A88"/>
    <w:rsid w:val="00640ADF"/>
    <w:rsid w:val="00640B30"/>
    <w:rsid w:val="006425FD"/>
    <w:rsid w:val="00644460"/>
    <w:rsid w:val="00646382"/>
    <w:rsid w:val="00647BE3"/>
    <w:rsid w:val="00650C7D"/>
    <w:rsid w:val="00651926"/>
    <w:rsid w:val="00652EFD"/>
    <w:rsid w:val="0065362B"/>
    <w:rsid w:val="00655749"/>
    <w:rsid w:val="00655976"/>
    <w:rsid w:val="0065610E"/>
    <w:rsid w:val="00660AD3"/>
    <w:rsid w:val="00664669"/>
    <w:rsid w:val="00665547"/>
    <w:rsid w:val="00665BDC"/>
    <w:rsid w:val="00670ACF"/>
    <w:rsid w:val="00673F7D"/>
    <w:rsid w:val="00674099"/>
    <w:rsid w:val="006749AD"/>
    <w:rsid w:val="006776B6"/>
    <w:rsid w:val="00680D0C"/>
    <w:rsid w:val="00684D33"/>
    <w:rsid w:val="00693150"/>
    <w:rsid w:val="00694E3D"/>
    <w:rsid w:val="006961EB"/>
    <w:rsid w:val="006A070D"/>
    <w:rsid w:val="006A14D0"/>
    <w:rsid w:val="006A5271"/>
    <w:rsid w:val="006A540D"/>
    <w:rsid w:val="006A5570"/>
    <w:rsid w:val="006A689C"/>
    <w:rsid w:val="006B0B03"/>
    <w:rsid w:val="006B3D79"/>
    <w:rsid w:val="006B510E"/>
    <w:rsid w:val="006B6FE4"/>
    <w:rsid w:val="006C0453"/>
    <w:rsid w:val="006C1F92"/>
    <w:rsid w:val="006C21E8"/>
    <w:rsid w:val="006C2343"/>
    <w:rsid w:val="006C25C7"/>
    <w:rsid w:val="006C442A"/>
    <w:rsid w:val="006C4639"/>
    <w:rsid w:val="006C7AEE"/>
    <w:rsid w:val="006D0196"/>
    <w:rsid w:val="006D40FE"/>
    <w:rsid w:val="006D4252"/>
    <w:rsid w:val="006D4528"/>
    <w:rsid w:val="006D5C5A"/>
    <w:rsid w:val="006D602B"/>
    <w:rsid w:val="006D7E02"/>
    <w:rsid w:val="006E02B1"/>
    <w:rsid w:val="006E0578"/>
    <w:rsid w:val="006E314D"/>
    <w:rsid w:val="006E5405"/>
    <w:rsid w:val="006E6C80"/>
    <w:rsid w:val="006E750A"/>
    <w:rsid w:val="006E76E9"/>
    <w:rsid w:val="006F439C"/>
    <w:rsid w:val="006F639C"/>
    <w:rsid w:val="006F6B09"/>
    <w:rsid w:val="0070255F"/>
    <w:rsid w:val="007029B1"/>
    <w:rsid w:val="007038DC"/>
    <w:rsid w:val="007049CA"/>
    <w:rsid w:val="00704C59"/>
    <w:rsid w:val="0070526B"/>
    <w:rsid w:val="00706808"/>
    <w:rsid w:val="00706B12"/>
    <w:rsid w:val="00706F4C"/>
    <w:rsid w:val="0070752A"/>
    <w:rsid w:val="00710723"/>
    <w:rsid w:val="0071080E"/>
    <w:rsid w:val="00710C0B"/>
    <w:rsid w:val="00711119"/>
    <w:rsid w:val="007134F3"/>
    <w:rsid w:val="00717D97"/>
    <w:rsid w:val="007232D0"/>
    <w:rsid w:val="00723ED1"/>
    <w:rsid w:val="007250A8"/>
    <w:rsid w:val="007255EF"/>
    <w:rsid w:val="00726461"/>
    <w:rsid w:val="007319B7"/>
    <w:rsid w:val="00732C47"/>
    <w:rsid w:val="00733B00"/>
    <w:rsid w:val="0073461B"/>
    <w:rsid w:val="007356BD"/>
    <w:rsid w:val="00735D3B"/>
    <w:rsid w:val="00740AF5"/>
    <w:rsid w:val="00741294"/>
    <w:rsid w:val="00741502"/>
    <w:rsid w:val="00743525"/>
    <w:rsid w:val="00744F6A"/>
    <w:rsid w:val="00745555"/>
    <w:rsid w:val="007457F5"/>
    <w:rsid w:val="0074758D"/>
    <w:rsid w:val="00752D15"/>
    <w:rsid w:val="00753E85"/>
    <w:rsid w:val="007541A2"/>
    <w:rsid w:val="00755818"/>
    <w:rsid w:val="00755E2F"/>
    <w:rsid w:val="007611BB"/>
    <w:rsid w:val="0076241C"/>
    <w:rsid w:val="0076286B"/>
    <w:rsid w:val="00763B51"/>
    <w:rsid w:val="00765AE1"/>
    <w:rsid w:val="00766742"/>
    <w:rsid w:val="00766846"/>
    <w:rsid w:val="00766F4A"/>
    <w:rsid w:val="0076790E"/>
    <w:rsid w:val="0077382B"/>
    <w:rsid w:val="00773DC0"/>
    <w:rsid w:val="00773E5A"/>
    <w:rsid w:val="00774789"/>
    <w:rsid w:val="0077673A"/>
    <w:rsid w:val="00776C7C"/>
    <w:rsid w:val="0078405F"/>
    <w:rsid w:val="007846E1"/>
    <w:rsid w:val="007847D6"/>
    <w:rsid w:val="00784FD0"/>
    <w:rsid w:val="0078774D"/>
    <w:rsid w:val="0079334E"/>
    <w:rsid w:val="007969A5"/>
    <w:rsid w:val="00796DC1"/>
    <w:rsid w:val="007A2107"/>
    <w:rsid w:val="007A3B81"/>
    <w:rsid w:val="007A4E44"/>
    <w:rsid w:val="007A5172"/>
    <w:rsid w:val="007A5918"/>
    <w:rsid w:val="007A67A0"/>
    <w:rsid w:val="007A68BE"/>
    <w:rsid w:val="007A7EF0"/>
    <w:rsid w:val="007B3284"/>
    <w:rsid w:val="007B570C"/>
    <w:rsid w:val="007B6C96"/>
    <w:rsid w:val="007C03B3"/>
    <w:rsid w:val="007C1CB2"/>
    <w:rsid w:val="007C6F69"/>
    <w:rsid w:val="007D1F2F"/>
    <w:rsid w:val="007D448E"/>
    <w:rsid w:val="007D50DB"/>
    <w:rsid w:val="007D5A8D"/>
    <w:rsid w:val="007D63FC"/>
    <w:rsid w:val="007D75CF"/>
    <w:rsid w:val="007E2234"/>
    <w:rsid w:val="007E392E"/>
    <w:rsid w:val="007E4A6E"/>
    <w:rsid w:val="007E4C6F"/>
    <w:rsid w:val="007E59A1"/>
    <w:rsid w:val="007E6155"/>
    <w:rsid w:val="007F15CE"/>
    <w:rsid w:val="007F32DD"/>
    <w:rsid w:val="007F3581"/>
    <w:rsid w:val="007F4F8F"/>
    <w:rsid w:val="007F56A7"/>
    <w:rsid w:val="00800851"/>
    <w:rsid w:val="00803601"/>
    <w:rsid w:val="00804D39"/>
    <w:rsid w:val="0080737F"/>
    <w:rsid w:val="00807B16"/>
    <w:rsid w:val="00807DD0"/>
    <w:rsid w:val="008127DC"/>
    <w:rsid w:val="00814D08"/>
    <w:rsid w:val="0081521C"/>
    <w:rsid w:val="00815683"/>
    <w:rsid w:val="00815980"/>
    <w:rsid w:val="00815C1B"/>
    <w:rsid w:val="00821D01"/>
    <w:rsid w:val="00822B88"/>
    <w:rsid w:val="00826B7B"/>
    <w:rsid w:val="008301A0"/>
    <w:rsid w:val="00831DE9"/>
    <w:rsid w:val="00833899"/>
    <w:rsid w:val="008458EB"/>
    <w:rsid w:val="00845C50"/>
    <w:rsid w:val="00846789"/>
    <w:rsid w:val="00847393"/>
    <w:rsid w:val="00870E76"/>
    <w:rsid w:val="00872044"/>
    <w:rsid w:val="0087262B"/>
    <w:rsid w:val="00875438"/>
    <w:rsid w:val="008759A1"/>
    <w:rsid w:val="00876D73"/>
    <w:rsid w:val="00877933"/>
    <w:rsid w:val="00880E47"/>
    <w:rsid w:val="00884275"/>
    <w:rsid w:val="00887F36"/>
    <w:rsid w:val="0089103D"/>
    <w:rsid w:val="00893DEA"/>
    <w:rsid w:val="0089490A"/>
    <w:rsid w:val="00894F55"/>
    <w:rsid w:val="008961F7"/>
    <w:rsid w:val="008A1B78"/>
    <w:rsid w:val="008A3568"/>
    <w:rsid w:val="008A731A"/>
    <w:rsid w:val="008B2021"/>
    <w:rsid w:val="008B2CF6"/>
    <w:rsid w:val="008B3DB2"/>
    <w:rsid w:val="008B4CEC"/>
    <w:rsid w:val="008B50EE"/>
    <w:rsid w:val="008B60F5"/>
    <w:rsid w:val="008B7B86"/>
    <w:rsid w:val="008B7E94"/>
    <w:rsid w:val="008C0335"/>
    <w:rsid w:val="008C1850"/>
    <w:rsid w:val="008C50F3"/>
    <w:rsid w:val="008C65BC"/>
    <w:rsid w:val="008C73C5"/>
    <w:rsid w:val="008C7EFE"/>
    <w:rsid w:val="008D03B9"/>
    <w:rsid w:val="008D2612"/>
    <w:rsid w:val="008D30C7"/>
    <w:rsid w:val="008D3D2F"/>
    <w:rsid w:val="008D4E3B"/>
    <w:rsid w:val="008D552B"/>
    <w:rsid w:val="008D692E"/>
    <w:rsid w:val="008E0535"/>
    <w:rsid w:val="008E1138"/>
    <w:rsid w:val="008E1266"/>
    <w:rsid w:val="008E2E07"/>
    <w:rsid w:val="008E3B01"/>
    <w:rsid w:val="008E5DB4"/>
    <w:rsid w:val="008F18D6"/>
    <w:rsid w:val="008F2C9B"/>
    <w:rsid w:val="008F3265"/>
    <w:rsid w:val="008F4391"/>
    <w:rsid w:val="008F797B"/>
    <w:rsid w:val="00900F2A"/>
    <w:rsid w:val="00904780"/>
    <w:rsid w:val="0090635B"/>
    <w:rsid w:val="009119DE"/>
    <w:rsid w:val="00920DEB"/>
    <w:rsid w:val="00922385"/>
    <w:rsid w:val="009223DF"/>
    <w:rsid w:val="00930B79"/>
    <w:rsid w:val="00931F53"/>
    <w:rsid w:val="00936091"/>
    <w:rsid w:val="00940D8A"/>
    <w:rsid w:val="00941491"/>
    <w:rsid w:val="00944495"/>
    <w:rsid w:val="00950B4E"/>
    <w:rsid w:val="009532FA"/>
    <w:rsid w:val="009621CD"/>
    <w:rsid w:val="00962258"/>
    <w:rsid w:val="00962DF1"/>
    <w:rsid w:val="0096400F"/>
    <w:rsid w:val="00964860"/>
    <w:rsid w:val="009678B7"/>
    <w:rsid w:val="0098106B"/>
    <w:rsid w:val="009841BD"/>
    <w:rsid w:val="00984632"/>
    <w:rsid w:val="009913A2"/>
    <w:rsid w:val="00992D9C"/>
    <w:rsid w:val="00994508"/>
    <w:rsid w:val="009959F2"/>
    <w:rsid w:val="00996CB8"/>
    <w:rsid w:val="009A27BB"/>
    <w:rsid w:val="009A5880"/>
    <w:rsid w:val="009B20BC"/>
    <w:rsid w:val="009B2E97"/>
    <w:rsid w:val="009B5146"/>
    <w:rsid w:val="009B733B"/>
    <w:rsid w:val="009B7BA9"/>
    <w:rsid w:val="009C0F4D"/>
    <w:rsid w:val="009C2A00"/>
    <w:rsid w:val="009C418E"/>
    <w:rsid w:val="009C442C"/>
    <w:rsid w:val="009C7832"/>
    <w:rsid w:val="009C79AB"/>
    <w:rsid w:val="009D0584"/>
    <w:rsid w:val="009D20A1"/>
    <w:rsid w:val="009D45CC"/>
    <w:rsid w:val="009E003E"/>
    <w:rsid w:val="009E07F4"/>
    <w:rsid w:val="009E08EE"/>
    <w:rsid w:val="009E1482"/>
    <w:rsid w:val="009E1AEE"/>
    <w:rsid w:val="009E4DA1"/>
    <w:rsid w:val="009E7479"/>
    <w:rsid w:val="009E75F2"/>
    <w:rsid w:val="009F309B"/>
    <w:rsid w:val="009F392E"/>
    <w:rsid w:val="009F3966"/>
    <w:rsid w:val="009F53C5"/>
    <w:rsid w:val="009F6543"/>
    <w:rsid w:val="009F6CA3"/>
    <w:rsid w:val="009F7DF1"/>
    <w:rsid w:val="00A0209B"/>
    <w:rsid w:val="00A020CC"/>
    <w:rsid w:val="00A02573"/>
    <w:rsid w:val="00A0478A"/>
    <w:rsid w:val="00A066DE"/>
    <w:rsid w:val="00A0740E"/>
    <w:rsid w:val="00A07C15"/>
    <w:rsid w:val="00A12463"/>
    <w:rsid w:val="00A13A01"/>
    <w:rsid w:val="00A13A90"/>
    <w:rsid w:val="00A13F95"/>
    <w:rsid w:val="00A15641"/>
    <w:rsid w:val="00A235D9"/>
    <w:rsid w:val="00A32F3B"/>
    <w:rsid w:val="00A367B7"/>
    <w:rsid w:val="00A373A7"/>
    <w:rsid w:val="00A4050F"/>
    <w:rsid w:val="00A40C1B"/>
    <w:rsid w:val="00A4169A"/>
    <w:rsid w:val="00A43668"/>
    <w:rsid w:val="00A45700"/>
    <w:rsid w:val="00A50641"/>
    <w:rsid w:val="00A51062"/>
    <w:rsid w:val="00A51BE9"/>
    <w:rsid w:val="00A52A65"/>
    <w:rsid w:val="00A530BF"/>
    <w:rsid w:val="00A55030"/>
    <w:rsid w:val="00A56A4F"/>
    <w:rsid w:val="00A56DEC"/>
    <w:rsid w:val="00A6177B"/>
    <w:rsid w:val="00A626D2"/>
    <w:rsid w:val="00A64237"/>
    <w:rsid w:val="00A66136"/>
    <w:rsid w:val="00A6718D"/>
    <w:rsid w:val="00A674C4"/>
    <w:rsid w:val="00A71189"/>
    <w:rsid w:val="00A7364A"/>
    <w:rsid w:val="00A74991"/>
    <w:rsid w:val="00A74B4D"/>
    <w:rsid w:val="00A74DCC"/>
    <w:rsid w:val="00A74FFB"/>
    <w:rsid w:val="00A7506D"/>
    <w:rsid w:val="00A753ED"/>
    <w:rsid w:val="00A761B4"/>
    <w:rsid w:val="00A77512"/>
    <w:rsid w:val="00A81210"/>
    <w:rsid w:val="00A82228"/>
    <w:rsid w:val="00A832A0"/>
    <w:rsid w:val="00A85121"/>
    <w:rsid w:val="00A85B0E"/>
    <w:rsid w:val="00A92C1D"/>
    <w:rsid w:val="00A92FB1"/>
    <w:rsid w:val="00A94C2F"/>
    <w:rsid w:val="00A95C0A"/>
    <w:rsid w:val="00AA2A0B"/>
    <w:rsid w:val="00AA2B89"/>
    <w:rsid w:val="00AA3E17"/>
    <w:rsid w:val="00AA4782"/>
    <w:rsid w:val="00AA4CBB"/>
    <w:rsid w:val="00AA4EEF"/>
    <w:rsid w:val="00AA65FA"/>
    <w:rsid w:val="00AA7351"/>
    <w:rsid w:val="00AB0788"/>
    <w:rsid w:val="00AB1063"/>
    <w:rsid w:val="00AB12DF"/>
    <w:rsid w:val="00AB4CB7"/>
    <w:rsid w:val="00AC07D3"/>
    <w:rsid w:val="00AC499A"/>
    <w:rsid w:val="00AD056F"/>
    <w:rsid w:val="00AD0C7B"/>
    <w:rsid w:val="00AD1771"/>
    <w:rsid w:val="00AD1786"/>
    <w:rsid w:val="00AD3565"/>
    <w:rsid w:val="00AD41CF"/>
    <w:rsid w:val="00AD5F1A"/>
    <w:rsid w:val="00AD61BD"/>
    <w:rsid w:val="00AD6731"/>
    <w:rsid w:val="00AD792A"/>
    <w:rsid w:val="00AE16EF"/>
    <w:rsid w:val="00AE1D4A"/>
    <w:rsid w:val="00AE3BB4"/>
    <w:rsid w:val="00AE3E21"/>
    <w:rsid w:val="00AE7885"/>
    <w:rsid w:val="00AF0FB2"/>
    <w:rsid w:val="00AF132B"/>
    <w:rsid w:val="00AF32F5"/>
    <w:rsid w:val="00B008D5"/>
    <w:rsid w:val="00B02F73"/>
    <w:rsid w:val="00B035B6"/>
    <w:rsid w:val="00B03D86"/>
    <w:rsid w:val="00B0619F"/>
    <w:rsid w:val="00B13A26"/>
    <w:rsid w:val="00B14A96"/>
    <w:rsid w:val="00B15D0D"/>
    <w:rsid w:val="00B22106"/>
    <w:rsid w:val="00B22A63"/>
    <w:rsid w:val="00B2309B"/>
    <w:rsid w:val="00B2468E"/>
    <w:rsid w:val="00B33ABD"/>
    <w:rsid w:val="00B34CA4"/>
    <w:rsid w:val="00B361A8"/>
    <w:rsid w:val="00B411E9"/>
    <w:rsid w:val="00B41518"/>
    <w:rsid w:val="00B429CF"/>
    <w:rsid w:val="00B448FF"/>
    <w:rsid w:val="00B46B0D"/>
    <w:rsid w:val="00B51E0F"/>
    <w:rsid w:val="00B51EB0"/>
    <w:rsid w:val="00B52A86"/>
    <w:rsid w:val="00B5431A"/>
    <w:rsid w:val="00B57361"/>
    <w:rsid w:val="00B60046"/>
    <w:rsid w:val="00B60CE2"/>
    <w:rsid w:val="00B611A6"/>
    <w:rsid w:val="00B61530"/>
    <w:rsid w:val="00B61F8C"/>
    <w:rsid w:val="00B625EC"/>
    <w:rsid w:val="00B6308F"/>
    <w:rsid w:val="00B6371E"/>
    <w:rsid w:val="00B63D71"/>
    <w:rsid w:val="00B6436B"/>
    <w:rsid w:val="00B645BC"/>
    <w:rsid w:val="00B66203"/>
    <w:rsid w:val="00B70267"/>
    <w:rsid w:val="00B70DB8"/>
    <w:rsid w:val="00B7330D"/>
    <w:rsid w:val="00B734ED"/>
    <w:rsid w:val="00B747F3"/>
    <w:rsid w:val="00B75EE1"/>
    <w:rsid w:val="00B77110"/>
    <w:rsid w:val="00B77481"/>
    <w:rsid w:val="00B77C6D"/>
    <w:rsid w:val="00B80E53"/>
    <w:rsid w:val="00B818F8"/>
    <w:rsid w:val="00B82A36"/>
    <w:rsid w:val="00B82CA4"/>
    <w:rsid w:val="00B83FB3"/>
    <w:rsid w:val="00B84CC8"/>
    <w:rsid w:val="00B8518B"/>
    <w:rsid w:val="00B86106"/>
    <w:rsid w:val="00B86A4E"/>
    <w:rsid w:val="00B90405"/>
    <w:rsid w:val="00B93DEB"/>
    <w:rsid w:val="00B946E4"/>
    <w:rsid w:val="00B96AA0"/>
    <w:rsid w:val="00B97CC3"/>
    <w:rsid w:val="00BB4AF2"/>
    <w:rsid w:val="00BB5FF6"/>
    <w:rsid w:val="00BB7489"/>
    <w:rsid w:val="00BC06C4"/>
    <w:rsid w:val="00BC2201"/>
    <w:rsid w:val="00BC3CDD"/>
    <w:rsid w:val="00BC4CE7"/>
    <w:rsid w:val="00BC6455"/>
    <w:rsid w:val="00BC663E"/>
    <w:rsid w:val="00BC6D2B"/>
    <w:rsid w:val="00BD2F67"/>
    <w:rsid w:val="00BD3F61"/>
    <w:rsid w:val="00BD5A0E"/>
    <w:rsid w:val="00BD78C7"/>
    <w:rsid w:val="00BD7E91"/>
    <w:rsid w:val="00BD7F0D"/>
    <w:rsid w:val="00BE0FD0"/>
    <w:rsid w:val="00BE33E3"/>
    <w:rsid w:val="00BE49F4"/>
    <w:rsid w:val="00BF6640"/>
    <w:rsid w:val="00BF6AF2"/>
    <w:rsid w:val="00BF77A7"/>
    <w:rsid w:val="00C017B2"/>
    <w:rsid w:val="00C0269B"/>
    <w:rsid w:val="00C02D0A"/>
    <w:rsid w:val="00C0382C"/>
    <w:rsid w:val="00C03A6E"/>
    <w:rsid w:val="00C15422"/>
    <w:rsid w:val="00C166A8"/>
    <w:rsid w:val="00C21BEB"/>
    <w:rsid w:val="00C226C0"/>
    <w:rsid w:val="00C235B9"/>
    <w:rsid w:val="00C25AF4"/>
    <w:rsid w:val="00C26B03"/>
    <w:rsid w:val="00C313BF"/>
    <w:rsid w:val="00C33938"/>
    <w:rsid w:val="00C33CA6"/>
    <w:rsid w:val="00C35E33"/>
    <w:rsid w:val="00C413CB"/>
    <w:rsid w:val="00C429F0"/>
    <w:rsid w:val="00C42FE6"/>
    <w:rsid w:val="00C44F6A"/>
    <w:rsid w:val="00C460C6"/>
    <w:rsid w:val="00C46102"/>
    <w:rsid w:val="00C46788"/>
    <w:rsid w:val="00C514B6"/>
    <w:rsid w:val="00C52310"/>
    <w:rsid w:val="00C524D1"/>
    <w:rsid w:val="00C55B48"/>
    <w:rsid w:val="00C57268"/>
    <w:rsid w:val="00C60A4C"/>
    <w:rsid w:val="00C6198E"/>
    <w:rsid w:val="00C6287F"/>
    <w:rsid w:val="00C6654F"/>
    <w:rsid w:val="00C6720B"/>
    <w:rsid w:val="00C708EA"/>
    <w:rsid w:val="00C7216F"/>
    <w:rsid w:val="00C75802"/>
    <w:rsid w:val="00C776E5"/>
    <w:rsid w:val="00C778A5"/>
    <w:rsid w:val="00C80FF5"/>
    <w:rsid w:val="00C81CEF"/>
    <w:rsid w:val="00C82396"/>
    <w:rsid w:val="00C8479B"/>
    <w:rsid w:val="00C84AED"/>
    <w:rsid w:val="00C95162"/>
    <w:rsid w:val="00C95863"/>
    <w:rsid w:val="00C96586"/>
    <w:rsid w:val="00C96E07"/>
    <w:rsid w:val="00CA2357"/>
    <w:rsid w:val="00CA2B5E"/>
    <w:rsid w:val="00CA69CC"/>
    <w:rsid w:val="00CB00D4"/>
    <w:rsid w:val="00CB020E"/>
    <w:rsid w:val="00CB140F"/>
    <w:rsid w:val="00CB2083"/>
    <w:rsid w:val="00CB2B9A"/>
    <w:rsid w:val="00CB3151"/>
    <w:rsid w:val="00CB34EF"/>
    <w:rsid w:val="00CB51FD"/>
    <w:rsid w:val="00CB535A"/>
    <w:rsid w:val="00CB65CD"/>
    <w:rsid w:val="00CB6A37"/>
    <w:rsid w:val="00CB7684"/>
    <w:rsid w:val="00CC0738"/>
    <w:rsid w:val="00CC1295"/>
    <w:rsid w:val="00CC16CC"/>
    <w:rsid w:val="00CC413F"/>
    <w:rsid w:val="00CC4380"/>
    <w:rsid w:val="00CC46FC"/>
    <w:rsid w:val="00CC7C8F"/>
    <w:rsid w:val="00CD1C73"/>
    <w:rsid w:val="00CD1FC4"/>
    <w:rsid w:val="00CD506C"/>
    <w:rsid w:val="00CD6A9E"/>
    <w:rsid w:val="00CE1E32"/>
    <w:rsid w:val="00CE22D6"/>
    <w:rsid w:val="00CE6722"/>
    <w:rsid w:val="00CE7DE6"/>
    <w:rsid w:val="00CF06BF"/>
    <w:rsid w:val="00CF4237"/>
    <w:rsid w:val="00D01AF3"/>
    <w:rsid w:val="00D034A0"/>
    <w:rsid w:val="00D10973"/>
    <w:rsid w:val="00D10A2D"/>
    <w:rsid w:val="00D11311"/>
    <w:rsid w:val="00D129D5"/>
    <w:rsid w:val="00D139AC"/>
    <w:rsid w:val="00D145E1"/>
    <w:rsid w:val="00D14BB3"/>
    <w:rsid w:val="00D15F7C"/>
    <w:rsid w:val="00D2074A"/>
    <w:rsid w:val="00D21061"/>
    <w:rsid w:val="00D21732"/>
    <w:rsid w:val="00D22913"/>
    <w:rsid w:val="00D25FC2"/>
    <w:rsid w:val="00D30099"/>
    <w:rsid w:val="00D3128F"/>
    <w:rsid w:val="00D34384"/>
    <w:rsid w:val="00D37513"/>
    <w:rsid w:val="00D37B14"/>
    <w:rsid w:val="00D4108E"/>
    <w:rsid w:val="00D466D5"/>
    <w:rsid w:val="00D474A0"/>
    <w:rsid w:val="00D510CE"/>
    <w:rsid w:val="00D51DF4"/>
    <w:rsid w:val="00D526CD"/>
    <w:rsid w:val="00D57BFB"/>
    <w:rsid w:val="00D605F5"/>
    <w:rsid w:val="00D6163D"/>
    <w:rsid w:val="00D6259C"/>
    <w:rsid w:val="00D70AEA"/>
    <w:rsid w:val="00D72866"/>
    <w:rsid w:val="00D7399D"/>
    <w:rsid w:val="00D774E6"/>
    <w:rsid w:val="00D80A5C"/>
    <w:rsid w:val="00D829F2"/>
    <w:rsid w:val="00D831A3"/>
    <w:rsid w:val="00D8413B"/>
    <w:rsid w:val="00D8716A"/>
    <w:rsid w:val="00D9489D"/>
    <w:rsid w:val="00D96048"/>
    <w:rsid w:val="00D97BE3"/>
    <w:rsid w:val="00DA3711"/>
    <w:rsid w:val="00DA5214"/>
    <w:rsid w:val="00DA7766"/>
    <w:rsid w:val="00DB271D"/>
    <w:rsid w:val="00DB3E15"/>
    <w:rsid w:val="00DB4342"/>
    <w:rsid w:val="00DB619A"/>
    <w:rsid w:val="00DC0205"/>
    <w:rsid w:val="00DC3D7E"/>
    <w:rsid w:val="00DD0F5A"/>
    <w:rsid w:val="00DD46F3"/>
    <w:rsid w:val="00DD4AE1"/>
    <w:rsid w:val="00DD7F08"/>
    <w:rsid w:val="00DE0267"/>
    <w:rsid w:val="00DE1DFF"/>
    <w:rsid w:val="00DE28EE"/>
    <w:rsid w:val="00DE51A5"/>
    <w:rsid w:val="00DE56F2"/>
    <w:rsid w:val="00DE62CE"/>
    <w:rsid w:val="00DE696C"/>
    <w:rsid w:val="00DE6A35"/>
    <w:rsid w:val="00DE72BC"/>
    <w:rsid w:val="00DE7EB3"/>
    <w:rsid w:val="00DF0C5E"/>
    <w:rsid w:val="00DF116D"/>
    <w:rsid w:val="00DF78B9"/>
    <w:rsid w:val="00E009D2"/>
    <w:rsid w:val="00E01C8C"/>
    <w:rsid w:val="00E01EA1"/>
    <w:rsid w:val="00E03672"/>
    <w:rsid w:val="00E0603E"/>
    <w:rsid w:val="00E0719D"/>
    <w:rsid w:val="00E1107A"/>
    <w:rsid w:val="00E1127C"/>
    <w:rsid w:val="00E16FF7"/>
    <w:rsid w:val="00E17AFD"/>
    <w:rsid w:val="00E22C30"/>
    <w:rsid w:val="00E2553F"/>
    <w:rsid w:val="00E265A4"/>
    <w:rsid w:val="00E26D68"/>
    <w:rsid w:val="00E272AB"/>
    <w:rsid w:val="00E3528F"/>
    <w:rsid w:val="00E35952"/>
    <w:rsid w:val="00E37C46"/>
    <w:rsid w:val="00E42C0F"/>
    <w:rsid w:val="00E4366B"/>
    <w:rsid w:val="00E437B0"/>
    <w:rsid w:val="00E44045"/>
    <w:rsid w:val="00E445C8"/>
    <w:rsid w:val="00E44DD4"/>
    <w:rsid w:val="00E4520D"/>
    <w:rsid w:val="00E57E64"/>
    <w:rsid w:val="00E618C4"/>
    <w:rsid w:val="00E645E3"/>
    <w:rsid w:val="00E66D98"/>
    <w:rsid w:val="00E7218A"/>
    <w:rsid w:val="00E722F7"/>
    <w:rsid w:val="00E75A4A"/>
    <w:rsid w:val="00E82883"/>
    <w:rsid w:val="00E83DF2"/>
    <w:rsid w:val="00E83F2C"/>
    <w:rsid w:val="00E878EE"/>
    <w:rsid w:val="00E95FC3"/>
    <w:rsid w:val="00E9608E"/>
    <w:rsid w:val="00E97869"/>
    <w:rsid w:val="00EA08FE"/>
    <w:rsid w:val="00EA148D"/>
    <w:rsid w:val="00EA354A"/>
    <w:rsid w:val="00EA6EC7"/>
    <w:rsid w:val="00EB0647"/>
    <w:rsid w:val="00EB0E34"/>
    <w:rsid w:val="00EB104F"/>
    <w:rsid w:val="00EB138E"/>
    <w:rsid w:val="00EB282B"/>
    <w:rsid w:val="00EB2A43"/>
    <w:rsid w:val="00EB46E5"/>
    <w:rsid w:val="00EB5D4D"/>
    <w:rsid w:val="00EB6882"/>
    <w:rsid w:val="00EC10AE"/>
    <w:rsid w:val="00EC11EE"/>
    <w:rsid w:val="00EC24BB"/>
    <w:rsid w:val="00EC2C17"/>
    <w:rsid w:val="00ED0703"/>
    <w:rsid w:val="00ED110D"/>
    <w:rsid w:val="00ED116C"/>
    <w:rsid w:val="00ED14BD"/>
    <w:rsid w:val="00ED1E83"/>
    <w:rsid w:val="00ED34EC"/>
    <w:rsid w:val="00ED50F3"/>
    <w:rsid w:val="00ED6360"/>
    <w:rsid w:val="00EE0669"/>
    <w:rsid w:val="00EE2244"/>
    <w:rsid w:val="00EE3C5F"/>
    <w:rsid w:val="00EE4459"/>
    <w:rsid w:val="00EE6816"/>
    <w:rsid w:val="00EE6D9D"/>
    <w:rsid w:val="00EE756E"/>
    <w:rsid w:val="00EE7882"/>
    <w:rsid w:val="00EE7C4C"/>
    <w:rsid w:val="00EE7D6B"/>
    <w:rsid w:val="00EF09E5"/>
    <w:rsid w:val="00EF1941"/>
    <w:rsid w:val="00EF360F"/>
    <w:rsid w:val="00EF4F18"/>
    <w:rsid w:val="00EF6C64"/>
    <w:rsid w:val="00F016C7"/>
    <w:rsid w:val="00F03BEC"/>
    <w:rsid w:val="00F03DA2"/>
    <w:rsid w:val="00F058AF"/>
    <w:rsid w:val="00F05FCA"/>
    <w:rsid w:val="00F063DF"/>
    <w:rsid w:val="00F0729E"/>
    <w:rsid w:val="00F11CFB"/>
    <w:rsid w:val="00F12DEC"/>
    <w:rsid w:val="00F13F18"/>
    <w:rsid w:val="00F1561C"/>
    <w:rsid w:val="00F1715C"/>
    <w:rsid w:val="00F178E1"/>
    <w:rsid w:val="00F17C45"/>
    <w:rsid w:val="00F17E8A"/>
    <w:rsid w:val="00F20453"/>
    <w:rsid w:val="00F2092F"/>
    <w:rsid w:val="00F219DE"/>
    <w:rsid w:val="00F21DD2"/>
    <w:rsid w:val="00F24D30"/>
    <w:rsid w:val="00F26EF8"/>
    <w:rsid w:val="00F275D7"/>
    <w:rsid w:val="00F27781"/>
    <w:rsid w:val="00F310F8"/>
    <w:rsid w:val="00F34816"/>
    <w:rsid w:val="00F348C0"/>
    <w:rsid w:val="00F35939"/>
    <w:rsid w:val="00F37E62"/>
    <w:rsid w:val="00F40F8F"/>
    <w:rsid w:val="00F4147D"/>
    <w:rsid w:val="00F45607"/>
    <w:rsid w:val="00F46000"/>
    <w:rsid w:val="00F4722B"/>
    <w:rsid w:val="00F50A69"/>
    <w:rsid w:val="00F54432"/>
    <w:rsid w:val="00F547C6"/>
    <w:rsid w:val="00F569C6"/>
    <w:rsid w:val="00F638D8"/>
    <w:rsid w:val="00F63D1B"/>
    <w:rsid w:val="00F647EE"/>
    <w:rsid w:val="00F659EB"/>
    <w:rsid w:val="00F6610C"/>
    <w:rsid w:val="00F666BB"/>
    <w:rsid w:val="00F678C5"/>
    <w:rsid w:val="00F7186E"/>
    <w:rsid w:val="00F71C6E"/>
    <w:rsid w:val="00F765A8"/>
    <w:rsid w:val="00F80D55"/>
    <w:rsid w:val="00F81774"/>
    <w:rsid w:val="00F85ADF"/>
    <w:rsid w:val="00F86BA6"/>
    <w:rsid w:val="00F875E9"/>
    <w:rsid w:val="00F87E77"/>
    <w:rsid w:val="00F93E20"/>
    <w:rsid w:val="00F94FAE"/>
    <w:rsid w:val="00F96701"/>
    <w:rsid w:val="00FB3994"/>
    <w:rsid w:val="00FB5BAA"/>
    <w:rsid w:val="00FB6342"/>
    <w:rsid w:val="00FB6AE4"/>
    <w:rsid w:val="00FB6F6A"/>
    <w:rsid w:val="00FC39CE"/>
    <w:rsid w:val="00FC59E2"/>
    <w:rsid w:val="00FC6389"/>
    <w:rsid w:val="00FC757D"/>
    <w:rsid w:val="00FD76E4"/>
    <w:rsid w:val="00FD7B5E"/>
    <w:rsid w:val="00FE0CF2"/>
    <w:rsid w:val="00FE4333"/>
    <w:rsid w:val="00FE5340"/>
    <w:rsid w:val="00FE549C"/>
    <w:rsid w:val="00FE56B5"/>
    <w:rsid w:val="00FE6243"/>
    <w:rsid w:val="00FE6AEC"/>
    <w:rsid w:val="00FF2A62"/>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45D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 w:type="character" w:customStyle="1" w:styleId="Tun">
    <w:name w:val="_Tučně"/>
    <w:basedOn w:val="Standardnpsmoodstavce"/>
    <w:qFormat/>
    <w:rsid w:val="001D5318"/>
    <w:rPr>
      <w:b/>
    </w:rPr>
  </w:style>
  <w:style w:type="paragraph" w:customStyle="1" w:styleId="Odrka1-4">
    <w:name w:val="_Odrážka_1-4_•"/>
    <w:basedOn w:val="Odrka1-1"/>
    <w:qFormat/>
    <w:rsid w:val="001D5318"/>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1D5318"/>
    <w:pPr>
      <w:tabs>
        <w:tab w:val="clear" w:pos="2041"/>
        <w:tab w:val="num" w:pos="2325"/>
      </w:tabs>
      <w:spacing w:after="40"/>
      <w:ind w:left="2325" w:hanging="284"/>
    </w:pPr>
  </w:style>
  <w:style w:type="paragraph" w:customStyle="1" w:styleId="Odstavec1-4a">
    <w:name w:val="_Odstavec_1-4_(a)"/>
    <w:basedOn w:val="Odstavec1-1a"/>
    <w:qFormat/>
    <w:rsid w:val="001D5318"/>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1D5318"/>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B698AEA-E52B-4219-A1F4-C9E3B7786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374318-49E0-4E43-8147-C67163EEB5A0}">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43</TotalTime>
  <Pages>1</Pages>
  <Words>21135</Words>
  <Characters>124697</Characters>
  <Application>Microsoft Office Word</Application>
  <DocSecurity>0</DocSecurity>
  <Lines>1039</Lines>
  <Paragraphs>291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27</cp:revision>
  <cp:lastPrinted>2024-03-20T11:47:00Z</cp:lastPrinted>
  <dcterms:created xsi:type="dcterms:W3CDTF">2024-03-14T15:13:00Z</dcterms:created>
  <dcterms:modified xsi:type="dcterms:W3CDTF">2024-03-20T11:47:00Z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